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B6645" w14:textId="06EBCD39" w:rsidR="006E6145" w:rsidRPr="00BC7D9C" w:rsidRDefault="00453B91" w:rsidP="006E6145">
      <w:pPr>
        <w:pStyle w:val="Title"/>
        <w:ind w:right="-1"/>
        <w:rPr>
          <w:rFonts w:ascii="Frutiger LT Com 45 Light" w:hAnsi="Frutiger LT Com 45 Light"/>
        </w:rPr>
      </w:pPr>
      <w:bookmarkStart w:id="0" w:name="_Toc386117270"/>
      <w:bookmarkStart w:id="1" w:name="_Toc386117477"/>
      <w:r w:rsidRPr="00BC7D9C">
        <w:rPr>
          <w:rFonts w:ascii="Frutiger LT Com 45 Light" w:hAnsi="Frutiger LT Com 45 Light"/>
        </w:rPr>
        <w:t>Test Project</w:t>
      </w:r>
    </w:p>
    <w:p w14:paraId="663F44AC" w14:textId="6916CF15" w:rsidR="00AE528B" w:rsidRPr="00BC7D9C" w:rsidRDefault="00F845C3" w:rsidP="006E6145">
      <w:pPr>
        <w:pStyle w:val="Subtitle"/>
        <w:ind w:right="-1"/>
        <w:rPr>
          <w:rFonts w:ascii="Frutiger LT Com 45 Light" w:hAnsi="Frutiger LT Com 45 Light"/>
          <w:i w:val="0"/>
        </w:rPr>
      </w:pPr>
      <w:r w:rsidRPr="00BC7D9C">
        <w:rPr>
          <w:rFonts w:ascii="Frutiger LT Com 45 Light" w:hAnsi="Frutiger LT Com 45 Light"/>
        </w:rPr>
        <w:t>Car Painting</w:t>
      </w:r>
    </w:p>
    <w:p w14:paraId="3AC9D7E0" w14:textId="6C6B75CD" w:rsidR="00453B91" w:rsidRPr="00BC7D9C" w:rsidRDefault="00453B91" w:rsidP="00453B91">
      <w:pPr>
        <w:rPr>
          <w:rFonts w:ascii="Frutiger LT Com 45 Light" w:hAnsi="Frutiger LT Com 45 Light"/>
          <w:lang w:val="en-AU"/>
        </w:rPr>
      </w:pPr>
    </w:p>
    <w:p w14:paraId="68E4B64B" w14:textId="77777777" w:rsidR="00453B91" w:rsidRPr="00BC7D9C" w:rsidRDefault="00453B91" w:rsidP="00453B91">
      <w:pPr>
        <w:jc w:val="right"/>
        <w:rPr>
          <w:rFonts w:ascii="Frutiger LT Com 45 Light" w:hAnsi="Frutiger LT Com 45 Light"/>
          <w:lang w:val="en-AU"/>
        </w:rPr>
      </w:pPr>
    </w:p>
    <w:p w14:paraId="0A784D23" w14:textId="77777777" w:rsidR="00453B91" w:rsidRPr="00BC7D9C" w:rsidRDefault="00453B91" w:rsidP="00453B91">
      <w:pPr>
        <w:jc w:val="right"/>
        <w:rPr>
          <w:rFonts w:ascii="Frutiger LT Com 45 Light" w:hAnsi="Frutiger LT Com 45 Light"/>
          <w:lang w:val="en-AU"/>
        </w:rPr>
      </w:pPr>
    </w:p>
    <w:p w14:paraId="15EF72B1" w14:textId="77777777" w:rsidR="00453B91" w:rsidRPr="00BC7D9C" w:rsidRDefault="00453B91" w:rsidP="00453B91">
      <w:pPr>
        <w:rPr>
          <w:rFonts w:ascii="Frutiger LT Com 45 Light" w:hAnsi="Frutiger LT Com 45 Light"/>
          <w:lang w:val="en-AU"/>
        </w:rPr>
      </w:pPr>
    </w:p>
    <w:p w14:paraId="5BC55B8A" w14:textId="77777777" w:rsidR="00453B91" w:rsidRPr="00BC7D9C" w:rsidRDefault="00453B91" w:rsidP="00453B91">
      <w:pPr>
        <w:rPr>
          <w:rFonts w:ascii="Frutiger LT Com 45 Light" w:hAnsi="Frutiger LT Com 45 Light"/>
          <w:lang w:val="en-AU"/>
        </w:rPr>
      </w:pPr>
    </w:p>
    <w:p w14:paraId="16E407C3" w14:textId="77777777" w:rsidR="00453B91" w:rsidRPr="00BC7D9C" w:rsidRDefault="00453B91" w:rsidP="00453B91">
      <w:pPr>
        <w:rPr>
          <w:rFonts w:ascii="Frutiger LT Com 45 Light" w:hAnsi="Frutiger LT Com 45 Light"/>
          <w:lang w:val="en-AU"/>
        </w:rPr>
      </w:pPr>
    </w:p>
    <w:p w14:paraId="3F703A80" w14:textId="77777777" w:rsidR="00453B91" w:rsidRPr="00BC7D9C" w:rsidRDefault="00453B91" w:rsidP="00453B91">
      <w:pPr>
        <w:rPr>
          <w:rFonts w:ascii="Frutiger LT Com 45 Light" w:hAnsi="Frutiger LT Com 45 Light"/>
          <w:lang w:val="en-AU"/>
        </w:rPr>
      </w:pPr>
    </w:p>
    <w:p w14:paraId="27242A0C" w14:textId="77777777" w:rsidR="00453B91" w:rsidRPr="00BC7D9C" w:rsidRDefault="00453B91" w:rsidP="00453B91">
      <w:pPr>
        <w:rPr>
          <w:rFonts w:ascii="Frutiger LT Com 45 Light" w:hAnsi="Frutiger LT Com 45 Light"/>
          <w:lang w:val="en-AU"/>
        </w:rPr>
      </w:pPr>
    </w:p>
    <w:p w14:paraId="5C6F8C5E" w14:textId="77777777" w:rsidR="00453B91" w:rsidRPr="00BC7D9C" w:rsidRDefault="00453B91" w:rsidP="00453B91">
      <w:pPr>
        <w:rPr>
          <w:rFonts w:ascii="Frutiger LT Com 45 Light" w:hAnsi="Frutiger LT Com 45 Light"/>
          <w:lang w:val="en-AU"/>
        </w:rPr>
      </w:pPr>
    </w:p>
    <w:p w14:paraId="5757C435" w14:textId="77777777" w:rsidR="00453B91" w:rsidRPr="00BC7D9C" w:rsidRDefault="00453B91" w:rsidP="00453B91">
      <w:pPr>
        <w:rPr>
          <w:rFonts w:ascii="Frutiger LT Com 45 Light" w:hAnsi="Frutiger LT Com 45 Light"/>
          <w:lang w:val="en-AU"/>
        </w:rPr>
      </w:pPr>
    </w:p>
    <w:p w14:paraId="25B0129F" w14:textId="77777777" w:rsidR="00453B91" w:rsidRPr="00BC7D9C" w:rsidRDefault="00453B91" w:rsidP="00453B91">
      <w:pPr>
        <w:rPr>
          <w:rFonts w:ascii="Frutiger LT Com 45 Light" w:hAnsi="Frutiger LT Com 45 Light"/>
          <w:lang w:val="en-AU"/>
        </w:rPr>
      </w:pPr>
    </w:p>
    <w:p w14:paraId="6A3FD10A" w14:textId="77777777" w:rsidR="00453B91" w:rsidRPr="00BC7D9C" w:rsidRDefault="00453B91" w:rsidP="00453B91">
      <w:pPr>
        <w:rPr>
          <w:rFonts w:ascii="Frutiger LT Com 45 Light" w:hAnsi="Frutiger LT Com 45 Light"/>
          <w:lang w:val="en-AU"/>
        </w:rPr>
      </w:pPr>
    </w:p>
    <w:p w14:paraId="0C96B7BB" w14:textId="77777777" w:rsidR="00453B91" w:rsidRPr="00BC7D9C" w:rsidRDefault="00453B91" w:rsidP="00453B91">
      <w:pPr>
        <w:rPr>
          <w:rFonts w:ascii="Frutiger LT Com 45 Light" w:hAnsi="Frutiger LT Com 45 Light"/>
          <w:lang w:val="en-AU"/>
        </w:rPr>
      </w:pPr>
    </w:p>
    <w:p w14:paraId="35DCA5A9" w14:textId="77777777" w:rsidR="00453B91" w:rsidRPr="00BC7D9C" w:rsidRDefault="00453B91" w:rsidP="00453B91">
      <w:pPr>
        <w:rPr>
          <w:rFonts w:ascii="Frutiger LT Com 45 Light" w:hAnsi="Frutiger LT Com 45 Light"/>
          <w:lang w:val="en-AU"/>
        </w:rPr>
      </w:pPr>
    </w:p>
    <w:p w14:paraId="6D0FBCB5" w14:textId="77777777" w:rsidR="00453B91" w:rsidRPr="00BC7D9C" w:rsidRDefault="00453B91" w:rsidP="00453B91">
      <w:pPr>
        <w:rPr>
          <w:rFonts w:ascii="Frutiger LT Com 45 Light" w:hAnsi="Frutiger LT Com 45 Light"/>
          <w:lang w:val="en-AU"/>
        </w:rPr>
      </w:pPr>
    </w:p>
    <w:p w14:paraId="7090E73B" w14:textId="77777777" w:rsidR="00453B91" w:rsidRPr="00BC7D9C" w:rsidRDefault="00453B91" w:rsidP="00453B91">
      <w:pPr>
        <w:rPr>
          <w:rFonts w:ascii="Frutiger LT Com 45 Light" w:hAnsi="Frutiger LT Com 45 Light"/>
          <w:lang w:val="en-AU"/>
        </w:rPr>
      </w:pPr>
    </w:p>
    <w:p w14:paraId="63D06A3C" w14:textId="77777777" w:rsidR="00453B91" w:rsidRPr="00BC7D9C" w:rsidRDefault="00453B91" w:rsidP="00453B91">
      <w:pPr>
        <w:rPr>
          <w:rFonts w:ascii="Frutiger LT Com 45 Light" w:hAnsi="Frutiger LT Com 45 Light"/>
          <w:lang w:val="en-AU"/>
        </w:rPr>
      </w:pPr>
    </w:p>
    <w:p w14:paraId="068FA09B" w14:textId="77777777" w:rsidR="00453B91" w:rsidRPr="00BC7D9C" w:rsidRDefault="00453B91" w:rsidP="00453B91">
      <w:pPr>
        <w:rPr>
          <w:rFonts w:ascii="Frutiger LT Com 45 Light" w:hAnsi="Frutiger LT Com 45 Light"/>
          <w:lang w:val="en-AU"/>
        </w:rPr>
      </w:pPr>
    </w:p>
    <w:p w14:paraId="5A22C285" w14:textId="77777777" w:rsidR="00453B91" w:rsidRPr="00BC7D9C" w:rsidRDefault="00453B91" w:rsidP="00453B91">
      <w:pPr>
        <w:rPr>
          <w:rFonts w:ascii="Frutiger LT Com 45 Light" w:hAnsi="Frutiger LT Com 45 Light"/>
          <w:lang w:val="en-AU"/>
        </w:rPr>
      </w:pPr>
    </w:p>
    <w:p w14:paraId="03B66199" w14:textId="77777777" w:rsidR="00453B91" w:rsidRPr="00BC7D9C" w:rsidRDefault="00453B91" w:rsidP="00453B91">
      <w:pPr>
        <w:rPr>
          <w:rFonts w:ascii="Frutiger LT Com 45 Light" w:hAnsi="Frutiger LT Com 45 Light"/>
          <w:lang w:val="en-AU"/>
        </w:rPr>
      </w:pPr>
    </w:p>
    <w:p w14:paraId="31313D0B" w14:textId="77777777" w:rsidR="00453B91" w:rsidRPr="00BC7D9C" w:rsidRDefault="00453B91" w:rsidP="00453B91">
      <w:pPr>
        <w:rPr>
          <w:rFonts w:ascii="Frutiger LT Com 45 Light" w:hAnsi="Frutiger LT Com 45 Light"/>
          <w:lang w:val="en-AU"/>
        </w:rPr>
      </w:pPr>
    </w:p>
    <w:p w14:paraId="13FDD3DE" w14:textId="77777777" w:rsidR="00453B91" w:rsidRPr="00BC7D9C" w:rsidRDefault="00453B91" w:rsidP="00453B91">
      <w:pPr>
        <w:rPr>
          <w:rFonts w:ascii="Frutiger LT Com 45 Light" w:hAnsi="Frutiger LT Com 45 Light"/>
          <w:lang w:val="en-AU"/>
        </w:rPr>
      </w:pPr>
    </w:p>
    <w:p w14:paraId="54020523" w14:textId="77777777" w:rsidR="00453B91" w:rsidRPr="00BC7D9C" w:rsidRDefault="00453B91" w:rsidP="00453B91">
      <w:pPr>
        <w:rPr>
          <w:rFonts w:ascii="Frutiger LT Com 45 Light" w:hAnsi="Frutiger LT Com 45 Light"/>
          <w:lang w:val="en-AU"/>
        </w:rPr>
      </w:pPr>
    </w:p>
    <w:p w14:paraId="510421CE" w14:textId="77777777" w:rsidR="00453B91" w:rsidRPr="00BC7D9C" w:rsidRDefault="00453B91" w:rsidP="00453B91">
      <w:pPr>
        <w:rPr>
          <w:rFonts w:ascii="Frutiger LT Com 45 Light" w:hAnsi="Frutiger LT Com 45 Light"/>
          <w:lang w:val="en-AU"/>
        </w:rPr>
      </w:pPr>
    </w:p>
    <w:p w14:paraId="410467B9" w14:textId="77777777" w:rsidR="00453B91" w:rsidRPr="00BC7D9C" w:rsidRDefault="00453B91" w:rsidP="00453B91">
      <w:pPr>
        <w:rPr>
          <w:rFonts w:ascii="Frutiger LT Com 45 Light" w:hAnsi="Frutiger LT Com 45 Light"/>
          <w:lang w:val="en-AU"/>
        </w:rPr>
      </w:pPr>
    </w:p>
    <w:p w14:paraId="2565954A" w14:textId="77777777" w:rsidR="00453B91" w:rsidRPr="00BC7D9C" w:rsidRDefault="00453B91" w:rsidP="00453B91">
      <w:pPr>
        <w:rPr>
          <w:rFonts w:ascii="Frutiger LT Com 45 Light" w:hAnsi="Frutiger LT Com 45 Light"/>
          <w:lang w:val="en-AU"/>
        </w:rPr>
      </w:pPr>
    </w:p>
    <w:p w14:paraId="05C248F4" w14:textId="77777777" w:rsidR="00453B91" w:rsidRPr="00BC7D9C" w:rsidRDefault="00453B91" w:rsidP="00453B91">
      <w:pPr>
        <w:rPr>
          <w:rFonts w:ascii="Frutiger LT Com 45 Light" w:hAnsi="Frutiger LT Com 45 Light"/>
          <w:lang w:val="en-AU"/>
        </w:rPr>
      </w:pPr>
    </w:p>
    <w:p w14:paraId="79B8C172" w14:textId="77777777" w:rsidR="00453B91" w:rsidRPr="00BC7D9C" w:rsidRDefault="00453B91" w:rsidP="00453B91">
      <w:pPr>
        <w:rPr>
          <w:rFonts w:ascii="Frutiger LT Com 45 Light" w:hAnsi="Frutiger LT Com 45 Light"/>
          <w:lang w:val="en-AU"/>
        </w:rPr>
      </w:pPr>
    </w:p>
    <w:p w14:paraId="719339F9" w14:textId="09757290" w:rsidR="00453B91" w:rsidRPr="00BC7D9C" w:rsidRDefault="00453B91" w:rsidP="00453B91">
      <w:pPr>
        <w:spacing w:after="0"/>
        <w:rPr>
          <w:rFonts w:ascii="Frutiger LT Com 45 Light" w:hAnsi="Frutiger LT Com 45 Light"/>
          <w:lang w:val="en-AU"/>
        </w:rPr>
      </w:pPr>
      <w:r w:rsidRPr="00BC7D9C">
        <w:rPr>
          <w:rFonts w:ascii="Frutiger LT Com 45 Light" w:hAnsi="Frutiger LT Com 45 Light"/>
          <w:lang w:val="en-AU"/>
        </w:rPr>
        <w:t>Submitted by:</w:t>
      </w:r>
    </w:p>
    <w:p w14:paraId="1BA6C998" w14:textId="01E7D5C7" w:rsidR="00AE528B" w:rsidRPr="00BC7D9C" w:rsidRDefault="00F845C3" w:rsidP="00AE528B">
      <w:pPr>
        <w:rPr>
          <w:rFonts w:ascii="Frutiger LT Com 45 Light" w:hAnsi="Frutiger LT Com 45 Light"/>
          <w:lang w:val="en-AU"/>
        </w:rPr>
        <w:sectPr w:rsidR="00AE528B" w:rsidRPr="00BC7D9C" w:rsidSect="00AE528B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1134" w:bottom="2268" w:left="1134" w:header="1134" w:footer="567" w:gutter="0"/>
          <w:cols w:space="708"/>
          <w:titlePg/>
          <w:docGrid w:linePitch="360"/>
        </w:sectPr>
      </w:pPr>
      <w:r w:rsidRPr="00BC7D9C">
        <w:rPr>
          <w:rFonts w:ascii="Frutiger LT Com 45 Light" w:hAnsi="Frutiger LT Com 45 Light"/>
          <w:lang w:val="en-AU"/>
        </w:rPr>
        <w:t>Andreas Jansen, BASF, Independent Designer</w:t>
      </w:r>
    </w:p>
    <w:bookmarkStart w:id="2" w:name="_Toc386117271"/>
    <w:bookmarkStart w:id="3" w:name="_Toc386117478"/>
    <w:p w14:paraId="17557DD4" w14:textId="735C40C2" w:rsidR="00F845C3" w:rsidRPr="00BC7D9C" w:rsidRDefault="00F845C3" w:rsidP="00BC7D9C">
      <w:pPr>
        <w:pStyle w:val="Heading1"/>
      </w:pPr>
      <w:r w:rsidRPr="00BC7D9C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369ACC90" wp14:editId="0D9A4BD7">
                <wp:simplePos x="0" y="0"/>
                <wp:positionH relativeFrom="column">
                  <wp:posOffset>5149850</wp:posOffset>
                </wp:positionH>
                <wp:positionV relativeFrom="paragraph">
                  <wp:posOffset>-31750</wp:posOffset>
                </wp:positionV>
                <wp:extent cx="1549400" cy="15875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9400" cy="1587500"/>
                          <a:chOff x="0" y="0"/>
                          <a:chExt cx="2095500" cy="2095500"/>
                        </a:xfrm>
                      </wpg:grpSpPr>
                      <pic:pic xmlns:pic="http://schemas.openxmlformats.org/drawingml/2006/picture">
                        <pic:nvPicPr>
                          <pic:cNvPr id="35" name="Picture 35" descr="Bildergebnis fÃ¼r Piktogramm uh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20955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6" name="Teilkreis 5"/>
                        <wps:cNvSpPr/>
                        <wps:spPr>
                          <a:xfrm rot="2199191">
                            <a:off x="380277" y="338802"/>
                            <a:ext cx="1331087" cy="1377386"/>
                          </a:xfrm>
                          <a:prstGeom prst="pie">
                            <a:avLst>
                              <a:gd name="adj1" fmla="val 14015466"/>
                              <a:gd name="adj2" fmla="val 18537221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" name="Textfeld 6"/>
                        <wps:cNvSpPr txBox="1"/>
                        <wps:spPr>
                          <a:xfrm>
                            <a:off x="536996" y="1047670"/>
                            <a:ext cx="812706" cy="81044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C3EFE5" w14:textId="77777777" w:rsidR="00F845C3" w:rsidRDefault="00F845C3" w:rsidP="00F845C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bookmarkStart w:id="4" w:name="_Hlk14420740"/>
                              <w:bookmarkEnd w:id="4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56"/>
                                  <w:szCs w:val="56"/>
                                  <w:lang w:val="de-DE"/>
                                </w:rPr>
                                <w:t>2H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9ACC90" id="Group 16" o:spid="_x0000_s1026" style="position:absolute;margin-left:405.5pt;margin-top:-2.5pt;width:122pt;height:125pt;z-index:251659264;mso-width-relative:margin;mso-height-relative:margin" coordsize="20955,2095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5" o:spid="_x0000_s1027" type="#_x0000_t75" alt="Bildergebnis fÃ¼r Piktogramm uhr" style="position:absolute;width:20955;height:209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">
                  <v:imagedata r:id="rId13" o:title="Bildergebnis fÃ¼r Piktogramm uhr"/>
                </v:shape>
                <v:shape id="Teilkreis 5" o:spid="_x0000_s1028" style="position:absolute;left:3802;top:3388;width:13311;height:13773;rotation:2402103fd;visibility:visible;mso-wrap-style:square;v-text-anchor:middle" coordsize="1331087,137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" path="m261777,141215c509038,-54047,854021,-46053,1092588,160465l665544,688693,261777,141215xe" fillcolor="#5b9bd5 [3204]" strokecolor="#1f4d78 [1604]" strokeweight="1pt">
                  <v:stroke joinstyle="miter"/>
                  <v:path arrowok="t" o:connecttype="custom" o:connectlocs="261777,141215;1092588,160465;665544,688693;261777,141215" o:connectangles="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6" o:spid="_x0000_s1029" type="#_x0000_t202" style="position:absolute;left:5369;top:10476;width:8128;height:8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09C3EFE5" w14:textId="77777777" w:rsidR="00F845C3" w:rsidRDefault="00F845C3" w:rsidP="00F845C3">
                        <w:pPr>
                          <w:rPr>
                            <w:sz w:val="24"/>
                            <w:szCs w:val="24"/>
                          </w:rPr>
                        </w:pPr>
                        <w:bookmarkStart w:id="6" w:name="_Hlk14420740"/>
                        <w:bookmarkEnd w:id="6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56"/>
                            <w:szCs w:val="56"/>
                            <w:lang w:val="de-DE"/>
                          </w:rPr>
                          <w:t>2H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C7D9C">
        <w:t>Module A</w:t>
      </w:r>
    </w:p>
    <w:p w14:paraId="45C8EFE1" w14:textId="77777777" w:rsidR="00F845C3" w:rsidRPr="00BC7D9C" w:rsidRDefault="00F845C3" w:rsidP="00BC7D9C">
      <w:pPr>
        <w:pStyle w:val="Heading2"/>
      </w:pPr>
      <w:r w:rsidRPr="00BC7D9C">
        <w:rPr>
          <w:lang w:val="en-AU"/>
        </w:rPr>
        <w:t>Blend pre-painted bumper</w:t>
      </w:r>
      <w:r w:rsidRPr="00BC7D9C">
        <w:t xml:space="preserve"> (light metallic)</w:t>
      </w:r>
    </w:p>
    <w:p w14:paraId="48A7579D" w14:textId="77777777" w:rsidR="00F845C3" w:rsidRPr="00BC7D9C" w:rsidRDefault="00F845C3" w:rsidP="00BC7D9C">
      <w:pPr>
        <w:pStyle w:val="Heading3"/>
        <w:rPr>
          <w:rFonts w:eastAsia="Times New Roman" w:cs="Times New Roman"/>
          <w:color w:val="auto"/>
          <w:sz w:val="24"/>
        </w:rPr>
      </w:pPr>
      <w:r w:rsidRPr="00BC7D9C">
        <w:rPr>
          <w:lang w:val="en-AU"/>
        </w:rPr>
        <w:t>Instructions:</w:t>
      </w:r>
    </w:p>
    <w:p w14:paraId="5F5A39FE" w14:textId="77777777" w:rsidR="00F845C3" w:rsidRPr="00BC7D9C" w:rsidRDefault="00F845C3" w:rsidP="00F845C3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 xml:space="preserve">Repair damaged </w:t>
      </w:r>
      <w:proofErr w:type="gramStart"/>
      <w:r w:rsidRPr="00BC7D9C">
        <w:rPr>
          <w:rFonts w:ascii="Frutiger LT Com 45 Light" w:hAnsi="Frutiger LT Com 45 Light"/>
        </w:rPr>
        <w:t>3-4 centimeter</w:t>
      </w:r>
      <w:proofErr w:type="gramEnd"/>
      <w:r w:rsidRPr="00BC7D9C">
        <w:rPr>
          <w:rFonts w:ascii="Frutiger LT Com 45 Light" w:hAnsi="Frutiger LT Com 45 Light"/>
        </w:rPr>
        <w:t xml:space="preserve"> scratch</w:t>
      </w:r>
    </w:p>
    <w:p w14:paraId="11AD8B36" w14:textId="77777777" w:rsidR="00F845C3" w:rsidRPr="00BC7D9C" w:rsidRDefault="00F845C3" w:rsidP="00F845C3">
      <w:pPr>
        <w:pStyle w:val="ListBullet2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Color – 2 Stage</w:t>
      </w:r>
    </w:p>
    <w:p w14:paraId="49C23FFA" w14:textId="77777777" w:rsidR="00F845C3" w:rsidRPr="00BC7D9C" w:rsidRDefault="00F845C3" w:rsidP="00F845C3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Participant will be supplied with premixed formula</w:t>
      </w:r>
    </w:p>
    <w:p w14:paraId="056522B3" w14:textId="77777777" w:rsidR="00F845C3" w:rsidRPr="00BC7D9C" w:rsidRDefault="00F845C3" w:rsidP="00F845C3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You must use “Job Card” in computer program for additives in base and primer and clear</w:t>
      </w:r>
    </w:p>
    <w:p w14:paraId="72866FBC" w14:textId="308A0D06" w:rsidR="00F845C3" w:rsidRPr="00BC7D9C" w:rsidRDefault="00F845C3" w:rsidP="00F845C3">
      <w:pPr>
        <w:pStyle w:val="ListBullet"/>
        <w:rPr>
          <w:rFonts w:ascii="Frutiger LT Com 45 Light" w:eastAsia="Times New Roman" w:hAnsi="Frutiger LT Com 45 Light"/>
        </w:rPr>
      </w:pPr>
      <w:proofErr w:type="gramStart"/>
      <w:r w:rsidRPr="00BC7D9C">
        <w:rPr>
          <w:rFonts w:ascii="Frutiger LT Com 45 Light" w:hAnsi="Frutiger LT Com 45 Light"/>
        </w:rPr>
        <w:t>Repair damage,</w:t>
      </w:r>
      <w:proofErr w:type="gramEnd"/>
      <w:r w:rsidRPr="00BC7D9C">
        <w:rPr>
          <w:rFonts w:ascii="Frutiger LT Com 45 Light" w:hAnsi="Frutiger LT Com 45 Light"/>
        </w:rPr>
        <w:t xml:space="preserve"> apply primer and prepare for paint </w:t>
      </w:r>
      <w:r w:rsidRPr="00BC7D9C">
        <w:rPr>
          <w:rFonts w:ascii="Frutiger LT Com 45 Light" w:hAnsi="Frutiger LT Com 45 Light"/>
          <w:b/>
          <w:color w:val="FF0000"/>
        </w:rPr>
        <w:t>Have Expert evaluate before painting</w:t>
      </w:r>
      <w:r w:rsidRPr="00BC7D9C">
        <w:rPr>
          <w:rFonts w:ascii="Frutiger LT Com 45 Light" w:hAnsi="Frutiger LT Com 45 Light"/>
          <w:b/>
        </w:rPr>
        <w:t>.</w:t>
      </w:r>
    </w:p>
    <w:p w14:paraId="3E1CCE16" w14:textId="78D3D7FA" w:rsidR="00F845C3" w:rsidRPr="00BC7D9C" w:rsidRDefault="00F845C3" w:rsidP="00F845C3">
      <w:pPr>
        <w:pStyle w:val="ListBullet"/>
        <w:rPr>
          <w:rFonts w:ascii="Frutiger LT Com 45 Light" w:hAnsi="Frutiger LT Com 45 Light"/>
          <w:sz w:val="24"/>
          <w:szCs w:val="24"/>
        </w:rPr>
      </w:pPr>
      <w:r w:rsidRPr="00BC7D9C">
        <w:rPr>
          <w:rFonts w:ascii="Frutiger LT Com 45 Light" w:hAnsi="Frutiger LT Com 45 Light"/>
        </w:rPr>
        <w:t>Blend base and clear do not clear entire part</w:t>
      </w:r>
    </w:p>
    <w:p w14:paraId="49E8F07E" w14:textId="23991FF5" w:rsidR="00F845C3" w:rsidRPr="00BC7D9C" w:rsidRDefault="00F845C3" w:rsidP="00F845C3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Part must be painted and dried in a vertical position as if it was on the car</w:t>
      </w:r>
    </w:p>
    <w:p w14:paraId="3D1A1E13" w14:textId="3C9B7AA7" w:rsidR="00F845C3" w:rsidRPr="00BC7D9C" w:rsidRDefault="00BC7D9C" w:rsidP="00F845C3">
      <w:pPr>
        <w:pStyle w:val="ListBullet"/>
        <w:rPr>
          <w:rFonts w:ascii="Frutiger LT Com 45 Light" w:hAnsi="Frutiger LT Com 45 Light"/>
          <w:sz w:val="24"/>
          <w:szCs w:val="24"/>
        </w:rPr>
      </w:pPr>
      <w:r w:rsidRPr="00BC7D9C">
        <w:rPr>
          <w:rFonts w:ascii="Frutiger LT Com 45 Light" w:hAnsi="Frutiger LT Com 45 Light"/>
          <w:noProof/>
          <w:sz w:val="22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6BA6897A" wp14:editId="5D98BBEF">
                <wp:simplePos x="0" y="0"/>
                <wp:positionH relativeFrom="column">
                  <wp:posOffset>5236210</wp:posOffset>
                </wp:positionH>
                <wp:positionV relativeFrom="paragraph">
                  <wp:posOffset>15875</wp:posOffset>
                </wp:positionV>
                <wp:extent cx="1464310" cy="1397000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4310" cy="1397000"/>
                          <a:chOff x="0" y="0"/>
                          <a:chExt cx="2207181" cy="2095500"/>
                        </a:xfrm>
                      </wpg:grpSpPr>
                      <pic:pic xmlns:pic="http://schemas.openxmlformats.org/drawingml/2006/picture">
                        <pic:nvPicPr>
                          <pic:cNvPr id="32" name="Picture 32" descr="Bildergebnis fÃ¼r Piktogramm uh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20955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3" name="Teilkreis 5"/>
                        <wps:cNvSpPr/>
                        <wps:spPr>
                          <a:xfrm rot="2199191">
                            <a:off x="380277" y="338802"/>
                            <a:ext cx="1331087" cy="1377387"/>
                          </a:xfrm>
                          <a:prstGeom prst="pie">
                            <a:avLst>
                              <a:gd name="adj1" fmla="val 14015466"/>
                              <a:gd name="adj2" fmla="val 18537221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4" name="Textfeld 6"/>
                        <wps:cNvSpPr txBox="1"/>
                        <wps:spPr>
                          <a:xfrm>
                            <a:off x="536995" y="1047671"/>
                            <a:ext cx="1670186" cy="81044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EE0C56" w14:textId="77777777" w:rsidR="00F845C3" w:rsidRDefault="00F845C3" w:rsidP="00F845C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56"/>
                                  <w:szCs w:val="56"/>
                                  <w:lang w:val="de-DE"/>
                                </w:rPr>
                                <w:t>2H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A6897A" id="Group 15" o:spid="_x0000_s1030" style="position:absolute;left:0;text-align:left;margin-left:412.3pt;margin-top:1.25pt;width:115.3pt;height:110pt;z-index:251658240;mso-width-relative:margin;mso-height-relative:margin" coordsize="22071,2095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">
                <v:shape id="Picture 32" o:spid="_x0000_s1031" type="#_x0000_t75" alt="Bildergebnis fÃ¼r Piktogramm uhr" style="position:absolute;width:20955;height:209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">
                  <v:imagedata r:id="rId13" o:title="Bildergebnis fÃ¼r Piktogramm uhr"/>
                </v:shape>
                <v:shape id="Teilkreis 5" o:spid="_x0000_s1032" style="position:absolute;left:3802;top:3388;width:13311;height:13773;rotation:2402103fd;visibility:visible;mso-wrap-style:square;v-text-anchor:middle" coordsize="1331087,1377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" path="m261777,141215c509038,-54047,854022,-46054,1092589,160465l665544,688694,261777,141215xe" fillcolor="#5b9bd5 [3204]" strokecolor="#1f4d78 [1604]" strokeweight="1pt">
                  <v:stroke joinstyle="miter"/>
                  <v:path arrowok="t" o:connecttype="custom" o:connectlocs="261777,141215;1092589,160465;665544,688694;261777,141215" o:connectangles="0,0,0,0"/>
                </v:shape>
                <v:shape id="Textfeld 6" o:spid="_x0000_s1033" type="#_x0000_t202" style="position:absolute;left:5369;top:10476;width:16702;height:8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1BEE0C56" w14:textId="77777777" w:rsidR="00F845C3" w:rsidRDefault="00F845C3" w:rsidP="00F845C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56"/>
                            <w:szCs w:val="56"/>
                            <w:lang w:val="de-DE"/>
                          </w:rPr>
                          <w:t>2H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845C3" w:rsidRPr="00BC7D9C">
        <w:rPr>
          <w:rFonts w:ascii="Frutiger LT Com 45 Light" w:hAnsi="Frutiger LT Com 45 Light"/>
          <w:b/>
          <w:bCs/>
        </w:rPr>
        <w:t>Save all dry waste in dry waste material box and all liquid waste in liquid material box</w:t>
      </w:r>
    </w:p>
    <w:p w14:paraId="53D6A73E" w14:textId="3621753D" w:rsidR="00F845C3" w:rsidRPr="00BC7D9C" w:rsidRDefault="00F845C3" w:rsidP="00BC7D9C">
      <w:pPr>
        <w:pStyle w:val="Heading1"/>
      </w:pPr>
      <w:r w:rsidRPr="00BC7D9C">
        <w:t>Module B</w:t>
      </w:r>
    </w:p>
    <w:p w14:paraId="2588D3CD" w14:textId="26D0D773" w:rsidR="00F845C3" w:rsidRPr="00BC7D9C" w:rsidRDefault="00F845C3" w:rsidP="00BC7D9C">
      <w:pPr>
        <w:pStyle w:val="Heading2"/>
      </w:pPr>
      <w:r w:rsidRPr="00BC7D9C">
        <w:t>Masking of vehicle and painting of a plastic car part</w:t>
      </w:r>
    </w:p>
    <w:p w14:paraId="6BA47B75" w14:textId="64D21961" w:rsidR="00F845C3" w:rsidRPr="00BC7D9C" w:rsidRDefault="00F845C3" w:rsidP="00BC7D9C">
      <w:pPr>
        <w:pStyle w:val="Heading3"/>
        <w:rPr>
          <w:rFonts w:eastAsia="Times New Roman" w:cs="Times New Roman"/>
          <w:color w:val="auto"/>
          <w:sz w:val="24"/>
        </w:rPr>
      </w:pPr>
      <w:r w:rsidRPr="00BC7D9C">
        <w:rPr>
          <w:lang w:val="en-AU"/>
        </w:rPr>
        <w:t>Instructions</w:t>
      </w:r>
      <w:r w:rsidRPr="00BC7D9C">
        <w:t xml:space="preserve"> for Masking:</w:t>
      </w:r>
    </w:p>
    <w:p w14:paraId="31AB773C" w14:textId="2260E35B" w:rsidR="00F845C3" w:rsidRPr="00BC7D9C" w:rsidRDefault="00F845C3" w:rsidP="00F845C3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Mask the given area of the vehicle</w:t>
      </w:r>
    </w:p>
    <w:p w14:paraId="70062554" w14:textId="364A7C58" w:rsidR="00F845C3" w:rsidRPr="00BC7D9C" w:rsidRDefault="00F845C3" w:rsidP="00F845C3">
      <w:pPr>
        <w:pStyle w:val="ListBullet"/>
        <w:rPr>
          <w:rFonts w:ascii="Frutiger LT Com 45 Light" w:hAnsi="Frutiger LT Com 45 Light"/>
          <w:color w:val="FF0000"/>
        </w:rPr>
      </w:pPr>
      <w:r w:rsidRPr="00BC7D9C">
        <w:rPr>
          <w:rFonts w:ascii="Frutiger LT Com 45 Light" w:hAnsi="Frutiger LT Com 45 Light"/>
          <w:color w:val="FF0000"/>
        </w:rPr>
        <w:t>Experts must score before masking material is removed</w:t>
      </w:r>
    </w:p>
    <w:p w14:paraId="6105D010" w14:textId="17D58847" w:rsidR="00F845C3" w:rsidRPr="00BC7D9C" w:rsidRDefault="00F845C3" w:rsidP="00F845C3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  <w:bCs/>
        </w:rPr>
        <w:t>Save all dry waste in dry waste material container</w:t>
      </w:r>
    </w:p>
    <w:p w14:paraId="7D966669" w14:textId="58537A75" w:rsidR="00F845C3" w:rsidRPr="00BC7D9C" w:rsidRDefault="00F845C3" w:rsidP="00F845C3">
      <w:pPr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  <w:lang w:val="en-AU"/>
        </w:rPr>
        <w:t>Instructions for painting part:</w:t>
      </w:r>
    </w:p>
    <w:p w14:paraId="0DE3D7EA" w14:textId="7D7615C1" w:rsidR="00F845C3" w:rsidRPr="00BC7D9C" w:rsidRDefault="00F845C3" w:rsidP="00F845C3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Prepare and paint new non-steel car part</w:t>
      </w:r>
    </w:p>
    <w:p w14:paraId="1741FFF7" w14:textId="09B41373" w:rsidR="00F845C3" w:rsidRPr="00BC7D9C" w:rsidRDefault="00F845C3" w:rsidP="00F845C3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 xml:space="preserve">Select the color from the 5 variants and select the appropriate variant  </w:t>
      </w:r>
    </w:p>
    <w:p w14:paraId="1D1455E4" w14:textId="4115F24F" w:rsidR="00F845C3" w:rsidRPr="00BC7D9C" w:rsidRDefault="00F845C3" w:rsidP="00F845C3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Give your selection the BASF representative and retrieve your s-stage color</w:t>
      </w:r>
    </w:p>
    <w:p w14:paraId="33FB974D" w14:textId="1C554B2B" w:rsidR="00F845C3" w:rsidRPr="00BC7D9C" w:rsidRDefault="00F845C3" w:rsidP="00F845C3">
      <w:pPr>
        <w:pStyle w:val="ListBullet2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Participant will be supplied with premixed paint formula</w:t>
      </w:r>
    </w:p>
    <w:p w14:paraId="47741D9E" w14:textId="63DCC301" w:rsidR="00F845C3" w:rsidRPr="00BC7D9C" w:rsidRDefault="00F845C3" w:rsidP="00F845C3">
      <w:pPr>
        <w:pStyle w:val="ListBullet"/>
        <w:rPr>
          <w:rFonts w:ascii="Frutiger LT Com 45 Light" w:hAnsi="Frutiger LT Com 45 Light"/>
          <w:color w:val="FF0000"/>
        </w:rPr>
      </w:pPr>
      <w:r w:rsidRPr="00BC7D9C">
        <w:rPr>
          <w:rFonts w:ascii="Frutiger LT Com 45 Light" w:hAnsi="Frutiger LT Com 45 Light"/>
        </w:rPr>
        <w:t xml:space="preserve">Prepare part for paint – </w:t>
      </w:r>
      <w:r w:rsidRPr="00BC7D9C">
        <w:rPr>
          <w:rFonts w:ascii="Frutiger LT Com 45 Light" w:hAnsi="Frutiger LT Com 45 Light"/>
          <w:color w:val="FF0000"/>
        </w:rPr>
        <w:t>Have Expert evaluate before painting</w:t>
      </w:r>
    </w:p>
    <w:p w14:paraId="2E09A73D" w14:textId="761449C2" w:rsidR="00F845C3" w:rsidRPr="00BC7D9C" w:rsidRDefault="00F845C3" w:rsidP="00F845C3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 xml:space="preserve">You must use “Job Card” in computer program for additives in primer filler, base and clear. </w:t>
      </w:r>
    </w:p>
    <w:p w14:paraId="78E1B827" w14:textId="120D0F3A" w:rsidR="00F845C3" w:rsidRPr="00BC7D9C" w:rsidRDefault="00F845C3" w:rsidP="00F845C3">
      <w:pPr>
        <w:pStyle w:val="ListBullet"/>
        <w:rPr>
          <w:rFonts w:ascii="Frutiger LT Com 45 Light" w:eastAsia="Times New Roman" w:hAnsi="Frutiger LT Com 45 Light"/>
          <w:b/>
        </w:rPr>
      </w:pPr>
      <w:r w:rsidRPr="00BC7D9C">
        <w:rPr>
          <w:rFonts w:ascii="Frutiger LT Com 45 Light" w:hAnsi="Frutiger LT Com 45 Light"/>
        </w:rPr>
        <w:t xml:space="preserve">Apply base/clear on the paint stand              </w:t>
      </w:r>
    </w:p>
    <w:p w14:paraId="537F17D2" w14:textId="6B677B0E" w:rsidR="00BC7D9C" w:rsidRDefault="00F845C3" w:rsidP="00133B80">
      <w:pPr>
        <w:pStyle w:val="ListBullet"/>
        <w:rPr>
          <w:rFonts w:ascii="Frutiger LT Com 45 Light" w:hAnsi="Frutiger LT Com 45 Light"/>
          <w:b/>
        </w:rPr>
      </w:pPr>
      <w:r w:rsidRPr="00BC7D9C">
        <w:rPr>
          <w:rFonts w:ascii="Frutiger LT Com 45 Light" w:hAnsi="Frutiger LT Com 45 Light"/>
          <w:b/>
          <w:bCs/>
        </w:rPr>
        <w:t>Save all dry waste in dry waste material container and all liquid waste in liquid material container</w:t>
      </w:r>
      <w:r w:rsidRPr="00BC7D9C">
        <w:rPr>
          <w:rFonts w:ascii="Frutiger LT Com 45 Light" w:eastAsiaTheme="majorEastAsia" w:hAnsi="Frutiger LT Com 45 Light" w:cstheme="majorBidi"/>
          <w:sz w:val="56"/>
          <w:szCs w:val="56"/>
        </w:rPr>
        <w:br w:type="textWrapping" w:clear="all"/>
      </w:r>
    </w:p>
    <w:p w14:paraId="261CFED4" w14:textId="77777777" w:rsidR="00BC7D9C" w:rsidRDefault="00BC7D9C">
      <w:pPr>
        <w:spacing w:after="160"/>
        <w:rPr>
          <w:rFonts w:ascii="Frutiger LT Com 45 Light" w:eastAsiaTheme="majorEastAsia" w:hAnsi="Frutiger LT Com 45 Light" w:cstheme="majorBidi"/>
          <w:b/>
          <w:color w:val="003764"/>
          <w:sz w:val="40"/>
          <w:szCs w:val="32"/>
        </w:rPr>
      </w:pPr>
      <w:r>
        <w:br w:type="page"/>
      </w:r>
    </w:p>
    <w:p w14:paraId="4799C8C0" w14:textId="0F478549" w:rsidR="00F845C3" w:rsidRPr="00BC7D9C" w:rsidRDefault="001030C0" w:rsidP="00BC7D9C">
      <w:pPr>
        <w:pStyle w:val="Heading1"/>
      </w:pPr>
      <w:r w:rsidRPr="00BC7D9C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4535178E" wp14:editId="1A987EBD">
                <wp:simplePos x="0" y="0"/>
                <wp:positionH relativeFrom="column">
                  <wp:posOffset>3750435</wp:posOffset>
                </wp:positionH>
                <wp:positionV relativeFrom="paragraph">
                  <wp:posOffset>-153599</wp:posOffset>
                </wp:positionV>
                <wp:extent cx="1597025" cy="1744345"/>
                <wp:effectExtent l="0" t="0" r="3175" b="825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7025" cy="1744345"/>
                          <a:chOff x="0" y="0"/>
                          <a:chExt cx="1597542" cy="1744599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Bildergebnis fÃ¼r Piktogramm uh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7542" cy="17445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0" name="Teilkreis 5"/>
                        <wps:cNvSpPr/>
                        <wps:spPr>
                          <a:xfrm rot="2199191">
                            <a:off x="267414" y="340196"/>
                            <a:ext cx="1052781" cy="971699"/>
                          </a:xfrm>
                          <a:prstGeom prst="pie">
                            <a:avLst>
                              <a:gd name="adj1" fmla="val 14015466"/>
                              <a:gd name="adj2" fmla="val 730004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" name="Textfeld 6"/>
                        <wps:cNvSpPr txBox="1"/>
                        <wps:spPr>
                          <a:xfrm>
                            <a:off x="404636" y="868379"/>
                            <a:ext cx="872137" cy="63255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A0ACD5" w14:textId="77777777" w:rsidR="00F845C3" w:rsidRDefault="00F845C3" w:rsidP="00F845C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56"/>
                                  <w:szCs w:val="56"/>
                                  <w:lang w:val="de-DE"/>
                                </w:rPr>
                                <w:t>4h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35178E" id="Group 8" o:spid="_x0000_s1034" style="position:absolute;margin-left:295.3pt;margin-top:-12.1pt;width:125.75pt;height:137.35pt;z-index:251654656" coordsize="15975,1744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35" type="#_x0000_t75" alt="Bildergebnis fÃ¼r Piktogramm uhr" style="position:absolute;width:15975;height:174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">
                  <v:imagedata r:id="rId14" o:title="Bildergebnis fÃ¼r Piktogramm uhr"/>
                </v:shape>
                <v:shape id="Teilkreis 5" o:spid="_x0000_s1036" style="position:absolute;left:2674;top:3401;width:10527;height:9717;rotation:2402103fd;visibility:visible;mso-wrap-style:square;v-text-anchor:middle" coordsize="1052781,97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" path="m230187,84219c399475,-22141,620229,-28227,796094,68617v196790,108367,295014,321788,242889,527748l526391,485850,230187,84219xe" fillcolor="#5b9bd5 [3204]" strokecolor="#1f4d78 [1604]" strokeweight="1pt">
                  <v:stroke joinstyle="miter"/>
                  <v:path arrowok="t" o:connecttype="custom" o:connectlocs="230187,84219;796094,68617;1038983,596365;526391,485850;230187,84219" o:connectangles="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6" o:spid="_x0000_s1037" type="#_x0000_t202" style="position:absolute;left:4046;top:8683;width:8721;height:6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60A0ACD5" w14:textId="77777777" w:rsidR="00F845C3" w:rsidRDefault="00F845C3" w:rsidP="00F845C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56"/>
                            <w:szCs w:val="56"/>
                            <w:lang w:val="de-DE"/>
                          </w:rPr>
                          <w:t>4h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845C3" w:rsidRPr="00BC7D9C">
        <w:t>Module C</w:t>
      </w:r>
    </w:p>
    <w:p w14:paraId="71B758AC" w14:textId="509DA23E" w:rsidR="00F845C3" w:rsidRPr="00BC7D9C" w:rsidRDefault="00F845C3" w:rsidP="00BC7D9C">
      <w:pPr>
        <w:pStyle w:val="Heading2"/>
      </w:pPr>
      <w:r w:rsidRPr="00BC7D9C">
        <w:t xml:space="preserve">Standard application inside </w:t>
      </w:r>
    </w:p>
    <w:p w14:paraId="21D1A00B" w14:textId="2EB34013" w:rsidR="00F845C3" w:rsidRPr="00BC7D9C" w:rsidRDefault="00F845C3" w:rsidP="00BC7D9C">
      <w:pPr>
        <w:pStyle w:val="Heading3"/>
      </w:pPr>
      <w:r w:rsidRPr="00BC7D9C">
        <w:t>Outside door</w:t>
      </w:r>
    </w:p>
    <w:p w14:paraId="01F58CA8" w14:textId="169DE2FF" w:rsidR="00F845C3" w:rsidRPr="00BC7D9C" w:rsidRDefault="00F845C3" w:rsidP="00BC7D9C">
      <w:pPr>
        <w:rPr>
          <w:rFonts w:ascii="Frutiger LT Com 45 Light" w:eastAsia="Times New Roman" w:hAnsi="Frutiger LT Com 45 Light" w:cs="Times New Roman"/>
          <w:sz w:val="24"/>
          <w:szCs w:val="24"/>
        </w:rPr>
      </w:pPr>
      <w:r w:rsidRPr="00BC7D9C">
        <w:rPr>
          <w:rFonts w:ascii="Frutiger LT Com 45 Light" w:hAnsi="Frutiger LT Com 45 Light"/>
          <w:lang w:val="en-AU"/>
        </w:rPr>
        <w:t>Instructions</w:t>
      </w:r>
      <w:r w:rsidRPr="00BC7D9C">
        <w:rPr>
          <w:rFonts w:ascii="Frutiger LT Com 45 Light" w:hAnsi="Frutiger LT Com 45 Light"/>
          <w:lang w:val="de-DE"/>
        </w:rPr>
        <w:t xml:space="preserve">: </w:t>
      </w:r>
    </w:p>
    <w:p w14:paraId="4421C786" w14:textId="23A515F1" w:rsidR="00F845C3" w:rsidRPr="00BC7D9C" w:rsidRDefault="00F845C3" w:rsidP="00BC7D9C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Repair damaged area on exterior of door</w:t>
      </w:r>
    </w:p>
    <w:p w14:paraId="3DEA6DE0" w14:textId="6EFE244A" w:rsidR="00F845C3" w:rsidRPr="00BC7D9C" w:rsidRDefault="00F845C3" w:rsidP="00BC7D9C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 xml:space="preserve">Apply polyester filler – </w:t>
      </w:r>
      <w:r w:rsidRPr="00BC7D9C">
        <w:rPr>
          <w:rFonts w:ascii="Frutiger LT Com 45 Light" w:hAnsi="Frutiger LT Com 45 Light"/>
          <w:b/>
          <w:color w:val="FF0000"/>
        </w:rPr>
        <w:t xml:space="preserve">Have </w:t>
      </w:r>
      <w:r w:rsidR="00BC7D9C">
        <w:rPr>
          <w:rFonts w:ascii="Frutiger LT Com 45 Light" w:hAnsi="Frutiger LT Com 45 Light"/>
          <w:b/>
          <w:color w:val="FF0000"/>
        </w:rPr>
        <w:t>E</w:t>
      </w:r>
      <w:r w:rsidRPr="00BC7D9C">
        <w:rPr>
          <w:rFonts w:ascii="Frutiger LT Com 45 Light" w:hAnsi="Frutiger LT Com 45 Light"/>
          <w:b/>
          <w:color w:val="FF0000"/>
        </w:rPr>
        <w:t>xpert evaluate</w:t>
      </w:r>
    </w:p>
    <w:p w14:paraId="60C42A81" w14:textId="0B0A4234" w:rsidR="00F845C3" w:rsidRPr="00BC7D9C" w:rsidRDefault="00F845C3" w:rsidP="00BC7D9C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 xml:space="preserve">Prepare for primer – </w:t>
      </w:r>
      <w:r w:rsidRPr="00BC7D9C">
        <w:rPr>
          <w:rFonts w:ascii="Frutiger LT Com 45 Light" w:hAnsi="Frutiger LT Com 45 Light"/>
          <w:b/>
          <w:color w:val="FF0000"/>
        </w:rPr>
        <w:t xml:space="preserve">Have </w:t>
      </w:r>
      <w:r w:rsidR="00BC7D9C">
        <w:rPr>
          <w:rFonts w:ascii="Frutiger LT Com 45 Light" w:hAnsi="Frutiger LT Com 45 Light"/>
          <w:b/>
          <w:color w:val="FF0000"/>
        </w:rPr>
        <w:t>E</w:t>
      </w:r>
      <w:r w:rsidRPr="00BC7D9C">
        <w:rPr>
          <w:rFonts w:ascii="Frutiger LT Com 45 Light" w:hAnsi="Frutiger LT Com 45 Light"/>
          <w:b/>
          <w:color w:val="FF0000"/>
        </w:rPr>
        <w:t>xpert evaluate</w:t>
      </w:r>
      <w:r w:rsidRPr="00BC7D9C">
        <w:rPr>
          <w:rFonts w:ascii="Frutiger LT Com 45 Light" w:hAnsi="Frutiger LT Com 45 Light"/>
          <w:color w:val="FF0000"/>
        </w:rPr>
        <w:t xml:space="preserve"> </w:t>
      </w:r>
    </w:p>
    <w:p w14:paraId="639EADED" w14:textId="797B4F22" w:rsidR="00F845C3" w:rsidRPr="00BC7D9C" w:rsidRDefault="00F845C3" w:rsidP="00BC7D9C">
      <w:pPr>
        <w:pStyle w:val="ListBullet"/>
        <w:rPr>
          <w:rFonts w:ascii="Frutiger LT Com 45 Light" w:hAnsi="Frutiger LT Com 45 Light"/>
          <w:b/>
        </w:rPr>
      </w:pPr>
      <w:r w:rsidRPr="00BC7D9C">
        <w:rPr>
          <w:rFonts w:ascii="Frutiger LT Com 45 Light" w:hAnsi="Frutiger LT Com 45 Light"/>
        </w:rPr>
        <w:t xml:space="preserve">Apply UV primer. </w:t>
      </w:r>
      <w:r w:rsidRPr="00BC7D9C">
        <w:rPr>
          <w:rFonts w:ascii="Frutiger LT Com 45 Light" w:hAnsi="Frutiger LT Com 45 Light"/>
          <w:b/>
          <w:color w:val="FF0000"/>
        </w:rPr>
        <w:t xml:space="preserve">Before sanding have </w:t>
      </w:r>
      <w:r w:rsidR="00BC7D9C">
        <w:rPr>
          <w:rFonts w:ascii="Frutiger LT Com 45 Light" w:hAnsi="Frutiger LT Com 45 Light"/>
          <w:b/>
          <w:color w:val="FF0000"/>
        </w:rPr>
        <w:t>E</w:t>
      </w:r>
      <w:r w:rsidRPr="00BC7D9C">
        <w:rPr>
          <w:rFonts w:ascii="Frutiger LT Com 45 Light" w:hAnsi="Frutiger LT Com 45 Light"/>
          <w:b/>
          <w:color w:val="FF0000"/>
        </w:rPr>
        <w:t>xpert evaluate</w:t>
      </w:r>
    </w:p>
    <w:p w14:paraId="1CBC65E2" w14:textId="77777777" w:rsidR="00F845C3" w:rsidRPr="00BC7D9C" w:rsidRDefault="00F845C3" w:rsidP="00BC7D9C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Prepare for application of color to the entire door</w:t>
      </w:r>
    </w:p>
    <w:p w14:paraId="697CB1FE" w14:textId="77777777" w:rsidR="00F845C3" w:rsidRPr="00BC7D9C" w:rsidRDefault="00F845C3" w:rsidP="00BC7D9C">
      <w:pPr>
        <w:pStyle w:val="ListBullet"/>
        <w:rPr>
          <w:rFonts w:ascii="Frutiger LT Com 45 Light" w:hAnsi="Frutiger LT Com 45 Light"/>
          <w:b/>
        </w:rPr>
      </w:pPr>
      <w:r w:rsidRPr="00BC7D9C">
        <w:rPr>
          <w:rFonts w:ascii="Frutiger LT Com 45 Light" w:hAnsi="Frutiger LT Com 45 Light"/>
          <w:b/>
        </w:rPr>
        <w:t xml:space="preserve">Save all dry waste in dry waste material container and all liquid waste in liquid material container </w:t>
      </w:r>
    </w:p>
    <w:p w14:paraId="6FC53FBB" w14:textId="7FBFE938" w:rsidR="00F845C3" w:rsidRPr="00BC7D9C" w:rsidRDefault="00F845C3" w:rsidP="00BC7D9C">
      <w:pPr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Color – 2 Stage</w:t>
      </w:r>
    </w:p>
    <w:p w14:paraId="7D2ACD56" w14:textId="77777777" w:rsidR="00F845C3" w:rsidRPr="00BC7D9C" w:rsidRDefault="00F845C3" w:rsidP="00BC7D9C">
      <w:pPr>
        <w:pStyle w:val="ListBullet"/>
        <w:rPr>
          <w:rFonts w:ascii="Frutiger LT Com 45 Light" w:eastAsia="Times New Roman" w:hAnsi="Frutiger LT Com 45 Light" w:cs="Times New Roman"/>
        </w:rPr>
      </w:pPr>
      <w:r w:rsidRPr="00BC7D9C">
        <w:rPr>
          <w:rFonts w:ascii="Frutiger LT Com 45 Light" w:hAnsi="Frutiger LT Com 45 Light"/>
        </w:rPr>
        <w:t>The door must be painted and dried in a vertical position.</w:t>
      </w:r>
    </w:p>
    <w:p w14:paraId="1AB5FAFF" w14:textId="77777777" w:rsidR="00F845C3" w:rsidRPr="00BC7D9C" w:rsidRDefault="00F845C3" w:rsidP="00BC7D9C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You must mix color from formula and use “Job Card” in computer program for all mixing</w:t>
      </w:r>
    </w:p>
    <w:p w14:paraId="653AE522" w14:textId="77777777" w:rsidR="00F845C3" w:rsidRPr="00BC7D9C" w:rsidRDefault="00F845C3" w:rsidP="00BC7D9C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Apply base inside and outside of the door</w:t>
      </w:r>
    </w:p>
    <w:p w14:paraId="7079EAEE" w14:textId="77777777" w:rsidR="00F845C3" w:rsidRPr="00BC7D9C" w:rsidRDefault="00F845C3" w:rsidP="00BC7D9C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 xml:space="preserve">Application of clear </w:t>
      </w:r>
    </w:p>
    <w:p w14:paraId="19C1E794" w14:textId="77777777" w:rsidR="00F845C3" w:rsidRPr="00BC7D9C" w:rsidRDefault="00F845C3" w:rsidP="00BC7D9C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 xml:space="preserve">Clear coat - </w:t>
      </w:r>
      <w:r w:rsidRPr="00BC7D9C">
        <w:rPr>
          <w:rFonts w:ascii="Frutiger LT Com 45 Light" w:hAnsi="Frutiger LT Com 45 Light"/>
          <w:b/>
        </w:rPr>
        <w:t>matt finish</w:t>
      </w:r>
    </w:p>
    <w:p w14:paraId="629A2286" w14:textId="77777777" w:rsidR="00F845C3" w:rsidRPr="00BC7D9C" w:rsidRDefault="00F845C3" w:rsidP="00BC7D9C">
      <w:pPr>
        <w:pStyle w:val="ListBullet"/>
        <w:rPr>
          <w:rFonts w:ascii="Frutiger LT Com 45 Light" w:hAnsi="Frutiger LT Com 45 Light"/>
          <w:b/>
          <w:sz w:val="24"/>
          <w:szCs w:val="24"/>
        </w:rPr>
      </w:pPr>
      <w:r w:rsidRPr="00BC7D9C">
        <w:rPr>
          <w:rFonts w:ascii="Frutiger LT Com 45 Light" w:hAnsi="Frutiger LT Com 45 Light"/>
          <w:b/>
        </w:rPr>
        <w:t xml:space="preserve">Save all dry waste in dry waste material container and all liquid waste in liquid material container </w:t>
      </w:r>
    </w:p>
    <w:p w14:paraId="4E2B582E" w14:textId="77777777" w:rsidR="00F845C3" w:rsidRPr="00BC7D9C" w:rsidRDefault="00F845C3" w:rsidP="00F845C3">
      <w:pPr>
        <w:jc w:val="right"/>
        <w:rPr>
          <w:rFonts w:ascii="Frutiger LT Com 45 Light" w:eastAsiaTheme="majorEastAsia" w:hAnsi="Frutiger LT Com 45 Light" w:cstheme="majorBidi"/>
          <w:color w:val="000000" w:themeColor="text1"/>
          <w:kern w:val="24"/>
          <w:sz w:val="56"/>
          <w:szCs w:val="56"/>
        </w:rPr>
      </w:pPr>
    </w:p>
    <w:p w14:paraId="6FE2ACF5" w14:textId="77777777" w:rsidR="00F845C3" w:rsidRPr="00BC7D9C" w:rsidRDefault="00F845C3" w:rsidP="00F845C3">
      <w:pPr>
        <w:rPr>
          <w:rFonts w:ascii="Frutiger LT Com 45 Light" w:eastAsiaTheme="majorEastAsia" w:hAnsi="Frutiger LT Com 45 Light" w:cstheme="majorBidi"/>
          <w:color w:val="000000" w:themeColor="text1"/>
          <w:kern w:val="24"/>
          <w:sz w:val="56"/>
          <w:szCs w:val="56"/>
        </w:rPr>
      </w:pPr>
    </w:p>
    <w:p w14:paraId="66122172" w14:textId="3689A650" w:rsidR="00F845C3" w:rsidRPr="00BC7D9C" w:rsidRDefault="00F845C3" w:rsidP="00F845C3">
      <w:pPr>
        <w:jc w:val="right"/>
        <w:rPr>
          <w:rFonts w:ascii="Frutiger LT Com 45 Light" w:eastAsiaTheme="majorEastAsia" w:hAnsi="Frutiger LT Com 45 Light" w:cstheme="majorBidi"/>
          <w:color w:val="000000" w:themeColor="text1"/>
          <w:kern w:val="24"/>
          <w:sz w:val="56"/>
          <w:szCs w:val="56"/>
        </w:rPr>
      </w:pPr>
    </w:p>
    <w:p w14:paraId="609A08B9" w14:textId="77777777" w:rsidR="00F845C3" w:rsidRPr="001030C0" w:rsidRDefault="00F845C3" w:rsidP="00F845C3">
      <w:pPr>
        <w:jc w:val="center"/>
        <w:rPr>
          <w:rFonts w:ascii="Frutiger LT Com 45 Light" w:eastAsiaTheme="majorEastAsia" w:hAnsi="Frutiger LT Com 45 Light" w:cstheme="majorBidi"/>
          <w:b/>
          <w:color w:val="000000" w:themeColor="text1"/>
          <w:kern w:val="24"/>
          <w:sz w:val="56"/>
          <w:szCs w:val="56"/>
          <w:lang w:val="en-GB"/>
        </w:rPr>
      </w:pPr>
    </w:p>
    <w:p w14:paraId="2C90C052" w14:textId="77777777" w:rsidR="00BC7D9C" w:rsidRPr="00BC7D9C" w:rsidRDefault="00BC7D9C">
      <w:pPr>
        <w:spacing w:after="160"/>
        <w:rPr>
          <w:rFonts w:ascii="Frutiger LT Com 45 Light" w:eastAsiaTheme="majorEastAsia" w:hAnsi="Frutiger LT Com 45 Light" w:cstheme="majorBidi"/>
          <w:b/>
          <w:color w:val="003764"/>
          <w:sz w:val="40"/>
          <w:szCs w:val="32"/>
        </w:rPr>
      </w:pPr>
      <w:r w:rsidRPr="00BC7D9C">
        <w:rPr>
          <w:rFonts w:ascii="Frutiger LT Com 45 Light" w:hAnsi="Frutiger LT Com 45 Light"/>
        </w:rPr>
        <w:br w:type="page"/>
      </w:r>
    </w:p>
    <w:p w14:paraId="104D9A25" w14:textId="41992E44" w:rsidR="00F845C3" w:rsidRPr="00BC7D9C" w:rsidRDefault="00F845C3" w:rsidP="00BC7D9C">
      <w:pPr>
        <w:pStyle w:val="Heading1"/>
      </w:pPr>
      <w:r w:rsidRPr="00BC7D9C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20D5747C" wp14:editId="3996FFD4">
                <wp:simplePos x="0" y="0"/>
                <wp:positionH relativeFrom="column">
                  <wp:posOffset>3895190</wp:posOffset>
                </wp:positionH>
                <wp:positionV relativeFrom="paragraph">
                  <wp:posOffset>-717249</wp:posOffset>
                </wp:positionV>
                <wp:extent cx="1393825" cy="1200150"/>
                <wp:effectExtent l="0" t="0" r="0" b="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3825" cy="1200150"/>
                          <a:chOff x="0" y="0"/>
                          <a:chExt cx="2095500" cy="2095500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Bildergebnis fÃ¼r Piktogramm uh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20955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" name="Teilkreis 5"/>
                        <wps:cNvSpPr/>
                        <wps:spPr>
                          <a:xfrm rot="2199191">
                            <a:off x="380277" y="338802"/>
                            <a:ext cx="1331087" cy="1377386"/>
                          </a:xfrm>
                          <a:prstGeom prst="pie">
                            <a:avLst>
                              <a:gd name="adj1" fmla="val 14015466"/>
                              <a:gd name="adj2" fmla="val 18537221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" name="Textfeld 6"/>
                        <wps:cNvSpPr txBox="1"/>
                        <wps:spPr>
                          <a:xfrm>
                            <a:off x="622917" y="986690"/>
                            <a:ext cx="812707" cy="81044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20CBD4" w14:textId="77777777" w:rsidR="00F845C3" w:rsidRDefault="00F845C3" w:rsidP="00F845C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56"/>
                                  <w:szCs w:val="56"/>
                                  <w:lang w:val="de-DE"/>
                                </w:rPr>
                                <w:t>2H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D5747C" id="Group 17" o:spid="_x0000_s1038" style="position:absolute;margin-left:306.7pt;margin-top:-56.5pt;width:109.75pt;height:94.5pt;z-index:251655680;mso-height-relative:margin" coordsize="20955,2095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">
                <v:shape id="Picture 22" o:spid="_x0000_s1039" type="#_x0000_t75" alt="Bildergebnis fÃ¼r Piktogramm uhr" style="position:absolute;width:20955;height:209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">
                  <v:imagedata r:id="rId14" o:title="Bildergebnis fÃ¼r Piktogramm uhr"/>
                </v:shape>
                <v:shape id="Teilkreis 5" o:spid="_x0000_s1040" style="position:absolute;left:3802;top:3388;width:13311;height:13773;rotation:2402103fd;visibility:visible;mso-wrap-style:square;v-text-anchor:middle" coordsize="1331087,137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" path="m261777,141215c509038,-54047,854021,-46053,1092588,160465l665544,688693,261777,141215xe" fillcolor="#5b9bd5 [3204]" strokecolor="#1f4d78 [1604]" strokeweight="1pt">
                  <v:stroke joinstyle="miter"/>
                  <v:path arrowok="t" o:connecttype="custom" o:connectlocs="261777,141215;1092588,160465;665544,688693;261777,141215" o:connectangles="0,0,0,0"/>
                </v:shape>
                <v:shape id="Textfeld 6" o:spid="_x0000_s1041" type="#_x0000_t202" style="position:absolute;left:6229;top:9866;width:8127;height:8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7420CBD4" w14:textId="77777777" w:rsidR="00F845C3" w:rsidRDefault="00F845C3" w:rsidP="00F845C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56"/>
                            <w:szCs w:val="56"/>
                            <w:lang w:val="de-DE"/>
                          </w:rPr>
                          <w:t>2H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C7D9C">
        <w:t xml:space="preserve">Module D </w:t>
      </w:r>
    </w:p>
    <w:p w14:paraId="249BADEC" w14:textId="6BE87A3F" w:rsidR="00F845C3" w:rsidRPr="00BC7D9C" w:rsidRDefault="00F845C3" w:rsidP="00BC7D9C">
      <w:pPr>
        <w:pStyle w:val="Heading2"/>
      </w:pPr>
      <w:r w:rsidRPr="00BC7D9C">
        <w:t xml:space="preserve">Application of base clear wet on wet system on hood/bonnet </w:t>
      </w:r>
    </w:p>
    <w:p w14:paraId="036C06FD" w14:textId="77777777" w:rsidR="00F845C3" w:rsidRPr="00BC7D9C" w:rsidRDefault="00F845C3" w:rsidP="00BC7D9C">
      <w:pPr>
        <w:pStyle w:val="Heading3"/>
        <w:rPr>
          <w:rFonts w:eastAsia="Times New Roman" w:cs="Times New Roman"/>
          <w:color w:val="auto"/>
          <w:sz w:val="24"/>
        </w:rPr>
      </w:pPr>
      <w:r w:rsidRPr="00BC7D9C">
        <w:rPr>
          <w:lang w:val="en-AU"/>
        </w:rPr>
        <w:t>Instructions</w:t>
      </w:r>
      <w:r w:rsidRPr="00BC7D9C">
        <w:rPr>
          <w:lang w:val="en-GB"/>
        </w:rPr>
        <w:t xml:space="preserve">: </w:t>
      </w:r>
    </w:p>
    <w:p w14:paraId="67622549" w14:textId="77777777" w:rsidR="00F845C3" w:rsidRPr="00BC7D9C" w:rsidRDefault="00F845C3" w:rsidP="00BC7D9C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Preparation of a new car part for wet on wet</w:t>
      </w:r>
    </w:p>
    <w:p w14:paraId="485BCD12" w14:textId="45841B57" w:rsidR="00F845C3" w:rsidRPr="00BC7D9C" w:rsidRDefault="00F845C3" w:rsidP="00BC7D9C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 xml:space="preserve">Apply primer to complete part. </w:t>
      </w:r>
      <w:r w:rsidRPr="00BC7D9C">
        <w:rPr>
          <w:rFonts w:ascii="Frutiger LT Com 45 Light" w:hAnsi="Frutiger LT Com 45 Light"/>
          <w:b/>
          <w:color w:val="FF0000"/>
        </w:rPr>
        <w:t xml:space="preserve">Have </w:t>
      </w:r>
      <w:r w:rsidR="00BC7D9C" w:rsidRPr="00BC7D9C">
        <w:rPr>
          <w:rFonts w:ascii="Frutiger LT Com 45 Light" w:hAnsi="Frutiger LT Com 45 Light"/>
          <w:b/>
          <w:color w:val="FF0000"/>
        </w:rPr>
        <w:t>E</w:t>
      </w:r>
      <w:r w:rsidRPr="00BC7D9C">
        <w:rPr>
          <w:rFonts w:ascii="Frutiger LT Com 45 Light" w:hAnsi="Frutiger LT Com 45 Light"/>
          <w:b/>
          <w:color w:val="FF0000"/>
        </w:rPr>
        <w:t>xpert evaluate</w:t>
      </w:r>
      <w:r w:rsidRPr="00BC7D9C">
        <w:rPr>
          <w:rFonts w:ascii="Frutiger LT Com 45 Light" w:hAnsi="Frutiger LT Com 45 Light"/>
          <w:color w:val="FF0000"/>
        </w:rPr>
        <w:t xml:space="preserve"> </w:t>
      </w:r>
    </w:p>
    <w:p w14:paraId="24A552C1" w14:textId="77777777" w:rsidR="00F845C3" w:rsidRPr="00BC7D9C" w:rsidRDefault="00F845C3" w:rsidP="00BC7D9C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 xml:space="preserve">Color - 2 Stage </w:t>
      </w:r>
    </w:p>
    <w:p w14:paraId="2A4D1F58" w14:textId="248F2975" w:rsidR="00F845C3" w:rsidRPr="00BC7D9C" w:rsidRDefault="00BC7D9C" w:rsidP="00BC7D9C">
      <w:pPr>
        <w:pStyle w:val="ListBullet"/>
        <w:rPr>
          <w:rFonts w:ascii="Frutiger LT Com 45 Light" w:hAnsi="Frutiger LT Com 45 Light"/>
          <w:sz w:val="24"/>
          <w:szCs w:val="24"/>
        </w:rPr>
      </w:pPr>
      <w:r w:rsidRPr="00BC7D9C">
        <w:rPr>
          <w:rFonts w:ascii="Frutiger LT Com 45 Light" w:hAnsi="Frutiger LT Com 45 Light"/>
        </w:rPr>
        <w:t>B</w:t>
      </w:r>
      <w:r w:rsidR="00F845C3" w:rsidRPr="00BC7D9C">
        <w:rPr>
          <w:rFonts w:ascii="Frutiger LT Com 45 Light" w:hAnsi="Frutiger LT Com 45 Light"/>
        </w:rPr>
        <w:t>asecoat standard application inside and outside</w:t>
      </w:r>
    </w:p>
    <w:p w14:paraId="49EDFFDE" w14:textId="77777777" w:rsidR="00F845C3" w:rsidRPr="00BC7D9C" w:rsidRDefault="00F845C3" w:rsidP="00BC7D9C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You must mix color from formula and use “Job Card” in computer program for all mixing</w:t>
      </w:r>
    </w:p>
    <w:p w14:paraId="0F1C0353" w14:textId="77777777" w:rsidR="00F845C3" w:rsidRPr="00BC7D9C" w:rsidRDefault="00F845C3" w:rsidP="00BC7D9C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High gloss clear coat application</w:t>
      </w:r>
    </w:p>
    <w:p w14:paraId="7532953A" w14:textId="3CD84E27" w:rsidR="00F845C3" w:rsidRPr="00BC7D9C" w:rsidRDefault="001030C0" w:rsidP="00BC7D9C">
      <w:pPr>
        <w:pStyle w:val="ListBullet"/>
        <w:rPr>
          <w:rFonts w:ascii="Frutiger LT Com 45 Light" w:hAnsi="Frutiger LT Com 45 Light"/>
          <w:b/>
          <w:sz w:val="24"/>
          <w:szCs w:val="24"/>
        </w:rPr>
      </w:pPr>
      <w:r w:rsidRPr="00BC7D9C"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37E280FB" wp14:editId="22923CBA">
                <wp:simplePos x="0" y="0"/>
                <wp:positionH relativeFrom="column">
                  <wp:posOffset>4015622</wp:posOffset>
                </wp:positionH>
                <wp:positionV relativeFrom="paragraph">
                  <wp:posOffset>273584</wp:posOffset>
                </wp:positionV>
                <wp:extent cx="1280795" cy="1241425"/>
                <wp:effectExtent l="0" t="0" r="0" b="0"/>
                <wp:wrapSquare wrapText="bothSides"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0795" cy="1241425"/>
                          <a:chOff x="0" y="0"/>
                          <a:chExt cx="2095500" cy="2095501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Bildergebnis fÃ¼r Piktogramm uh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20955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9" name="Teilkreis 12"/>
                        <wps:cNvSpPr/>
                        <wps:spPr>
                          <a:xfrm rot="2199191">
                            <a:off x="380277" y="338802"/>
                            <a:ext cx="1331087" cy="1377386"/>
                          </a:xfrm>
                          <a:prstGeom prst="pie">
                            <a:avLst>
                              <a:gd name="adj1" fmla="val 14015466"/>
                              <a:gd name="adj2" fmla="val 18537221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" name="Textfeld 13"/>
                        <wps:cNvSpPr txBox="1"/>
                        <wps:spPr>
                          <a:xfrm>
                            <a:off x="499856" y="1047365"/>
                            <a:ext cx="1076224" cy="77472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FC2F21" w14:textId="77777777" w:rsidR="00F845C3" w:rsidRDefault="00F845C3" w:rsidP="00F845C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56"/>
                                  <w:szCs w:val="56"/>
                                  <w:lang w:val="de-DE"/>
                                </w:rPr>
                                <w:t>2H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E280FB" id="Group 21" o:spid="_x0000_s1042" style="position:absolute;left:0;text-align:left;margin-left:316.2pt;margin-top:21.55pt;width:100.85pt;height:97.75pt;z-index:-251659776" coordsize="20955,2095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">
                <v:shape id="Picture 18" o:spid="_x0000_s1043" type="#_x0000_t75" alt="Bildergebnis fÃ¼r Piktogramm uhr" style="position:absolute;width:20955;height:209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">
                  <v:imagedata r:id="rId14" o:title="Bildergebnis fÃ¼r Piktogramm uhr"/>
                </v:shape>
                <v:shape id="Teilkreis 12" o:spid="_x0000_s1044" style="position:absolute;left:3802;top:3388;width:13311;height:13773;rotation:2402103fd;visibility:visible;mso-wrap-style:square;v-text-anchor:middle" coordsize="1331087,137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" path="m261777,141215c509038,-54047,854021,-46053,1092588,160465l665544,688693,261777,141215xe" fillcolor="#5b9bd5 [3204]" strokecolor="#1f4d78 [1604]" strokeweight="1pt">
                  <v:stroke joinstyle="miter"/>
                  <v:path arrowok="t" o:connecttype="custom" o:connectlocs="261777,141215;1092588,160465;665544,688693;261777,141215" o:connectangles="0,0,0,0"/>
                </v:shape>
                <v:shape id="Textfeld 13" o:spid="_x0000_s1045" type="#_x0000_t202" style="position:absolute;left:4998;top:10473;width:10762;height:7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74FC2F21" w14:textId="77777777" w:rsidR="00F845C3" w:rsidRDefault="00F845C3" w:rsidP="00F845C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56"/>
                            <w:szCs w:val="56"/>
                            <w:lang w:val="de-DE"/>
                          </w:rPr>
                          <w:t>2H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BC7D9C" w:rsidRPr="00BC7D9C">
        <w:rPr>
          <w:rFonts w:ascii="Frutiger LT Com 45 Light" w:hAnsi="Frutiger LT Com 45 Light"/>
          <w:b/>
        </w:rPr>
        <w:t>S</w:t>
      </w:r>
      <w:r w:rsidR="00F845C3" w:rsidRPr="00BC7D9C">
        <w:rPr>
          <w:rFonts w:ascii="Frutiger LT Com 45 Light" w:hAnsi="Frutiger LT Com 45 Light"/>
          <w:b/>
        </w:rPr>
        <w:t>ave all dry waste in dry waste material container and all liquid waste in liquid material container</w:t>
      </w:r>
    </w:p>
    <w:p w14:paraId="3093D8B8" w14:textId="3EED9E22" w:rsidR="00F845C3" w:rsidRPr="00BC7D9C" w:rsidRDefault="00F845C3" w:rsidP="00F845C3">
      <w:pPr>
        <w:jc w:val="right"/>
        <w:rPr>
          <w:rFonts w:ascii="Frutiger LT Com 45 Light" w:hAnsi="Frutiger LT Com 45 Light"/>
          <w:noProof/>
        </w:rPr>
      </w:pPr>
    </w:p>
    <w:p w14:paraId="7F4FBEA2" w14:textId="4E659A60" w:rsidR="00F845C3" w:rsidRPr="00BC7D9C" w:rsidRDefault="00F845C3" w:rsidP="001030C0">
      <w:pPr>
        <w:pStyle w:val="Heading1"/>
      </w:pPr>
      <w:r w:rsidRPr="00BC7D9C">
        <w:t xml:space="preserve">Module E </w:t>
      </w:r>
    </w:p>
    <w:p w14:paraId="31513BBF" w14:textId="5B188856" w:rsidR="00F845C3" w:rsidRPr="00BC7D9C" w:rsidRDefault="00267B54" w:rsidP="00BC7D9C">
      <w:pPr>
        <w:pStyle w:val="Heading2"/>
      </w:pPr>
      <w:r w:rsidRPr="00BC7D9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7ADF0D" wp14:editId="6833BACA">
                <wp:simplePos x="0" y="0"/>
                <wp:positionH relativeFrom="column">
                  <wp:posOffset>4154170</wp:posOffset>
                </wp:positionH>
                <wp:positionV relativeFrom="paragraph">
                  <wp:posOffset>410845</wp:posOffset>
                </wp:positionV>
                <wp:extent cx="1091565" cy="990600"/>
                <wp:effectExtent l="0" t="0" r="13335" b="1905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1565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5F1541" w14:textId="37CBFF93" w:rsidR="00F845C3" w:rsidRDefault="00F845C3" w:rsidP="00F845C3">
                            <w:r>
                              <w:rPr>
                                <w:noProof/>
                                <w:szCs w:val="20"/>
                                <w:lang w:val="en-GB" w:eastAsia="en-GB"/>
                              </w:rPr>
                              <w:drawing>
                                <wp:inline distT="0" distB="0" distL="0" distR="0" wp14:anchorId="332DA6A7" wp14:editId="0B863C82">
                                  <wp:extent cx="936625" cy="939800"/>
                                  <wp:effectExtent l="0" t="0" r="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6625" cy="939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ADF0D" id="Text Box 28" o:spid="_x0000_s1046" type="#_x0000_t202" style="position:absolute;margin-left:327.1pt;margin-top:32.35pt;width:85.95pt;height:7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" fillcolor="white [3201]" strokeweight=".5pt">
                <v:textbox>
                  <w:txbxContent>
                    <w:p w14:paraId="795F1541" w14:textId="37CBFF93" w:rsidR="00F845C3" w:rsidRDefault="00F845C3" w:rsidP="00F845C3">
                      <w:r>
                        <w:rPr>
                          <w:noProof/>
                          <w:szCs w:val="20"/>
                          <w:lang w:val="en-GB" w:eastAsia="en-GB"/>
                        </w:rPr>
                        <w:drawing>
                          <wp:inline distT="0" distB="0" distL="0" distR="0" wp14:anchorId="332DA6A7" wp14:editId="0B863C82">
                            <wp:extent cx="936625" cy="939800"/>
                            <wp:effectExtent l="0" t="0" r="0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6625" cy="939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845C3" w:rsidRPr="00BC7D9C">
        <w:t xml:space="preserve">Design on pre-painted wheel </w:t>
      </w:r>
    </w:p>
    <w:p w14:paraId="5675D61F" w14:textId="74197A49" w:rsidR="00F845C3" w:rsidRPr="00BC7D9C" w:rsidRDefault="00BC7D9C" w:rsidP="00BC7D9C">
      <w:pPr>
        <w:pStyle w:val="Heading3"/>
      </w:pPr>
      <w:r w:rsidRPr="00BC7D9C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FCB9C3D" wp14:editId="6D237B0C">
                <wp:simplePos x="0" y="0"/>
                <wp:positionH relativeFrom="column">
                  <wp:posOffset>2965450</wp:posOffset>
                </wp:positionH>
                <wp:positionV relativeFrom="paragraph">
                  <wp:posOffset>25400</wp:posOffset>
                </wp:positionV>
                <wp:extent cx="1066800" cy="990600"/>
                <wp:effectExtent l="0" t="0" r="19050" b="1905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11FFAE" w14:textId="2FD7592E" w:rsidR="00F845C3" w:rsidRDefault="00F845C3" w:rsidP="00F845C3">
                            <w:r>
                              <w:rPr>
                                <w:noProof/>
                                <w:szCs w:val="20"/>
                                <w:lang w:val="en-GB" w:eastAsia="en-GB"/>
                              </w:rPr>
                              <w:drawing>
                                <wp:inline distT="0" distB="0" distL="0" distR="0" wp14:anchorId="7932A5DD" wp14:editId="08B8AD27">
                                  <wp:extent cx="876300" cy="889000"/>
                                  <wp:effectExtent l="0" t="0" r="0" b="635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300" cy="889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CB9C3D" id="Text Box 27" o:spid="_x0000_s1047" type="#_x0000_t202" style="position:absolute;margin-left:233.5pt;margin-top:2pt;width:84pt;height:7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" fillcolor="white [3201]" strokeweight=".5pt">
                <v:textbox>
                  <w:txbxContent>
                    <w:p w14:paraId="2711FFAE" w14:textId="2FD7592E" w:rsidR="00F845C3" w:rsidRDefault="00F845C3" w:rsidP="00F845C3">
                      <w:r>
                        <w:rPr>
                          <w:noProof/>
                          <w:szCs w:val="20"/>
                          <w:lang w:val="en-GB" w:eastAsia="en-GB"/>
                        </w:rPr>
                        <w:drawing>
                          <wp:inline distT="0" distB="0" distL="0" distR="0" wp14:anchorId="7932A5DD" wp14:editId="08B8AD27">
                            <wp:extent cx="876300" cy="889000"/>
                            <wp:effectExtent l="0" t="0" r="0" b="635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6300" cy="889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845C3" w:rsidRPr="00BC7D9C">
        <w:t xml:space="preserve">Instructions: </w:t>
      </w:r>
    </w:p>
    <w:p w14:paraId="01A44E0A" w14:textId="77777777" w:rsidR="00F845C3" w:rsidRPr="00BC7D9C" w:rsidRDefault="00F845C3" w:rsidP="00BC7D9C">
      <w:pPr>
        <w:pStyle w:val="ListBullet"/>
        <w:rPr>
          <w:rFonts w:ascii="Frutiger LT Com 45 Light" w:hAnsi="Frutiger LT Com 45 Light"/>
          <w:sz w:val="24"/>
        </w:rPr>
      </w:pPr>
      <w:r w:rsidRPr="00BC7D9C">
        <w:rPr>
          <w:rFonts w:ascii="Frutiger LT Com 45 Light" w:hAnsi="Frutiger LT Com 45 Light"/>
        </w:rPr>
        <w:t>Preparation of painted wheel</w:t>
      </w:r>
    </w:p>
    <w:p w14:paraId="175282E4" w14:textId="77777777" w:rsidR="00F845C3" w:rsidRPr="00BC7D9C" w:rsidRDefault="00F845C3" w:rsidP="00BC7D9C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See given example for location of colors</w:t>
      </w:r>
    </w:p>
    <w:p w14:paraId="53743394" w14:textId="77777777" w:rsidR="00F845C3" w:rsidRPr="00BC7D9C" w:rsidRDefault="00F845C3" w:rsidP="00F845C3">
      <w:pPr>
        <w:pStyle w:val="ListParagraph"/>
        <w:spacing w:line="216" w:lineRule="auto"/>
        <w:ind w:left="1440"/>
        <w:rPr>
          <w:rFonts w:ascii="Frutiger LT Com 45 Light" w:eastAsiaTheme="minorEastAsia" w:hAnsi="Frutiger LT Com 45 Light"/>
          <w:color w:val="000000" w:themeColor="text1"/>
          <w:kern w:val="24"/>
        </w:rPr>
      </w:pPr>
    </w:p>
    <w:p w14:paraId="2BEB9670" w14:textId="77777777" w:rsidR="00F845C3" w:rsidRPr="00BC7D9C" w:rsidRDefault="00F845C3" w:rsidP="00F845C3">
      <w:pPr>
        <w:pStyle w:val="ListParagraph"/>
        <w:spacing w:line="216" w:lineRule="auto"/>
        <w:ind w:left="1440"/>
        <w:rPr>
          <w:rFonts w:ascii="Frutiger LT Com 45 Light" w:eastAsiaTheme="minorEastAsia" w:hAnsi="Frutiger LT Com 45 Light"/>
          <w:color w:val="000000" w:themeColor="text1"/>
          <w:kern w:val="24"/>
        </w:rPr>
      </w:pPr>
    </w:p>
    <w:p w14:paraId="2A71BD37" w14:textId="77777777" w:rsidR="00F845C3" w:rsidRPr="00BC7D9C" w:rsidRDefault="00F845C3" w:rsidP="00BC7D9C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Design with Russian flag colors</w:t>
      </w:r>
    </w:p>
    <w:p w14:paraId="6874A4DE" w14:textId="77777777" w:rsidR="00F845C3" w:rsidRPr="00BC7D9C" w:rsidRDefault="00F845C3" w:rsidP="00BC7D9C">
      <w:pPr>
        <w:pStyle w:val="ListBullet2"/>
        <w:rPr>
          <w:rFonts w:ascii="Frutiger LT Com 45 Light" w:hAnsi="Frutiger LT Com 45 Light"/>
        </w:rPr>
      </w:pPr>
      <w:proofErr w:type="spellStart"/>
      <w:r w:rsidRPr="00BC7D9C">
        <w:rPr>
          <w:rFonts w:ascii="Frutiger LT Com 45 Light" w:hAnsi="Frutiger LT Com 45 Light"/>
        </w:rPr>
        <w:t>RAL</w:t>
      </w:r>
      <w:proofErr w:type="spellEnd"/>
      <w:r w:rsidRPr="00BC7D9C">
        <w:rPr>
          <w:rFonts w:ascii="Frutiger LT Com 45 Light" w:hAnsi="Frutiger LT Com 45 Light"/>
        </w:rPr>
        <w:t xml:space="preserve"> 9010</w:t>
      </w:r>
    </w:p>
    <w:p w14:paraId="5DE5DA33" w14:textId="77777777" w:rsidR="00F845C3" w:rsidRPr="00BC7D9C" w:rsidRDefault="00F845C3" w:rsidP="00BC7D9C">
      <w:pPr>
        <w:pStyle w:val="ListBullet2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Pantone red 485C</w:t>
      </w:r>
    </w:p>
    <w:p w14:paraId="55F0B28A" w14:textId="77777777" w:rsidR="00F845C3" w:rsidRPr="00BC7D9C" w:rsidRDefault="00F845C3" w:rsidP="00BC7D9C">
      <w:pPr>
        <w:pStyle w:val="ListBullet2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Pantone blue 286C</w:t>
      </w:r>
    </w:p>
    <w:p w14:paraId="32C93351" w14:textId="77777777" w:rsidR="00F845C3" w:rsidRPr="00BC7D9C" w:rsidRDefault="00F845C3" w:rsidP="00BC7D9C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You will be supplied with premixed formula</w:t>
      </w:r>
    </w:p>
    <w:p w14:paraId="0816CFCD" w14:textId="03AAD558" w:rsidR="00F845C3" w:rsidRPr="00267B54" w:rsidRDefault="00F845C3" w:rsidP="00BC7D9C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You must use “Job Card” in computer program for mixing</w:t>
      </w:r>
    </w:p>
    <w:p w14:paraId="697D9098" w14:textId="77777777" w:rsidR="00F845C3" w:rsidRPr="00BC7D9C" w:rsidRDefault="00F845C3" w:rsidP="00BC7D9C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Clear coat</w:t>
      </w:r>
    </w:p>
    <w:p w14:paraId="7AEF7B8B" w14:textId="77777777" w:rsidR="00F845C3" w:rsidRPr="00BC7D9C" w:rsidRDefault="00F845C3" w:rsidP="00BC7D9C">
      <w:pPr>
        <w:pStyle w:val="ListBullet"/>
        <w:rPr>
          <w:rFonts w:ascii="Frutiger LT Com 45 Light" w:hAnsi="Frutiger LT Com 45 Light"/>
          <w:b/>
        </w:rPr>
      </w:pPr>
      <w:r w:rsidRPr="00BC7D9C">
        <w:rPr>
          <w:rFonts w:ascii="Frutiger LT Com 45 Light" w:hAnsi="Frutiger LT Com 45 Light"/>
          <w:b/>
        </w:rPr>
        <w:t>Save all dry waste in dry waste material container and all liquid waste in liquid material container</w:t>
      </w:r>
    </w:p>
    <w:p w14:paraId="50638AE4" w14:textId="77777777" w:rsidR="00F845C3" w:rsidRPr="00BC7D9C" w:rsidRDefault="00F845C3" w:rsidP="00F845C3">
      <w:pPr>
        <w:spacing w:line="216" w:lineRule="auto"/>
        <w:rPr>
          <w:rFonts w:ascii="Frutiger LT Com 45 Light" w:hAnsi="Frutiger LT Com 45 Light"/>
          <w:sz w:val="36"/>
        </w:rPr>
      </w:pPr>
    </w:p>
    <w:p w14:paraId="01D8441C" w14:textId="24B2DD80" w:rsidR="00F845C3" w:rsidRPr="00BC7D9C" w:rsidRDefault="00F845C3" w:rsidP="00F845C3">
      <w:pPr>
        <w:spacing w:line="216" w:lineRule="auto"/>
        <w:jc w:val="right"/>
        <w:rPr>
          <w:rFonts w:ascii="Frutiger LT Com 45 Light" w:hAnsi="Frutiger LT Com 45 Light"/>
          <w:sz w:val="36"/>
        </w:rPr>
      </w:pPr>
    </w:p>
    <w:p w14:paraId="60B9A675" w14:textId="7CE835D6" w:rsidR="00F845C3" w:rsidRPr="00BC7D9C" w:rsidRDefault="001030C0" w:rsidP="00BC7D9C">
      <w:pPr>
        <w:pStyle w:val="Heading1"/>
      </w:pPr>
      <w:r w:rsidRPr="00BC7D9C">
        <w:rPr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2607" behindDoc="0" locked="0" layoutInCell="1" allowOverlap="1" wp14:anchorId="11359193" wp14:editId="23964CF9">
                <wp:simplePos x="0" y="0"/>
                <wp:positionH relativeFrom="column">
                  <wp:posOffset>3651443</wp:posOffset>
                </wp:positionH>
                <wp:positionV relativeFrom="paragraph">
                  <wp:posOffset>-871220</wp:posOffset>
                </wp:positionV>
                <wp:extent cx="1314450" cy="1257300"/>
                <wp:effectExtent l="0" t="0" r="0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4450" cy="1257300"/>
                          <a:chOff x="0" y="0"/>
                          <a:chExt cx="1597542" cy="1744599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Bildergebnis fÃ¼r Piktogramm uh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7542" cy="17445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3" name="Teilkreis 25"/>
                        <wps:cNvSpPr/>
                        <wps:spPr>
                          <a:xfrm rot="2199191">
                            <a:off x="267414" y="340196"/>
                            <a:ext cx="1052781" cy="971699"/>
                          </a:xfrm>
                          <a:prstGeom prst="pie">
                            <a:avLst>
                              <a:gd name="adj1" fmla="val 14015466"/>
                              <a:gd name="adj2" fmla="val 730004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" name="Textfeld 26"/>
                        <wps:cNvSpPr txBox="1"/>
                        <wps:spPr>
                          <a:xfrm>
                            <a:off x="404636" y="868379"/>
                            <a:ext cx="871855" cy="661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ABB816" w14:textId="77777777" w:rsidR="00F845C3" w:rsidRDefault="00F845C3" w:rsidP="00F845C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56"/>
                                  <w:szCs w:val="56"/>
                                  <w:lang w:val="de-DE"/>
                                </w:rPr>
                                <w:t>4H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359193" id="Group 29" o:spid="_x0000_s1048" style="position:absolute;margin-left:287.5pt;margin-top:-68.6pt;width:103.5pt;height:99pt;z-index:251652607;mso-height-relative:margin" coordsize="15975,1744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">
                <v:shape id="Picture 12" o:spid="_x0000_s1049" type="#_x0000_t75" alt="Bildergebnis fÃ¼r Piktogramm uhr" style="position:absolute;width:15975;height:174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">
                  <v:imagedata r:id="rId14" o:title="Bildergebnis fÃ¼r Piktogramm uhr"/>
                </v:shape>
                <v:shape id="Teilkreis 25" o:spid="_x0000_s1050" style="position:absolute;left:2674;top:3401;width:10527;height:9717;rotation:2402103fd;visibility:visible;mso-wrap-style:square;v-text-anchor:middle" coordsize="1052781,97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" path="m230187,84219c399475,-22141,620229,-28227,796094,68617v196790,108367,295014,321788,242889,527748l526391,485850,230187,84219xe" fillcolor="#5b9bd5 [3204]" strokecolor="#1f4d78 [1604]" strokeweight="1pt">
                  <v:stroke joinstyle="miter"/>
                  <v:path arrowok="t" o:connecttype="custom" o:connectlocs="230187,84219;796094,68617;1038983,596365;526391,485850;230187,84219" o:connectangles="0,0,0,0,0"/>
                </v:shape>
                <v:shape id="Textfeld 26" o:spid="_x0000_s1051" type="#_x0000_t202" style="position:absolute;left:4046;top:8683;width:8718;height:6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73ABB816" w14:textId="77777777" w:rsidR="00F845C3" w:rsidRDefault="00F845C3" w:rsidP="00F845C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56"/>
                            <w:szCs w:val="56"/>
                            <w:lang w:val="de-DE"/>
                          </w:rPr>
                          <w:t>4H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845C3" w:rsidRPr="00BC7D9C">
        <w:t>Module F</w:t>
      </w:r>
    </w:p>
    <w:p w14:paraId="4D33D0DD" w14:textId="240DD6E0" w:rsidR="00F845C3" w:rsidRPr="00BC7D9C" w:rsidRDefault="00F845C3" w:rsidP="00BC7D9C">
      <w:pPr>
        <w:pStyle w:val="Heading2"/>
      </w:pPr>
      <w:r w:rsidRPr="00BC7D9C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F1E7DD5" wp14:editId="66926BD7">
                <wp:simplePos x="0" y="0"/>
                <wp:positionH relativeFrom="column">
                  <wp:posOffset>4578350</wp:posOffset>
                </wp:positionH>
                <wp:positionV relativeFrom="paragraph">
                  <wp:posOffset>298450</wp:posOffset>
                </wp:positionV>
                <wp:extent cx="1841500" cy="958850"/>
                <wp:effectExtent l="0" t="0" r="25400" b="12700"/>
                <wp:wrapNone/>
                <wp:docPr id="195" name="Text Box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1500" cy="958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B0A61F" w14:textId="79F95E61" w:rsidR="00F845C3" w:rsidRDefault="00F845C3" w:rsidP="00F845C3">
                            <w:r>
                              <w:rPr>
                                <w:noProof/>
                                <w:szCs w:val="20"/>
                                <w:lang w:val="en-GB" w:eastAsia="en-GB"/>
                              </w:rPr>
                              <w:drawing>
                                <wp:inline distT="0" distB="0" distL="0" distR="0" wp14:anchorId="39E27BB5" wp14:editId="7F8705E0">
                                  <wp:extent cx="1651000" cy="1143000"/>
                                  <wp:effectExtent l="0" t="0" r="635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1000" cy="1143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E7DD5" id="Text Box 195" o:spid="_x0000_s1052" type="#_x0000_t202" style="position:absolute;margin-left:360.5pt;margin-top:23.5pt;width:145pt;height:7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" fillcolor="white [3201]" strokeweight=".5pt">
                <v:textbox>
                  <w:txbxContent>
                    <w:p w14:paraId="40B0A61F" w14:textId="79F95E61" w:rsidR="00F845C3" w:rsidRDefault="00F845C3" w:rsidP="00F845C3">
                      <w:r>
                        <w:rPr>
                          <w:noProof/>
                          <w:szCs w:val="20"/>
                          <w:lang w:val="en-GB" w:eastAsia="en-GB"/>
                        </w:rPr>
                        <w:drawing>
                          <wp:inline distT="0" distB="0" distL="0" distR="0" wp14:anchorId="39E27BB5" wp14:editId="7F8705E0">
                            <wp:extent cx="1651000" cy="1143000"/>
                            <wp:effectExtent l="0" t="0" r="635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1000" cy="1143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BC7D9C">
        <w:t>Repair scratch and blend three layer on fender.</w:t>
      </w:r>
    </w:p>
    <w:p w14:paraId="57E09084" w14:textId="6102DD83" w:rsidR="00F845C3" w:rsidRPr="00BC7D9C" w:rsidRDefault="00F845C3" w:rsidP="00BC7D9C">
      <w:pPr>
        <w:pStyle w:val="Heading3"/>
        <w:rPr>
          <w:lang w:val="en-AU"/>
        </w:rPr>
      </w:pPr>
      <w:r w:rsidRPr="00BC7D9C">
        <w:rPr>
          <w:lang w:val="en-AU"/>
        </w:rPr>
        <w:t>Polish</w:t>
      </w:r>
    </w:p>
    <w:p w14:paraId="5D14F6D0" w14:textId="77777777" w:rsidR="00F845C3" w:rsidRPr="00BC7D9C" w:rsidRDefault="00F845C3" w:rsidP="00BC7D9C">
      <w:pPr>
        <w:rPr>
          <w:rFonts w:ascii="Frutiger LT Com 45 Light" w:eastAsia="Times New Roman" w:hAnsi="Frutiger LT Com 45 Light" w:cs="Times New Roman"/>
          <w:sz w:val="24"/>
          <w:szCs w:val="24"/>
        </w:rPr>
      </w:pPr>
      <w:r w:rsidRPr="00BC7D9C">
        <w:rPr>
          <w:rFonts w:ascii="Frutiger LT Com 45 Light" w:hAnsi="Frutiger LT Com 45 Light"/>
          <w:lang w:val="en-AU"/>
        </w:rPr>
        <w:t>Instructions</w:t>
      </w:r>
      <w:r w:rsidRPr="00BC7D9C">
        <w:rPr>
          <w:rFonts w:ascii="Frutiger LT Com 45 Light" w:hAnsi="Frutiger LT Com 45 Light"/>
          <w:lang w:val="de-DE"/>
        </w:rPr>
        <w:t xml:space="preserve">: </w:t>
      </w:r>
    </w:p>
    <w:p w14:paraId="1BABFAF0" w14:textId="77777777" w:rsidR="00F845C3" w:rsidRPr="00BC7D9C" w:rsidRDefault="00F845C3" w:rsidP="00BC7D9C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Prepare a damaged (scratch 4-8 cm) front fender.</w:t>
      </w:r>
    </w:p>
    <w:p w14:paraId="6EAEC026" w14:textId="77777777" w:rsidR="00F845C3" w:rsidRPr="00BC7D9C" w:rsidRDefault="00F845C3" w:rsidP="00BC7D9C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Prime and prepare for paint</w:t>
      </w:r>
    </w:p>
    <w:p w14:paraId="6038DF7E" w14:textId="77777777" w:rsidR="00F845C3" w:rsidRPr="00BC7D9C" w:rsidRDefault="00F845C3" w:rsidP="00BC7D9C">
      <w:pPr>
        <w:pStyle w:val="ListBullet"/>
        <w:rPr>
          <w:rFonts w:ascii="Frutiger LT Com 45 Light" w:hAnsi="Frutiger LT Com 45 Light"/>
          <w:highlight w:val="yellow"/>
        </w:rPr>
      </w:pPr>
      <w:r w:rsidRPr="00BC7D9C">
        <w:rPr>
          <w:rFonts w:ascii="Frutiger LT Com 45 Light" w:hAnsi="Frutiger LT Com 45 Light"/>
          <w:highlight w:val="yellow"/>
        </w:rPr>
        <w:t>You must mix color from formula and use “Job Card” in computer program for all mixing</w:t>
      </w:r>
    </w:p>
    <w:p w14:paraId="1763AB71" w14:textId="26DF164C" w:rsidR="00F845C3" w:rsidRPr="00BC7D9C" w:rsidRDefault="00F845C3" w:rsidP="00BC7D9C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 xml:space="preserve">Prepare part for blending – </w:t>
      </w:r>
      <w:r w:rsidRPr="00BC7D9C">
        <w:rPr>
          <w:rFonts w:ascii="Frutiger LT Com 45 Light" w:hAnsi="Frutiger LT Com 45 Light"/>
          <w:b/>
          <w:color w:val="FF0000"/>
        </w:rPr>
        <w:t xml:space="preserve">Have </w:t>
      </w:r>
      <w:r w:rsidR="00BC7D9C" w:rsidRPr="00BC7D9C">
        <w:rPr>
          <w:rFonts w:ascii="Frutiger LT Com 45 Light" w:hAnsi="Frutiger LT Com 45 Light"/>
          <w:b/>
          <w:color w:val="FF0000"/>
        </w:rPr>
        <w:t>E</w:t>
      </w:r>
      <w:r w:rsidRPr="00BC7D9C">
        <w:rPr>
          <w:rFonts w:ascii="Frutiger LT Com 45 Light" w:hAnsi="Frutiger LT Com 45 Light"/>
          <w:b/>
          <w:color w:val="FF0000"/>
        </w:rPr>
        <w:t>xpert evaluate before painting</w:t>
      </w:r>
      <w:r w:rsidRPr="00BC7D9C">
        <w:rPr>
          <w:rFonts w:ascii="Frutiger LT Com 45 Light" w:hAnsi="Frutiger LT Com 45 Light"/>
        </w:rPr>
        <w:t>.</w:t>
      </w:r>
    </w:p>
    <w:p w14:paraId="62575661" w14:textId="6F5B0876" w:rsidR="00F845C3" w:rsidRPr="00BC7D9C" w:rsidRDefault="00F845C3" w:rsidP="00BC7D9C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 xml:space="preserve"> Basecoat effect-matching – you will be given five spray-out cards. Apply coats and determine which will give a proper match. </w:t>
      </w:r>
      <w:r w:rsidRPr="00BC7D9C">
        <w:rPr>
          <w:rFonts w:ascii="Frutiger LT Com 45 Light" w:hAnsi="Frutiger LT Com 45 Light"/>
          <w:b/>
          <w:color w:val="FF0000"/>
        </w:rPr>
        <w:t xml:space="preserve">Give matching card to </w:t>
      </w:r>
      <w:r w:rsidR="00267B54">
        <w:rPr>
          <w:rFonts w:ascii="Frutiger LT Com 45 Light" w:hAnsi="Frutiger LT Com 45 Light"/>
          <w:b/>
          <w:color w:val="FF0000"/>
        </w:rPr>
        <w:t>E</w:t>
      </w:r>
      <w:r w:rsidRPr="00BC7D9C">
        <w:rPr>
          <w:rFonts w:ascii="Frutiger LT Com 45 Light" w:hAnsi="Frutiger LT Com 45 Light"/>
          <w:b/>
          <w:color w:val="FF0000"/>
        </w:rPr>
        <w:t>xpert.</w:t>
      </w:r>
    </w:p>
    <w:p w14:paraId="34E158AA" w14:textId="1F749686" w:rsidR="00F845C3" w:rsidRPr="00BC7D9C" w:rsidRDefault="00F845C3" w:rsidP="00BC7D9C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The fender must be painted and dried in a vertical position</w:t>
      </w:r>
    </w:p>
    <w:p w14:paraId="2993FB56" w14:textId="77777777" w:rsidR="00F845C3" w:rsidRPr="00BC7D9C" w:rsidRDefault="00F845C3" w:rsidP="00BC7D9C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Blend color and then clear the entire part</w:t>
      </w:r>
    </w:p>
    <w:p w14:paraId="6DD76BBE" w14:textId="01DCF609" w:rsidR="00F845C3" w:rsidRPr="00BC7D9C" w:rsidRDefault="00F845C3" w:rsidP="00BC7D9C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 xml:space="preserve">After the fender has dried </w:t>
      </w:r>
      <w:r w:rsidR="00BC7D9C" w:rsidRPr="00BC7D9C">
        <w:rPr>
          <w:rFonts w:ascii="Frutiger LT Com 45 Light" w:hAnsi="Frutiger LT Com 45 Light"/>
          <w:b/>
          <w:color w:val="FF0000"/>
        </w:rPr>
        <w:t>E</w:t>
      </w:r>
      <w:r w:rsidRPr="00BC7D9C">
        <w:rPr>
          <w:rFonts w:ascii="Frutiger LT Com 45 Light" w:hAnsi="Frutiger LT Com 45 Light"/>
          <w:b/>
          <w:color w:val="FF0000"/>
        </w:rPr>
        <w:t xml:space="preserve">xpert </w:t>
      </w:r>
      <w:r w:rsidRPr="00BC7D9C">
        <w:rPr>
          <w:rFonts w:ascii="Frutiger LT Com 45 Light" w:hAnsi="Frutiger LT Com 45 Light"/>
        </w:rPr>
        <w:t xml:space="preserve">will deliberately lightly scuff (light scratch) an area </w:t>
      </w:r>
    </w:p>
    <w:p w14:paraId="201F7E2E" w14:textId="77777777" w:rsidR="00F845C3" w:rsidRPr="00BC7D9C" w:rsidRDefault="00F845C3" w:rsidP="00BC7D9C">
      <w:pPr>
        <w:pStyle w:val="ListBullet"/>
        <w:rPr>
          <w:rFonts w:ascii="Frutiger LT Com 45 Light" w:hAnsi="Frutiger LT Com 45 Light"/>
        </w:rPr>
      </w:pPr>
      <w:r w:rsidRPr="00BC7D9C">
        <w:rPr>
          <w:rFonts w:ascii="Frutiger LT Com 45 Light" w:hAnsi="Frutiger LT Com 45 Light"/>
        </w:rPr>
        <w:t>Polish complete part as needed</w:t>
      </w:r>
    </w:p>
    <w:p w14:paraId="4978ABF0" w14:textId="77777777" w:rsidR="00F845C3" w:rsidRPr="00BC7D9C" w:rsidRDefault="00F845C3" w:rsidP="00BC7D9C">
      <w:pPr>
        <w:pStyle w:val="ListBullet"/>
        <w:rPr>
          <w:rFonts w:ascii="Frutiger LT Com 45 Light" w:hAnsi="Frutiger LT Com 45 Light"/>
          <w:b/>
        </w:rPr>
      </w:pPr>
      <w:r w:rsidRPr="00BC7D9C">
        <w:rPr>
          <w:rFonts w:ascii="Frutiger LT Com 45 Light" w:hAnsi="Frutiger LT Com 45 Light"/>
          <w:b/>
        </w:rPr>
        <w:t>Save all dry waste in dry waste material box and all liquid waste in liquid material</w:t>
      </w:r>
    </w:p>
    <w:p w14:paraId="35690515" w14:textId="77777777" w:rsidR="00F845C3" w:rsidRPr="00BC7D9C" w:rsidRDefault="00F845C3" w:rsidP="00F845C3">
      <w:pPr>
        <w:pStyle w:val="ListParagraph"/>
        <w:spacing w:line="216" w:lineRule="auto"/>
        <w:ind w:left="1440"/>
        <w:rPr>
          <w:rFonts w:ascii="Frutiger LT Com 45 Light" w:hAnsi="Frutiger LT Com 45 Light"/>
          <w:b/>
        </w:rPr>
      </w:pPr>
    </w:p>
    <w:p w14:paraId="18F4C9E0" w14:textId="77777777" w:rsidR="00F845C3" w:rsidRPr="00BC7D9C" w:rsidRDefault="00F845C3" w:rsidP="00F845C3">
      <w:pPr>
        <w:pStyle w:val="ListParagraph"/>
        <w:spacing w:line="216" w:lineRule="auto"/>
        <w:ind w:left="1440"/>
        <w:rPr>
          <w:rFonts w:ascii="Frutiger LT Com 45 Light" w:hAnsi="Frutiger LT Com 45 Light"/>
        </w:rPr>
      </w:pPr>
      <w:bookmarkStart w:id="5" w:name="_GoBack"/>
      <w:bookmarkEnd w:id="0"/>
      <w:bookmarkEnd w:id="1"/>
      <w:bookmarkEnd w:id="2"/>
      <w:bookmarkEnd w:id="3"/>
      <w:bookmarkEnd w:id="5"/>
    </w:p>
    <w:sectPr w:rsidR="00F845C3" w:rsidRPr="00BC7D9C" w:rsidSect="00D2122D">
      <w:pgSz w:w="11906" w:h="16838" w:code="9"/>
      <w:pgMar w:top="2268" w:right="1134" w:bottom="1544" w:left="1134" w:header="1134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4E96C" w14:textId="77777777" w:rsidR="00267771" w:rsidRDefault="00267771" w:rsidP="00313492">
      <w:r>
        <w:separator/>
      </w:r>
    </w:p>
    <w:p w14:paraId="1E2B8C5C" w14:textId="77777777" w:rsidR="00267771" w:rsidRDefault="00267771" w:rsidP="00313492"/>
    <w:p w14:paraId="07B45AC6" w14:textId="77777777" w:rsidR="00267771" w:rsidRDefault="00267771"/>
    <w:p w14:paraId="2D0B1DFF" w14:textId="77777777" w:rsidR="00267771" w:rsidRDefault="00267771"/>
    <w:p w14:paraId="1E8A7EBB" w14:textId="77777777" w:rsidR="00267771" w:rsidRDefault="00267771" w:rsidP="00887C3D"/>
    <w:p w14:paraId="422C7D29" w14:textId="77777777" w:rsidR="00267771" w:rsidRDefault="00267771" w:rsidP="00887C3D"/>
  </w:endnote>
  <w:endnote w:type="continuationSeparator" w:id="0">
    <w:p w14:paraId="54EBB298" w14:textId="77777777" w:rsidR="00267771" w:rsidRDefault="00267771" w:rsidP="00313492">
      <w:r>
        <w:continuationSeparator/>
      </w:r>
    </w:p>
    <w:p w14:paraId="712F5A91" w14:textId="77777777" w:rsidR="00267771" w:rsidRDefault="00267771" w:rsidP="00313492"/>
    <w:p w14:paraId="40B2555A" w14:textId="77777777" w:rsidR="00267771" w:rsidRDefault="00267771"/>
    <w:p w14:paraId="14812E19" w14:textId="77777777" w:rsidR="00267771" w:rsidRDefault="00267771"/>
    <w:p w14:paraId="3AD224BD" w14:textId="77777777" w:rsidR="00267771" w:rsidRDefault="00267771" w:rsidP="00887C3D"/>
    <w:p w14:paraId="2AD82E38" w14:textId="77777777" w:rsidR="00267771" w:rsidRDefault="00267771" w:rsidP="00887C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 LT Com 55 Roman">
    <w:panose1 w:val="020B0503030504020204"/>
    <w:charset w:val="00"/>
    <w:family w:val="swiss"/>
    <w:pitch w:val="variable"/>
    <w:sig w:usb0="800000AF" w:usb1="5000204A" w:usb2="00000000" w:usb3="00000000" w:csb0="0000009B" w:csb1="00000000"/>
  </w:font>
  <w:font w:name="Frutiger LT Com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Headings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ria Serif">
    <w:panose1 w:val="00000000000000000000"/>
    <w:charset w:val="00"/>
    <w:family w:val="auto"/>
    <w:pitch w:val="variable"/>
    <w:sig w:usb0="A00000AF" w:usb1="5000604B" w:usb2="00000000" w:usb3="00000000" w:csb0="00000093" w:csb1="00000000"/>
  </w:font>
  <w:font w:name="Times New Roman (Body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Frutiger LT Com 65">
    <w:altName w:val="Calibri"/>
    <w:charset w:val="4D"/>
    <w:family w:val="swiss"/>
    <w:pitch w:val="variable"/>
    <w:sig w:usb0="8000002F" w:usb1="5000204A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"/>
      <w:tblW w:w="9930" w:type="dxa"/>
      <w:tblBorders>
        <w:top w:val="single" w:sz="48" w:space="0" w:color="003B5C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42" w:type="dxa"/>
        <w:left w:w="142" w:type="dxa"/>
        <w:bottom w:w="142" w:type="dxa"/>
        <w:right w:w="142" w:type="dxa"/>
      </w:tblCellMar>
      <w:tblLook w:val="04A0" w:firstRow="1" w:lastRow="0" w:firstColumn="1" w:lastColumn="0" w:noHBand="0" w:noVBand="1"/>
    </w:tblPr>
    <w:tblGrid>
      <w:gridCol w:w="3686"/>
      <w:gridCol w:w="2410"/>
      <w:gridCol w:w="3834"/>
    </w:tblGrid>
    <w:tr w:rsidR="00D2122D" w:rsidRPr="00D2122D" w14:paraId="52C794DD" w14:textId="77777777" w:rsidTr="00453B91">
      <w:trPr>
        <w:trHeight w:val="381"/>
      </w:trPr>
      <w:tc>
        <w:tcPr>
          <w:tcW w:w="3686" w:type="dxa"/>
          <w:tcBorders>
            <w:top w:val="single" w:sz="48" w:space="0" w:color="003B5C"/>
            <w:left w:val="nil"/>
            <w:bottom w:val="nil"/>
            <w:right w:val="nil"/>
          </w:tcBorders>
          <w:vAlign w:val="center"/>
          <w:hideMark/>
        </w:tcPr>
        <w:p w14:paraId="3EF07D5A" w14:textId="77777777" w:rsidR="00453B91" w:rsidRDefault="00453B91" w:rsidP="00D2122D">
          <w:pPr>
            <w:tabs>
              <w:tab w:val="center" w:pos="4513"/>
              <w:tab w:val="right" w:pos="9026"/>
            </w:tabs>
            <w:spacing w:after="0"/>
            <w:rPr>
              <w:rFonts w:ascii="Frutiger LT Com 45 Light" w:hAnsi="Frutiger LT Com 45 Light"/>
              <w:sz w:val="14"/>
            </w:rPr>
          </w:pPr>
          <w:r>
            <w:rPr>
              <w:rFonts w:ascii="Frutiger LT Com 45 Light" w:hAnsi="Frutiger LT Com 45 Light"/>
              <w:sz w:val="14"/>
            </w:rPr>
            <w:t>Date: 13.02</w:t>
          </w:r>
          <w:r w:rsidRPr="00D2122D">
            <w:rPr>
              <w:rFonts w:ascii="Frutiger LT Com 45 Light" w:hAnsi="Frutiger LT Com 45 Light"/>
              <w:sz w:val="14"/>
            </w:rPr>
            <w:t>.19</w:t>
          </w:r>
        </w:p>
        <w:p w14:paraId="53812AFB" w14:textId="3434573C" w:rsidR="00D2122D" w:rsidRPr="00D2122D" w:rsidRDefault="00453B91" w:rsidP="00D2122D">
          <w:pPr>
            <w:tabs>
              <w:tab w:val="center" w:pos="4513"/>
              <w:tab w:val="right" w:pos="9026"/>
            </w:tabs>
            <w:spacing w:after="0"/>
            <w:rPr>
              <w:rFonts w:ascii="Frutiger LT Com 45 Light" w:hAnsi="Frutiger LT Com 45 Light"/>
              <w:sz w:val="14"/>
            </w:rPr>
          </w:pPr>
          <w:r>
            <w:rPr>
              <w:rFonts w:ascii="Frutiger LT Com 45 Light" w:hAnsi="Frutiger LT Com 45 Light"/>
              <w:sz w:val="14"/>
            </w:rPr>
            <w:t>WSC2019_TP</w:t>
          </w:r>
          <w:r w:rsidR="00267B54">
            <w:rPr>
              <w:rFonts w:ascii="Frutiger LT Com 45 Light" w:hAnsi="Frutiger LT Com 45 Light"/>
              <w:sz w:val="14"/>
            </w:rPr>
            <w:t>36</w:t>
          </w:r>
          <w:r>
            <w:rPr>
              <w:rFonts w:ascii="Frutiger LT Com 45 Light" w:hAnsi="Frutiger LT Com 45 Light"/>
              <w:sz w:val="14"/>
            </w:rPr>
            <w:t>_EN</w:t>
          </w:r>
        </w:p>
      </w:tc>
      <w:tc>
        <w:tcPr>
          <w:tcW w:w="2410" w:type="dxa"/>
          <w:tcBorders>
            <w:top w:val="single" w:sz="48" w:space="0" w:color="003B5C"/>
            <w:left w:val="nil"/>
            <w:bottom w:val="nil"/>
            <w:right w:val="nil"/>
          </w:tcBorders>
          <w:vAlign w:val="center"/>
          <w:hideMark/>
        </w:tcPr>
        <w:p w14:paraId="2D67164B" w14:textId="72589964" w:rsidR="00D2122D" w:rsidRDefault="00D2122D" w:rsidP="00453B91">
          <w:pPr>
            <w:tabs>
              <w:tab w:val="center" w:pos="4513"/>
              <w:tab w:val="right" w:pos="9026"/>
            </w:tabs>
            <w:spacing w:after="0"/>
            <w:jc w:val="center"/>
            <w:rPr>
              <w:rFonts w:ascii="Frutiger LT Com 45 Light" w:hAnsi="Frutiger LT Com 45 Light"/>
              <w:sz w:val="14"/>
            </w:rPr>
          </w:pPr>
          <w:r w:rsidRPr="00D2122D">
            <w:rPr>
              <w:rFonts w:ascii="Frutiger LT Com 45 Light" w:hAnsi="Frutiger LT Com 45 Light"/>
              <w:sz w:val="14"/>
            </w:rPr>
            <w:t xml:space="preserve">Version: </w:t>
          </w:r>
          <w:r w:rsidR="00453B91">
            <w:rPr>
              <w:rFonts w:ascii="Frutiger LT Com 45 Light" w:hAnsi="Frutiger LT Com 45 Light"/>
              <w:sz w:val="14"/>
            </w:rPr>
            <w:t xml:space="preserve">1.0     </w:t>
          </w:r>
        </w:p>
        <w:p w14:paraId="3C424F4F" w14:textId="64C24484" w:rsidR="00453B91" w:rsidRPr="00D2122D" w:rsidRDefault="00453B91" w:rsidP="00453B91">
          <w:pPr>
            <w:tabs>
              <w:tab w:val="center" w:pos="4513"/>
              <w:tab w:val="right" w:pos="9026"/>
            </w:tabs>
            <w:spacing w:after="0"/>
            <w:jc w:val="center"/>
            <w:rPr>
              <w:rFonts w:ascii="Frutiger LT Com 45 Light" w:hAnsi="Frutiger LT Com 45 Light"/>
              <w:sz w:val="14"/>
            </w:rPr>
          </w:pPr>
          <w:r>
            <w:rPr>
              <w:rFonts w:ascii="Frutiger LT Com 45 Light" w:hAnsi="Frutiger LT Com 45 Light"/>
              <w:sz w:val="14"/>
            </w:rPr>
            <w:t>© WorldSkills International</w:t>
          </w:r>
        </w:p>
      </w:tc>
      <w:tc>
        <w:tcPr>
          <w:tcW w:w="3834" w:type="dxa"/>
          <w:tcBorders>
            <w:top w:val="single" w:sz="48" w:space="0" w:color="003B5C"/>
            <w:left w:val="nil"/>
            <w:bottom w:val="nil"/>
            <w:right w:val="nil"/>
          </w:tcBorders>
          <w:vAlign w:val="center"/>
          <w:hideMark/>
        </w:tcPr>
        <w:p w14:paraId="56E964A9" w14:textId="77777777" w:rsidR="00D2122D" w:rsidRPr="00D2122D" w:rsidRDefault="00D2122D" w:rsidP="00D2122D">
          <w:pPr>
            <w:tabs>
              <w:tab w:val="center" w:pos="4513"/>
              <w:tab w:val="right" w:pos="9026"/>
            </w:tabs>
            <w:spacing w:after="0"/>
            <w:jc w:val="right"/>
            <w:rPr>
              <w:rFonts w:ascii="Frutiger LT Com 45 Light" w:hAnsi="Frutiger LT Com 45 Light"/>
              <w:sz w:val="14"/>
            </w:rPr>
          </w:pPr>
          <w:r w:rsidRPr="00D2122D">
            <w:rPr>
              <w:rFonts w:ascii="Frutiger LT Com 45 Light" w:hAnsi="Frutiger LT Com 45 Light"/>
              <w:sz w:val="14"/>
            </w:rPr>
            <w:fldChar w:fldCharType="begin"/>
          </w:r>
          <w:r w:rsidRPr="00D2122D">
            <w:rPr>
              <w:rFonts w:ascii="Frutiger LT Com 45 Light" w:hAnsi="Frutiger LT Com 45 Light"/>
              <w:sz w:val="14"/>
            </w:rPr>
            <w:instrText xml:space="preserve"> PAGE   \* MERGEFORMAT </w:instrText>
          </w:r>
          <w:r w:rsidRPr="00D2122D">
            <w:rPr>
              <w:rFonts w:ascii="Frutiger LT Com 45 Light" w:hAnsi="Frutiger LT Com 45 Light"/>
              <w:sz w:val="14"/>
            </w:rPr>
            <w:fldChar w:fldCharType="separate"/>
          </w:r>
          <w:r w:rsidRPr="00D2122D">
            <w:rPr>
              <w:rFonts w:ascii="Frutiger LT Com 45 Light" w:hAnsi="Frutiger LT Com 45 Light"/>
              <w:noProof/>
              <w:sz w:val="14"/>
            </w:rPr>
            <w:t>2</w:t>
          </w:r>
          <w:r w:rsidRPr="00D2122D">
            <w:rPr>
              <w:rFonts w:ascii="Frutiger LT Com 45 Light" w:hAnsi="Frutiger LT Com 45 Light"/>
              <w:sz w:val="14"/>
            </w:rPr>
            <w:fldChar w:fldCharType="end"/>
          </w:r>
          <w:r w:rsidRPr="00D2122D">
            <w:rPr>
              <w:rFonts w:ascii="Frutiger LT Com 45 Light" w:hAnsi="Frutiger LT Com 45 Light"/>
              <w:sz w:val="14"/>
            </w:rPr>
            <w:t xml:space="preserve"> of </w:t>
          </w:r>
          <w:r w:rsidRPr="00D2122D">
            <w:rPr>
              <w:rFonts w:ascii="Frutiger LT Com 45 Light" w:hAnsi="Frutiger LT Com 45 Light"/>
              <w:sz w:val="14"/>
            </w:rPr>
            <w:fldChar w:fldCharType="begin"/>
          </w:r>
          <w:r w:rsidRPr="00D2122D">
            <w:rPr>
              <w:rFonts w:ascii="Frutiger LT Com 45 Light" w:hAnsi="Frutiger LT Com 45 Light"/>
              <w:sz w:val="14"/>
            </w:rPr>
            <w:instrText xml:space="preserve"> NUMPAGES   \* MERGEFORMAT </w:instrText>
          </w:r>
          <w:r w:rsidRPr="00D2122D">
            <w:rPr>
              <w:rFonts w:ascii="Frutiger LT Com 45 Light" w:hAnsi="Frutiger LT Com 45 Light"/>
              <w:sz w:val="14"/>
            </w:rPr>
            <w:fldChar w:fldCharType="separate"/>
          </w:r>
          <w:r w:rsidRPr="00D2122D">
            <w:rPr>
              <w:rFonts w:ascii="Frutiger LT Com 45 Light" w:hAnsi="Frutiger LT Com 45 Light"/>
              <w:noProof/>
              <w:sz w:val="14"/>
            </w:rPr>
            <w:t>2</w:t>
          </w:r>
          <w:r w:rsidRPr="00D2122D">
            <w:rPr>
              <w:rFonts w:ascii="Frutiger LT Com 45 Light" w:hAnsi="Frutiger LT Com 45 Light"/>
              <w:noProof/>
              <w:sz w:val="14"/>
            </w:rPr>
            <w:fldChar w:fldCharType="end"/>
          </w:r>
        </w:p>
      </w:tc>
    </w:tr>
  </w:tbl>
  <w:p w14:paraId="4DA6CA96" w14:textId="77777777" w:rsidR="002D07E2" w:rsidRPr="006A388C" w:rsidRDefault="002D07E2" w:rsidP="006A38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7230A" w14:textId="7FAD43B2" w:rsidR="00AE528B" w:rsidRPr="00453B91" w:rsidRDefault="00453B91" w:rsidP="007575B9">
    <w:pPr>
      <w:pStyle w:val="Footer"/>
      <w:rPr>
        <w:lang w:val="en-AU"/>
      </w:rPr>
    </w:pPr>
    <w:r>
      <w:rPr>
        <w:lang w:val="en-AU"/>
      </w:rPr>
      <w:t>WSC2019_TP</w:t>
    </w:r>
    <w:r w:rsidR="00F845C3">
      <w:rPr>
        <w:lang w:val="en-AU"/>
      </w:rPr>
      <w:t>36</w:t>
    </w:r>
    <w:r>
      <w:rPr>
        <w:lang w:val="en-AU"/>
      </w:rPr>
      <w:t>n_EN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1093F" w14:textId="77777777" w:rsidR="00267771" w:rsidRDefault="00267771">
      <w:r>
        <w:separator/>
      </w:r>
    </w:p>
    <w:p w14:paraId="0C7C9BDE" w14:textId="77777777" w:rsidR="00267771" w:rsidRDefault="00267771"/>
    <w:p w14:paraId="23744F5E" w14:textId="77777777" w:rsidR="00267771" w:rsidRDefault="00267771" w:rsidP="00887C3D"/>
    <w:p w14:paraId="40159A12" w14:textId="77777777" w:rsidR="00267771" w:rsidRDefault="00267771" w:rsidP="00887C3D"/>
  </w:footnote>
  <w:footnote w:type="continuationSeparator" w:id="0">
    <w:p w14:paraId="692E1587" w14:textId="77777777" w:rsidR="00267771" w:rsidRDefault="00267771" w:rsidP="00313492">
      <w:r>
        <w:continuationSeparator/>
      </w:r>
    </w:p>
    <w:p w14:paraId="27FCCA6A" w14:textId="77777777" w:rsidR="00267771" w:rsidRDefault="00267771" w:rsidP="00313492"/>
    <w:p w14:paraId="27EE0D57" w14:textId="77777777" w:rsidR="00267771" w:rsidRDefault="00267771"/>
    <w:p w14:paraId="72828B5C" w14:textId="77777777" w:rsidR="00267771" w:rsidRDefault="00267771"/>
    <w:p w14:paraId="15293093" w14:textId="77777777" w:rsidR="00267771" w:rsidRDefault="00267771" w:rsidP="00887C3D"/>
    <w:p w14:paraId="68393D75" w14:textId="77777777" w:rsidR="00267771" w:rsidRDefault="00267771" w:rsidP="00887C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8C594" w14:textId="77777777" w:rsidR="006E26EF" w:rsidRDefault="00294DA2" w:rsidP="00313492">
    <w:pPr>
      <w:pStyle w:val="Header"/>
    </w:pPr>
    <w:r w:rsidRPr="007866C8">
      <w:rPr>
        <w:noProof/>
        <w:sz w:val="16"/>
        <w:szCs w:val="16"/>
      </w:rPr>
      <w:drawing>
        <wp:anchor distT="0" distB="0" distL="114300" distR="114300" simplePos="0" relativeHeight="251663360" behindDoc="1" locked="0" layoutInCell="1" allowOverlap="1" wp14:anchorId="737CDA30" wp14:editId="17CB5388">
          <wp:simplePos x="0" y="0"/>
          <wp:positionH relativeFrom="page">
            <wp:posOffset>6059805</wp:posOffset>
          </wp:positionH>
          <wp:positionV relativeFrom="page">
            <wp:posOffset>720090</wp:posOffset>
          </wp:positionV>
          <wp:extent cx="784800" cy="460800"/>
          <wp:effectExtent l="0" t="0" r="3175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Blue_RG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4800" cy="46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7B6E7" w14:textId="77777777" w:rsidR="006E1EA4" w:rsidRDefault="002057EF">
    <w:pPr>
      <w:pStyle w:val="Head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6E50580D" wp14:editId="5F6F949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5600" cy="10666800"/>
          <wp:effectExtent l="0" t="0" r="0" b="127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v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5600" cy="1066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91E825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D8D43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E8AB1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58A79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F46F1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88B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B666F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4A45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4981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2E39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9E1EF2"/>
    <w:multiLevelType w:val="hybridMultilevel"/>
    <w:tmpl w:val="A244A4E0"/>
    <w:lvl w:ilvl="0" w:tplc="CCB60E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CE10DF3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7ACE8BF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4330166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C2FA993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B826F79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9FEC910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3384C00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3B86D90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1" w15:restartNumberingAfterBreak="0">
    <w:nsid w:val="032E266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6D2C0B"/>
    <w:multiLevelType w:val="hybridMultilevel"/>
    <w:tmpl w:val="9E4EBE3A"/>
    <w:lvl w:ilvl="0" w:tplc="62D4F2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3A04DC0"/>
    <w:multiLevelType w:val="hybridMultilevel"/>
    <w:tmpl w:val="D9F07EDE"/>
    <w:lvl w:ilvl="0" w:tplc="49409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59AEEE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35E8735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135AA39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93A0E8B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439AE42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B846F40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7842DBE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F5A2EC6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4" w15:restartNumberingAfterBreak="0">
    <w:nsid w:val="05C91178"/>
    <w:multiLevelType w:val="hybridMultilevel"/>
    <w:tmpl w:val="36C452BA"/>
    <w:lvl w:ilvl="0" w:tplc="FFEA7D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6FD4B320">
      <w:start w:val="2452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57223C5A">
      <w:start w:val="2452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9E2C6D4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4440C4D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545A950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8EC6E4A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4EF43F9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FB8A79A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5" w15:restartNumberingAfterBreak="0">
    <w:nsid w:val="08F83EA7"/>
    <w:multiLevelType w:val="hybridMultilevel"/>
    <w:tmpl w:val="B346F0AE"/>
    <w:lvl w:ilvl="0" w:tplc="0186DB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D54928C">
      <w:start w:val="2452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B18CEB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58FE9AC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6C0EDFF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B7C0E6D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646AA5F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38322C4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F1F016E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6" w15:restartNumberingAfterBreak="0">
    <w:nsid w:val="1A0E508A"/>
    <w:multiLevelType w:val="hybridMultilevel"/>
    <w:tmpl w:val="26DE73F0"/>
    <w:lvl w:ilvl="0" w:tplc="18AA8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E7AA28A">
      <w:start w:val="2452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2AF69256">
      <w:start w:val="2452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586A325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F9EC607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51A0D12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AB86D94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3DF2DA2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CFCC685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7" w15:restartNumberingAfterBreak="0">
    <w:nsid w:val="1AFF6E9C"/>
    <w:multiLevelType w:val="multilevel"/>
    <w:tmpl w:val="A00A1864"/>
    <w:styleLink w:val="ListNumbers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ind w:left="852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13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142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18" w15:restartNumberingAfterBreak="0">
    <w:nsid w:val="1FC177F1"/>
    <w:multiLevelType w:val="multilevel"/>
    <w:tmpl w:val="7954FA08"/>
    <w:lvl w:ilvl="0">
      <w:start w:val="1"/>
      <w:numFmt w:val="none"/>
      <w:pStyle w:val="TOC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OC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TOC3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202A2610"/>
    <w:multiLevelType w:val="multilevel"/>
    <w:tmpl w:val="DD963F12"/>
    <w:styleLink w:val="ListBullets"/>
    <w:lvl w:ilvl="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20" w15:restartNumberingAfterBreak="0">
    <w:nsid w:val="22445215"/>
    <w:multiLevelType w:val="hybridMultilevel"/>
    <w:tmpl w:val="5A1E8B26"/>
    <w:lvl w:ilvl="0" w:tplc="AF0040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793C692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6C184F7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2474EE0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718A148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AF722F9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1EEEE4E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3D08BFF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EAF423E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1" w15:restartNumberingAfterBreak="0">
    <w:nsid w:val="35860E1A"/>
    <w:multiLevelType w:val="hybridMultilevel"/>
    <w:tmpl w:val="1FDE0258"/>
    <w:lvl w:ilvl="0" w:tplc="72800E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7F764140">
      <w:start w:val="2452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848C86D6">
      <w:start w:val="2452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4462C5F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4948B72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7D6E455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F33246B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775EC03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B63A764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2" w15:restartNumberingAfterBreak="0">
    <w:nsid w:val="386F3AD1"/>
    <w:multiLevelType w:val="hybridMultilevel"/>
    <w:tmpl w:val="3ED00D28"/>
    <w:lvl w:ilvl="0" w:tplc="FB8A5F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CA4C814A">
      <w:start w:val="2452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978075C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0758037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0D804AF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3EE8D00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77D8040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86C6D2B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D1A8AC3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3" w15:restartNumberingAfterBreak="0">
    <w:nsid w:val="3E976582"/>
    <w:multiLevelType w:val="hybridMultilevel"/>
    <w:tmpl w:val="F77255AE"/>
    <w:lvl w:ilvl="0" w:tplc="6360E1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AB00C668">
      <w:start w:val="2452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0862063C">
      <w:start w:val="2452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6E9248A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44E8069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2C56618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B63499F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36F6C3F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555ABC4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4" w15:restartNumberingAfterBreak="0">
    <w:nsid w:val="40425CCA"/>
    <w:multiLevelType w:val="multilevel"/>
    <w:tmpl w:val="23420E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5800DAC"/>
    <w:multiLevelType w:val="hybridMultilevel"/>
    <w:tmpl w:val="0BC4CDD6"/>
    <w:lvl w:ilvl="0" w:tplc="59AEEE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250714"/>
    <w:multiLevelType w:val="hybridMultilevel"/>
    <w:tmpl w:val="091EFEBE"/>
    <w:lvl w:ilvl="0" w:tplc="7E5043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8E5365"/>
    <w:multiLevelType w:val="multilevel"/>
    <w:tmpl w:val="0809001D"/>
    <w:styleLink w:val="TO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6"/>
  </w:num>
  <w:num w:numId="12">
    <w:abstractNumId w:val="12"/>
  </w:num>
  <w:num w:numId="13">
    <w:abstractNumId w:val="24"/>
  </w:num>
  <w:num w:numId="14">
    <w:abstractNumId w:val="12"/>
    <w:lvlOverride w:ilvl="0">
      <w:startOverride w:val="1"/>
    </w:lvlOverride>
  </w:num>
  <w:num w:numId="15">
    <w:abstractNumId w:val="19"/>
  </w:num>
  <w:num w:numId="16">
    <w:abstractNumId w:val="17"/>
  </w:num>
  <w:num w:numId="17">
    <w:abstractNumId w:val="11"/>
  </w:num>
  <w:num w:numId="18">
    <w:abstractNumId w:val="27"/>
  </w:num>
  <w:num w:numId="19">
    <w:abstractNumId w:val="18"/>
  </w:num>
  <w:num w:numId="20">
    <w:abstractNumId w:val="21"/>
  </w:num>
  <w:num w:numId="21">
    <w:abstractNumId w:val="23"/>
  </w:num>
  <w:num w:numId="22">
    <w:abstractNumId w:val="15"/>
  </w:num>
  <w:num w:numId="23">
    <w:abstractNumId w:val="13"/>
  </w:num>
  <w:num w:numId="24">
    <w:abstractNumId w:val="22"/>
  </w:num>
  <w:num w:numId="25">
    <w:abstractNumId w:val="16"/>
  </w:num>
  <w:num w:numId="26">
    <w:abstractNumId w:val="25"/>
  </w:num>
  <w:num w:numId="27">
    <w:abstractNumId w:val="14"/>
  </w:num>
  <w:num w:numId="28">
    <w:abstractNumId w:val="10"/>
  </w:num>
  <w:num w:numId="29">
    <w:abstractNumId w:val="20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hideSpelling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45D"/>
    <w:rsid w:val="00004078"/>
    <w:rsid w:val="00006EFF"/>
    <w:rsid w:val="00021530"/>
    <w:rsid w:val="0003398B"/>
    <w:rsid w:val="0003526B"/>
    <w:rsid w:val="00036A02"/>
    <w:rsid w:val="00050DCE"/>
    <w:rsid w:val="00052F6D"/>
    <w:rsid w:val="00057B12"/>
    <w:rsid w:val="00071AA7"/>
    <w:rsid w:val="000A211A"/>
    <w:rsid w:val="000D576D"/>
    <w:rsid w:val="000E219D"/>
    <w:rsid w:val="000F4A5C"/>
    <w:rsid w:val="001030C0"/>
    <w:rsid w:val="001172EF"/>
    <w:rsid w:val="0012553C"/>
    <w:rsid w:val="00134547"/>
    <w:rsid w:val="00156CA1"/>
    <w:rsid w:val="001571FB"/>
    <w:rsid w:val="00183BCA"/>
    <w:rsid w:val="00192D2B"/>
    <w:rsid w:val="001A545D"/>
    <w:rsid w:val="001A554B"/>
    <w:rsid w:val="001C5228"/>
    <w:rsid w:val="001C5F88"/>
    <w:rsid w:val="001C6B44"/>
    <w:rsid w:val="001E4FDC"/>
    <w:rsid w:val="002057EF"/>
    <w:rsid w:val="00264847"/>
    <w:rsid w:val="00267771"/>
    <w:rsid w:val="00267B54"/>
    <w:rsid w:val="00271388"/>
    <w:rsid w:val="00294DA2"/>
    <w:rsid w:val="002A14D1"/>
    <w:rsid w:val="002B1320"/>
    <w:rsid w:val="002D07E2"/>
    <w:rsid w:val="002D4A7A"/>
    <w:rsid w:val="002E44B5"/>
    <w:rsid w:val="00310983"/>
    <w:rsid w:val="003133A3"/>
    <w:rsid w:val="00313492"/>
    <w:rsid w:val="003147E8"/>
    <w:rsid w:val="0032135D"/>
    <w:rsid w:val="00340348"/>
    <w:rsid w:val="00356625"/>
    <w:rsid w:val="00357CB1"/>
    <w:rsid w:val="0038099A"/>
    <w:rsid w:val="00383205"/>
    <w:rsid w:val="00385D0A"/>
    <w:rsid w:val="00405FBB"/>
    <w:rsid w:val="0040746F"/>
    <w:rsid w:val="00413188"/>
    <w:rsid w:val="004131BB"/>
    <w:rsid w:val="00453B91"/>
    <w:rsid w:val="004605D7"/>
    <w:rsid w:val="00462CB3"/>
    <w:rsid w:val="00472F2E"/>
    <w:rsid w:val="00475DE8"/>
    <w:rsid w:val="004B6102"/>
    <w:rsid w:val="004B6219"/>
    <w:rsid w:val="004C77A7"/>
    <w:rsid w:val="004D3337"/>
    <w:rsid w:val="00512293"/>
    <w:rsid w:val="0051761D"/>
    <w:rsid w:val="00534780"/>
    <w:rsid w:val="005448B3"/>
    <w:rsid w:val="00563860"/>
    <w:rsid w:val="0056462B"/>
    <w:rsid w:val="00567BF1"/>
    <w:rsid w:val="00575F7A"/>
    <w:rsid w:val="00591304"/>
    <w:rsid w:val="005B6E49"/>
    <w:rsid w:val="005C1F3D"/>
    <w:rsid w:val="005C7E6F"/>
    <w:rsid w:val="005F01CC"/>
    <w:rsid w:val="005F4CBB"/>
    <w:rsid w:val="00610D35"/>
    <w:rsid w:val="00611E8B"/>
    <w:rsid w:val="00622F48"/>
    <w:rsid w:val="0062412F"/>
    <w:rsid w:val="00627E3D"/>
    <w:rsid w:val="0067352E"/>
    <w:rsid w:val="00673AA4"/>
    <w:rsid w:val="006805C1"/>
    <w:rsid w:val="00680D27"/>
    <w:rsid w:val="00692D20"/>
    <w:rsid w:val="00695335"/>
    <w:rsid w:val="006A388C"/>
    <w:rsid w:val="006E1EA4"/>
    <w:rsid w:val="006E26EF"/>
    <w:rsid w:val="006E6145"/>
    <w:rsid w:val="006E7810"/>
    <w:rsid w:val="007004AE"/>
    <w:rsid w:val="007022AD"/>
    <w:rsid w:val="007575B9"/>
    <w:rsid w:val="00766D9D"/>
    <w:rsid w:val="00782FB5"/>
    <w:rsid w:val="00790EFE"/>
    <w:rsid w:val="007A4C1D"/>
    <w:rsid w:val="007B5DEF"/>
    <w:rsid w:val="007B7975"/>
    <w:rsid w:val="007C4BB2"/>
    <w:rsid w:val="007E70CF"/>
    <w:rsid w:val="007F212B"/>
    <w:rsid w:val="008123B7"/>
    <w:rsid w:val="008362E2"/>
    <w:rsid w:val="00840836"/>
    <w:rsid w:val="008429C5"/>
    <w:rsid w:val="00860C67"/>
    <w:rsid w:val="00861273"/>
    <w:rsid w:val="008766D2"/>
    <w:rsid w:val="00887C3D"/>
    <w:rsid w:val="00897C0B"/>
    <w:rsid w:val="008A2F66"/>
    <w:rsid w:val="008A3942"/>
    <w:rsid w:val="008B249E"/>
    <w:rsid w:val="008F5CF8"/>
    <w:rsid w:val="00917EFE"/>
    <w:rsid w:val="00926C56"/>
    <w:rsid w:val="009356C1"/>
    <w:rsid w:val="00941F91"/>
    <w:rsid w:val="0095786C"/>
    <w:rsid w:val="00966D5E"/>
    <w:rsid w:val="0098297B"/>
    <w:rsid w:val="00987A9F"/>
    <w:rsid w:val="009B26E8"/>
    <w:rsid w:val="009B789E"/>
    <w:rsid w:val="009C17BB"/>
    <w:rsid w:val="00A05685"/>
    <w:rsid w:val="00A07901"/>
    <w:rsid w:val="00A537FA"/>
    <w:rsid w:val="00A63788"/>
    <w:rsid w:val="00A77E62"/>
    <w:rsid w:val="00A96AFC"/>
    <w:rsid w:val="00AC3721"/>
    <w:rsid w:val="00AC6513"/>
    <w:rsid w:val="00AE25EA"/>
    <w:rsid w:val="00AE528B"/>
    <w:rsid w:val="00AE5E57"/>
    <w:rsid w:val="00B019EC"/>
    <w:rsid w:val="00B11358"/>
    <w:rsid w:val="00B40AE0"/>
    <w:rsid w:val="00B86932"/>
    <w:rsid w:val="00BC7D9C"/>
    <w:rsid w:val="00BE3BAD"/>
    <w:rsid w:val="00C75D7A"/>
    <w:rsid w:val="00C77D08"/>
    <w:rsid w:val="00CB1799"/>
    <w:rsid w:val="00CD3200"/>
    <w:rsid w:val="00CE4FC3"/>
    <w:rsid w:val="00D04318"/>
    <w:rsid w:val="00D04BE0"/>
    <w:rsid w:val="00D103CB"/>
    <w:rsid w:val="00D2122D"/>
    <w:rsid w:val="00D21907"/>
    <w:rsid w:val="00D333DE"/>
    <w:rsid w:val="00D57E01"/>
    <w:rsid w:val="00D84489"/>
    <w:rsid w:val="00DA3F51"/>
    <w:rsid w:val="00DA68E9"/>
    <w:rsid w:val="00DE1B5A"/>
    <w:rsid w:val="00DF25B9"/>
    <w:rsid w:val="00E355A4"/>
    <w:rsid w:val="00E411A7"/>
    <w:rsid w:val="00E4251A"/>
    <w:rsid w:val="00E63A08"/>
    <w:rsid w:val="00E65A56"/>
    <w:rsid w:val="00EC60E5"/>
    <w:rsid w:val="00EE014E"/>
    <w:rsid w:val="00EF6E85"/>
    <w:rsid w:val="00EF7E23"/>
    <w:rsid w:val="00F0109D"/>
    <w:rsid w:val="00F4251E"/>
    <w:rsid w:val="00F52D28"/>
    <w:rsid w:val="00F70023"/>
    <w:rsid w:val="00F729AF"/>
    <w:rsid w:val="00F845C3"/>
    <w:rsid w:val="00FA0688"/>
    <w:rsid w:val="00FC010B"/>
    <w:rsid w:val="00FF18F5"/>
    <w:rsid w:val="00FF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280720D"/>
  <w15:docId w15:val="{687D02E5-5C6F-4EC3-8845-7D44E3BF8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5228"/>
    <w:pPr>
      <w:spacing w:after="120"/>
    </w:pPr>
    <w:rPr>
      <w:rFonts w:ascii="Frutiger LT Com 55 Roman" w:hAnsi="Frutiger LT Com 55 Roman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7C3D"/>
    <w:pPr>
      <w:keepNext/>
      <w:keepLines/>
      <w:spacing w:before="400" w:line="240" w:lineRule="auto"/>
      <w:outlineLvl w:val="0"/>
    </w:pPr>
    <w:rPr>
      <w:rFonts w:ascii="Frutiger LT Com 45 Light" w:eastAsiaTheme="majorEastAsia" w:hAnsi="Frutiger LT Com 45 Light" w:cstheme="majorBidi"/>
      <w:b/>
      <w:color w:val="003764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7C3D"/>
    <w:pPr>
      <w:keepNext/>
      <w:keepLines/>
      <w:spacing w:before="320" w:after="60" w:line="240" w:lineRule="auto"/>
      <w:outlineLvl w:val="1"/>
    </w:pPr>
    <w:rPr>
      <w:rFonts w:ascii="Frutiger LT Com 45 Light" w:eastAsiaTheme="majorEastAsia" w:hAnsi="Frutiger LT Com 45 Light" w:cstheme="majorBidi"/>
      <w:b/>
      <w:color w:val="003764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87C3D"/>
    <w:pPr>
      <w:keepNext/>
      <w:keepLines/>
      <w:spacing w:before="200" w:after="60" w:line="240" w:lineRule="auto"/>
      <w:outlineLvl w:val="2"/>
    </w:pPr>
    <w:rPr>
      <w:rFonts w:ascii="Frutiger LT Com 45 Light" w:eastAsiaTheme="majorEastAsia" w:hAnsi="Frutiger LT Com 45 Light" w:cstheme="majorBidi"/>
      <w:b/>
      <w:color w:val="003764"/>
      <w:sz w:val="22"/>
      <w:szCs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rsid w:val="00006EFF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unhideWhenUsed/>
    <w:rsid w:val="00006EFF"/>
    <w:p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rsid w:val="00D103CB"/>
    <w:pPr>
      <w:keepNext/>
      <w:keepLines/>
      <w:snapToGrid w:val="0"/>
      <w:spacing w:after="200" w:line="1000" w:lineRule="exact"/>
      <w:ind w:left="-142"/>
      <w:contextualSpacing/>
      <w:jc w:val="right"/>
    </w:pPr>
    <w:rPr>
      <w:rFonts w:eastAsiaTheme="majorEastAsia" w:cs="Times New Roman (Headings CS)"/>
      <w:color w:val="FFFFFF" w:themeColor="background1"/>
      <w:spacing w:val="-10"/>
      <w:kern w:val="28"/>
      <w:sz w:val="92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D103CB"/>
    <w:rPr>
      <w:rFonts w:ascii="Frutiger LT Com 55 Roman" w:eastAsiaTheme="majorEastAsia" w:hAnsi="Frutiger LT Com 55 Roman" w:cs="Times New Roman (Headings CS)"/>
      <w:color w:val="FFFFFF" w:themeColor="background1"/>
      <w:spacing w:val="-10"/>
      <w:kern w:val="28"/>
      <w:sz w:val="92"/>
      <w:szCs w:val="5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887C3D"/>
    <w:rPr>
      <w:rFonts w:ascii="Frutiger LT Com 45 Light" w:eastAsiaTheme="majorEastAsia" w:hAnsi="Frutiger LT Com 45 Light" w:cstheme="majorBidi"/>
      <w:b/>
      <w:color w:val="003764"/>
      <w:sz w:val="40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77E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E62"/>
  </w:style>
  <w:style w:type="paragraph" w:styleId="Footer">
    <w:name w:val="footer"/>
    <w:basedOn w:val="Normal"/>
    <w:link w:val="FooterChar"/>
    <w:uiPriority w:val="99"/>
    <w:unhideWhenUsed/>
    <w:rsid w:val="006A388C"/>
    <w:pPr>
      <w:tabs>
        <w:tab w:val="center" w:pos="4513"/>
        <w:tab w:val="right" w:pos="9026"/>
      </w:tabs>
      <w:spacing w:after="0" w:line="240" w:lineRule="auto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6A388C"/>
    <w:rPr>
      <w:rFonts w:ascii="Frutiger LT Com 45 Light" w:hAnsi="Frutiger LT Com 45 Light"/>
      <w:sz w:val="14"/>
    </w:rPr>
  </w:style>
  <w:style w:type="character" w:customStyle="1" w:styleId="Heading2Char">
    <w:name w:val="Heading 2 Char"/>
    <w:basedOn w:val="DefaultParagraphFont"/>
    <w:link w:val="Heading2"/>
    <w:uiPriority w:val="9"/>
    <w:rsid w:val="00887C3D"/>
    <w:rPr>
      <w:rFonts w:ascii="Frutiger LT Com 45 Light" w:eastAsiaTheme="majorEastAsia" w:hAnsi="Frutiger LT Com 45 Light" w:cstheme="majorBidi"/>
      <w:b/>
      <w:color w:val="003764"/>
      <w:sz w:val="32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887C3D"/>
    <w:rPr>
      <w:rFonts w:ascii="Frutiger LT Com 45 Light" w:eastAsiaTheme="majorEastAsia" w:hAnsi="Frutiger LT Com 45 Light" w:cstheme="majorBidi"/>
      <w:b/>
      <w:color w:val="003764"/>
      <w:szCs w:val="24"/>
      <w:lang w:val="en-US"/>
    </w:rPr>
  </w:style>
  <w:style w:type="table" w:styleId="TableGrid">
    <w:name w:val="Table Grid"/>
    <w:basedOn w:val="TableNormal"/>
    <w:uiPriority w:val="39"/>
    <w:rsid w:val="00F70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2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CB3"/>
    <w:rPr>
      <w:rFonts w:ascii="Segoe UI" w:hAnsi="Segoe UI" w:cs="Segoe UI"/>
      <w:sz w:val="18"/>
      <w:szCs w:val="18"/>
    </w:rPr>
  </w:style>
  <w:style w:type="table" w:customStyle="1" w:styleId="TableGridLight1">
    <w:name w:val="Table Grid Light1"/>
    <w:basedOn w:val="TableNormal"/>
    <w:uiPriority w:val="40"/>
    <w:rsid w:val="00D333D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WSI-Table">
    <w:name w:val="WSI - Table"/>
    <w:basedOn w:val="TableNormal"/>
    <w:uiPriority w:val="99"/>
    <w:rsid w:val="00472F2E"/>
    <w:pPr>
      <w:spacing w:after="0" w:line="240" w:lineRule="auto"/>
    </w:pPr>
    <w:rPr>
      <w:rFonts w:ascii="Inria Serif" w:hAnsi="Inria Serif" w:cs="Times New Roman (Body CS)"/>
      <w:color w:val="000000" w:themeColor="text1"/>
      <w:sz w:val="16"/>
    </w:rPr>
    <w:tblPr>
      <w:tblStyleRowBandSize w:val="1"/>
      <w:tblBorders>
        <w:bottom w:val="single" w:sz="4" w:space="0" w:color="0084AD"/>
        <w:insideH w:val="single" w:sz="4" w:space="0" w:color="0084AD"/>
      </w:tblBorders>
      <w:tblCellMar>
        <w:top w:w="142" w:type="dxa"/>
        <w:left w:w="113" w:type="dxa"/>
        <w:bottom w:w="142" w:type="dxa"/>
        <w:right w:w="113" w:type="dxa"/>
      </w:tblCellMar>
    </w:tblPr>
    <w:trPr>
      <w:cantSplit/>
    </w:trPr>
    <w:tcPr>
      <w:shd w:val="clear" w:color="auto" w:fill="FFFFFF" w:themeFill="background1"/>
    </w:tcPr>
    <w:tblStylePr w:type="firstRow">
      <w:pPr>
        <w:wordWrap/>
        <w:spacing w:beforeLines="0" w:before="0" w:beforeAutospacing="0" w:afterLines="0" w:after="0" w:afterAutospacing="0"/>
      </w:pPr>
      <w:rPr>
        <w:rFonts w:ascii="Frutiger LT Com 65" w:hAnsi="Frutiger LT Com 65"/>
        <w:b/>
        <w:i w:val="0"/>
        <w:caps w:val="0"/>
        <w:smallCaps w:val="0"/>
        <w:color w:val="FFFFFF" w:themeColor="background1"/>
        <w:sz w:val="20"/>
      </w:rPr>
      <w:tblPr/>
      <w:trPr>
        <w:cantSplit w:val="0"/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84AD"/>
        <w:tcMar>
          <w:top w:w="198" w:type="dxa"/>
          <w:left w:w="142" w:type="dxa"/>
          <w:bottom w:w="57" w:type="dxa"/>
          <w:right w:w="142" w:type="dxa"/>
        </w:tcMar>
      </w:tcPr>
    </w:tblStylePr>
  </w:style>
  <w:style w:type="numbering" w:customStyle="1" w:styleId="ListNumbers">
    <w:name w:val="ListNumbers"/>
    <w:uiPriority w:val="99"/>
    <w:rsid w:val="00EF6E85"/>
    <w:pPr>
      <w:numPr>
        <w:numId w:val="16"/>
      </w:numPr>
    </w:pPr>
  </w:style>
  <w:style w:type="paragraph" w:styleId="ListNumber4">
    <w:name w:val="List Number 4"/>
    <w:basedOn w:val="Normal"/>
    <w:uiPriority w:val="99"/>
    <w:semiHidden/>
    <w:unhideWhenUsed/>
    <w:rsid w:val="00D04BE0"/>
    <w:pPr>
      <w:numPr>
        <w:numId w:val="9"/>
      </w:numPr>
      <w:ind w:left="1208" w:hanging="357"/>
      <w:contextualSpacing/>
    </w:pPr>
  </w:style>
  <w:style w:type="character" w:styleId="Hyperlink">
    <w:name w:val="Hyperlink"/>
    <w:basedOn w:val="DefaultParagraphFont"/>
    <w:uiPriority w:val="99"/>
    <w:unhideWhenUsed/>
    <w:rsid w:val="00F729AF"/>
    <w:rPr>
      <w:color w:val="0563C1" w:themeColor="hyperlink"/>
      <w:u w:val="single"/>
    </w:rPr>
  </w:style>
  <w:style w:type="numbering" w:customStyle="1" w:styleId="ListBullets">
    <w:name w:val="ListBullets"/>
    <w:uiPriority w:val="99"/>
    <w:rsid w:val="001A554B"/>
    <w:pPr>
      <w:numPr>
        <w:numId w:val="15"/>
      </w:numPr>
    </w:pPr>
  </w:style>
  <w:style w:type="paragraph" w:styleId="ListNumber">
    <w:name w:val="List Number"/>
    <w:basedOn w:val="Normal"/>
    <w:uiPriority w:val="99"/>
    <w:unhideWhenUsed/>
    <w:qFormat/>
    <w:rsid w:val="00D04BE0"/>
    <w:pPr>
      <w:numPr>
        <w:numId w:val="16"/>
      </w:numPr>
      <w:contextualSpacing/>
    </w:pPr>
  </w:style>
  <w:style w:type="paragraph" w:styleId="ListBullet">
    <w:name w:val="List Bullet"/>
    <w:basedOn w:val="Normal"/>
    <w:uiPriority w:val="99"/>
    <w:unhideWhenUsed/>
    <w:qFormat/>
    <w:rsid w:val="008429C5"/>
    <w:pPr>
      <w:numPr>
        <w:numId w:val="15"/>
      </w:numPr>
      <w:contextualSpacing/>
    </w:pPr>
  </w:style>
  <w:style w:type="paragraph" w:styleId="ListBullet2">
    <w:name w:val="List Bullet 2"/>
    <w:basedOn w:val="Normal"/>
    <w:uiPriority w:val="99"/>
    <w:unhideWhenUsed/>
    <w:rsid w:val="00192D2B"/>
    <w:pPr>
      <w:numPr>
        <w:ilvl w:val="1"/>
        <w:numId w:val="15"/>
      </w:numPr>
      <w:contextualSpacing/>
    </w:pPr>
  </w:style>
  <w:style w:type="paragraph" w:styleId="ListBullet3">
    <w:name w:val="List Bullet 3"/>
    <w:basedOn w:val="Normal"/>
    <w:uiPriority w:val="99"/>
    <w:unhideWhenUsed/>
    <w:rsid w:val="00192D2B"/>
    <w:pPr>
      <w:numPr>
        <w:ilvl w:val="2"/>
        <w:numId w:val="15"/>
      </w:numPr>
      <w:ind w:left="851"/>
      <w:contextualSpacing/>
    </w:pPr>
  </w:style>
  <w:style w:type="paragraph" w:styleId="ListBullet4">
    <w:name w:val="List Bullet 4"/>
    <w:basedOn w:val="Normal"/>
    <w:uiPriority w:val="99"/>
    <w:unhideWhenUsed/>
    <w:rsid w:val="008429C5"/>
    <w:pPr>
      <w:numPr>
        <w:ilvl w:val="3"/>
        <w:numId w:val="15"/>
      </w:numPr>
      <w:ind w:left="1135"/>
      <w:contextualSpacing/>
    </w:pPr>
  </w:style>
  <w:style w:type="paragraph" w:styleId="ListBullet5">
    <w:name w:val="List Bullet 5"/>
    <w:basedOn w:val="Normal"/>
    <w:uiPriority w:val="99"/>
    <w:unhideWhenUsed/>
    <w:rsid w:val="008429C5"/>
    <w:pPr>
      <w:numPr>
        <w:ilvl w:val="4"/>
        <w:numId w:val="15"/>
      </w:numPr>
      <w:ind w:left="1418"/>
      <w:contextualSpacing/>
    </w:pPr>
  </w:style>
  <w:style w:type="paragraph" w:styleId="ListNumber2">
    <w:name w:val="List Number 2"/>
    <w:basedOn w:val="Normal"/>
    <w:uiPriority w:val="99"/>
    <w:unhideWhenUsed/>
    <w:rsid w:val="00D04BE0"/>
    <w:pPr>
      <w:numPr>
        <w:ilvl w:val="1"/>
        <w:numId w:val="16"/>
      </w:numPr>
      <w:contextualSpacing/>
    </w:pPr>
  </w:style>
  <w:style w:type="paragraph" w:styleId="ListNumber3">
    <w:name w:val="List Number 3"/>
    <w:basedOn w:val="Normal"/>
    <w:uiPriority w:val="99"/>
    <w:unhideWhenUsed/>
    <w:rsid w:val="00D04BE0"/>
    <w:pPr>
      <w:numPr>
        <w:ilvl w:val="2"/>
        <w:numId w:val="16"/>
      </w:numPr>
      <w:ind w:left="851"/>
      <w:contextualSpacing/>
    </w:pPr>
  </w:style>
  <w:style w:type="paragraph" w:styleId="ListNumber5">
    <w:name w:val="List Number 5"/>
    <w:basedOn w:val="Normal"/>
    <w:uiPriority w:val="99"/>
    <w:semiHidden/>
    <w:unhideWhenUsed/>
    <w:rsid w:val="00D04BE0"/>
    <w:pPr>
      <w:numPr>
        <w:numId w:val="10"/>
      </w:numPr>
      <w:ind w:left="1491" w:hanging="357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3526B"/>
    <w:pPr>
      <w:spacing w:line="240" w:lineRule="auto"/>
      <w:contextualSpacing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3526B"/>
    <w:rPr>
      <w:rFonts w:ascii="Frutiger LT Com 45 Light" w:hAnsi="Frutiger LT Com 45 Light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3526B"/>
    <w:rPr>
      <w:rFonts w:ascii="Frutiger LT Com 45 Light" w:hAnsi="Frutiger LT Com 45 Light"/>
      <w:b w:val="0"/>
      <w:i w:val="0"/>
      <w:sz w:val="16"/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FA0688"/>
    <w:pPr>
      <w:numPr>
        <w:ilvl w:val="1"/>
        <w:numId w:val="19"/>
      </w:numPr>
      <w:tabs>
        <w:tab w:val="right" w:leader="dot" w:pos="9628"/>
      </w:tabs>
      <w:spacing w:before="80" w:after="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D103CB"/>
    <w:pPr>
      <w:numPr>
        <w:numId w:val="19"/>
      </w:numPr>
      <w:spacing w:before="120" w:after="0"/>
      <w:contextualSpacing/>
    </w:pPr>
    <w:rPr>
      <w:rFonts w:cs="Times New Roman (Body CS)"/>
      <w:b/>
    </w:rPr>
  </w:style>
  <w:style w:type="paragraph" w:styleId="TOC3">
    <w:name w:val="toc 3"/>
    <w:basedOn w:val="Normal"/>
    <w:next w:val="Normal"/>
    <w:autoRedefine/>
    <w:uiPriority w:val="39"/>
    <w:unhideWhenUsed/>
    <w:rsid w:val="002D4A7A"/>
    <w:pPr>
      <w:numPr>
        <w:ilvl w:val="2"/>
        <w:numId w:val="19"/>
      </w:numPr>
      <w:spacing w:before="40" w:after="0"/>
      <w:contextualSpacing/>
    </w:pPr>
    <w:rPr>
      <w:i/>
      <w:sz w:val="18"/>
    </w:rPr>
  </w:style>
  <w:style w:type="numbering" w:customStyle="1" w:styleId="TOC">
    <w:name w:val="TOC"/>
    <w:uiPriority w:val="99"/>
    <w:rsid w:val="00264847"/>
    <w:pPr>
      <w:numPr>
        <w:numId w:val="18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006EFF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06EFF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table" w:styleId="PlainTable4">
    <w:name w:val="Plain Table 4"/>
    <w:basedOn w:val="TableNormal"/>
    <w:uiPriority w:val="44"/>
    <w:rsid w:val="0056462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6462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183BC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183BC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183B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183BC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183BCA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183BCA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840836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782FB5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rsid w:val="00D103CB"/>
    <w:pPr>
      <w:keepNext/>
      <w:keepLines/>
      <w:numPr>
        <w:ilvl w:val="1"/>
      </w:numPr>
      <w:snapToGrid w:val="0"/>
      <w:spacing w:before="240" w:after="0" w:line="620" w:lineRule="exact"/>
      <w:ind w:left="-142"/>
      <w:jc w:val="right"/>
    </w:pPr>
    <w:rPr>
      <w:rFonts w:ascii="Inria Serif" w:eastAsiaTheme="minorEastAsia" w:hAnsi="Inria Serif" w:cs="Times New Roman (Body CS)"/>
      <w:i/>
      <w:color w:val="8AE2D1"/>
      <w:sz w:val="56"/>
      <w:szCs w:val="64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D103CB"/>
    <w:rPr>
      <w:rFonts w:ascii="Inria Serif" w:eastAsiaTheme="minorEastAsia" w:hAnsi="Inria Serif" w:cs="Times New Roman (Body CS)"/>
      <w:i/>
      <w:color w:val="8AE2D1"/>
      <w:sz w:val="56"/>
      <w:szCs w:val="64"/>
      <w:lang w:val="en-AU"/>
    </w:rPr>
  </w:style>
  <w:style w:type="table" w:customStyle="1" w:styleId="WSI-Table1">
    <w:name w:val="WSI - Table1"/>
    <w:basedOn w:val="TableNormal"/>
    <w:uiPriority w:val="99"/>
    <w:rsid w:val="00887C3D"/>
    <w:pPr>
      <w:spacing w:after="0" w:line="240" w:lineRule="auto"/>
    </w:pPr>
    <w:rPr>
      <w:rFonts w:ascii="Frutiger LT Com 45 Light" w:hAnsi="Frutiger LT Com 45 Light"/>
      <w:color w:val="000000" w:themeColor="text1"/>
      <w:sz w:val="20"/>
    </w:rPr>
    <w:tblPr>
      <w:tblBorders>
        <w:top w:val="single" w:sz="8" w:space="0" w:color="003B5C"/>
        <w:left w:val="single" w:sz="8" w:space="0" w:color="003B5C"/>
        <w:bottom w:val="single" w:sz="8" w:space="0" w:color="003B5C"/>
        <w:right w:val="single" w:sz="8" w:space="0" w:color="003B5C"/>
        <w:insideH w:val="single" w:sz="8" w:space="0" w:color="003B5C"/>
        <w:insideV w:val="single" w:sz="8" w:space="0" w:color="003B5C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0" w:beforeAutospacing="0" w:afterLines="0" w:after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</w:rPr>
      <w:tblPr/>
      <w:tcPr>
        <w:tcBorders>
          <w:top w:val="single" w:sz="8" w:space="0" w:color="003B5C"/>
          <w:left w:val="single" w:sz="8" w:space="0" w:color="003B5C"/>
          <w:bottom w:val="single" w:sz="8" w:space="0" w:color="003B5C"/>
          <w:right w:val="single" w:sz="8" w:space="0" w:color="003B5C"/>
          <w:insideH w:val="single" w:sz="8" w:space="0" w:color="003B5C"/>
          <w:insideV w:val="single" w:sz="8" w:space="0" w:color="003B5C"/>
          <w:tl2br w:val="nil"/>
          <w:tr2bl w:val="nil"/>
        </w:tcBorders>
        <w:shd w:val="clear" w:color="auto" w:fill="003B5C"/>
      </w:tcPr>
    </w:tblStylePr>
  </w:style>
  <w:style w:type="paragraph" w:customStyle="1" w:styleId="DocumentTitle">
    <w:name w:val="Document Title"/>
    <w:basedOn w:val="Normal"/>
    <w:qFormat/>
    <w:rsid w:val="00887C3D"/>
    <w:rPr>
      <w:rFonts w:ascii="Inria Serif" w:hAnsi="Inria Serif"/>
      <w:b/>
      <w:color w:val="0084AD"/>
      <w:sz w:val="50"/>
      <w:szCs w:val="50"/>
    </w:rPr>
  </w:style>
  <w:style w:type="table" w:customStyle="1" w:styleId="TableGrid1">
    <w:name w:val="Table Grid1"/>
    <w:basedOn w:val="TableNormal"/>
    <w:next w:val="TableGrid"/>
    <w:uiPriority w:val="39"/>
    <w:rsid w:val="00D21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WSI-Table2">
    <w:name w:val="WSI - Table2"/>
    <w:basedOn w:val="TableNormal"/>
    <w:uiPriority w:val="99"/>
    <w:rsid w:val="00453B91"/>
    <w:pPr>
      <w:spacing w:after="0" w:line="240" w:lineRule="auto"/>
    </w:pPr>
    <w:rPr>
      <w:rFonts w:ascii="Frutiger LT Com 45 Light" w:hAnsi="Frutiger LT Com 45 Light"/>
      <w:color w:val="000000" w:themeColor="text1"/>
      <w:sz w:val="20"/>
    </w:rPr>
    <w:tblPr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0" w:beforeAutospacing="0" w:afterLines="0" w:after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</w:rPr>
      <w:tblPr/>
      <w:tcPr>
        <w:shd w:val="clear" w:color="auto" w:fill="97D700"/>
      </w:tcPr>
    </w:tblStylePr>
  </w:style>
  <w:style w:type="paragraph" w:styleId="NormalWeb">
    <w:name w:val="Normal (Web)"/>
    <w:basedOn w:val="Normal"/>
    <w:uiPriority w:val="99"/>
    <w:semiHidden/>
    <w:unhideWhenUsed/>
    <w:rsid w:val="00F84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18" Type="http://schemas.openxmlformats.org/officeDocument/2006/relationships/image" Target="media/image60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image" Target="media/image50.jpe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header" Target="header2.xm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e%20Stokie\Dropbox%20(WS%20Secretariat)\WS\Templates\NEW%20Brand\WSI_doc_cover_v4.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F3D33-B2F3-488B-9292-7BC7F84E2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WSI_doc_cover_v4.0.dotx</Template>
  <TotalTime>0</TotalTime>
  <Pages>5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Stokie</dc:creator>
  <cp:keywords/>
  <dc:description/>
  <cp:lastModifiedBy>Luise Kuehnel</cp:lastModifiedBy>
  <cp:revision>3</cp:revision>
  <cp:lastPrinted>2018-11-29T12:08:00Z</cp:lastPrinted>
  <dcterms:created xsi:type="dcterms:W3CDTF">2019-08-20T18:02:00Z</dcterms:created>
  <dcterms:modified xsi:type="dcterms:W3CDTF">2019-08-21T14:17:00Z</dcterms:modified>
</cp:coreProperties>
</file>