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B6645" w14:textId="06EBCD39" w:rsidR="006E6145" w:rsidRDefault="00453B91" w:rsidP="006E6145">
      <w:pPr>
        <w:pStyle w:val="Title"/>
        <w:ind w:right="-1"/>
      </w:pPr>
      <w:bookmarkStart w:id="0" w:name="_Toc386117270"/>
      <w:bookmarkStart w:id="1" w:name="_Toc386117477"/>
      <w:r>
        <w:t>Test Project</w:t>
      </w:r>
    </w:p>
    <w:p w14:paraId="663F44AC" w14:textId="4BF87BD8" w:rsidR="00AE528B" w:rsidRDefault="00073D45" w:rsidP="006E6145">
      <w:pPr>
        <w:pStyle w:val="Subtitle"/>
        <w:ind w:right="-1"/>
        <w:rPr>
          <w:i w:val="0"/>
        </w:rPr>
      </w:pPr>
      <w:r>
        <w:t>Visual Merchandising</w:t>
      </w:r>
    </w:p>
    <w:p w14:paraId="3AC9D7E0" w14:textId="6C6B75CD" w:rsidR="00453B91" w:rsidRDefault="00453B91" w:rsidP="00453B91">
      <w:pPr>
        <w:rPr>
          <w:lang w:val="en-AU"/>
        </w:rPr>
      </w:pPr>
    </w:p>
    <w:p w14:paraId="68E4B64B" w14:textId="77777777" w:rsidR="00453B91" w:rsidRDefault="00453B91" w:rsidP="00453B91">
      <w:pPr>
        <w:jc w:val="right"/>
        <w:rPr>
          <w:lang w:val="en-AU"/>
        </w:rPr>
      </w:pPr>
    </w:p>
    <w:p w14:paraId="0A784D23" w14:textId="77777777" w:rsidR="00453B91" w:rsidRDefault="00453B91" w:rsidP="00453B91">
      <w:pPr>
        <w:jc w:val="right"/>
        <w:rPr>
          <w:lang w:val="en-AU"/>
        </w:rPr>
      </w:pPr>
    </w:p>
    <w:p w14:paraId="15EF72B1" w14:textId="77777777" w:rsidR="00453B91" w:rsidRDefault="00453B91" w:rsidP="00453B91">
      <w:pPr>
        <w:rPr>
          <w:lang w:val="en-AU"/>
        </w:rPr>
      </w:pPr>
    </w:p>
    <w:p w14:paraId="5BC55B8A" w14:textId="77777777" w:rsidR="00453B91" w:rsidRDefault="00453B91" w:rsidP="00453B91">
      <w:pPr>
        <w:rPr>
          <w:lang w:val="en-AU"/>
        </w:rPr>
      </w:pPr>
    </w:p>
    <w:p w14:paraId="16E407C3" w14:textId="77777777" w:rsidR="00453B91" w:rsidRDefault="00453B91" w:rsidP="00453B91">
      <w:pPr>
        <w:rPr>
          <w:lang w:val="en-AU"/>
        </w:rPr>
      </w:pPr>
    </w:p>
    <w:p w14:paraId="3F703A80" w14:textId="77777777" w:rsidR="00453B91" w:rsidRDefault="00453B91" w:rsidP="00453B91">
      <w:pPr>
        <w:rPr>
          <w:lang w:val="en-AU"/>
        </w:rPr>
      </w:pPr>
    </w:p>
    <w:p w14:paraId="27242A0C" w14:textId="77777777" w:rsidR="00453B91" w:rsidRDefault="00453B91" w:rsidP="00453B91">
      <w:pPr>
        <w:rPr>
          <w:lang w:val="en-AU"/>
        </w:rPr>
      </w:pPr>
    </w:p>
    <w:p w14:paraId="5C6F8C5E" w14:textId="77777777" w:rsidR="00453B91" w:rsidRDefault="00453B91" w:rsidP="00453B91">
      <w:pPr>
        <w:rPr>
          <w:lang w:val="en-AU"/>
        </w:rPr>
      </w:pPr>
    </w:p>
    <w:p w14:paraId="5757C435" w14:textId="77777777" w:rsidR="00453B91" w:rsidRDefault="00453B91" w:rsidP="00453B91">
      <w:pPr>
        <w:rPr>
          <w:lang w:val="en-AU"/>
        </w:rPr>
      </w:pPr>
    </w:p>
    <w:p w14:paraId="25B0129F" w14:textId="77777777" w:rsidR="00453B91" w:rsidRDefault="00453B91" w:rsidP="00453B91">
      <w:pPr>
        <w:rPr>
          <w:lang w:val="en-AU"/>
        </w:rPr>
      </w:pPr>
    </w:p>
    <w:p w14:paraId="6A3FD10A" w14:textId="77777777" w:rsidR="00453B91" w:rsidRDefault="00453B91" w:rsidP="00453B91">
      <w:pPr>
        <w:rPr>
          <w:lang w:val="en-AU"/>
        </w:rPr>
      </w:pPr>
    </w:p>
    <w:p w14:paraId="0C96B7BB" w14:textId="77777777" w:rsidR="00453B91" w:rsidRDefault="00453B91" w:rsidP="00453B91">
      <w:pPr>
        <w:rPr>
          <w:lang w:val="en-AU"/>
        </w:rPr>
      </w:pPr>
    </w:p>
    <w:p w14:paraId="35DCA5A9" w14:textId="77777777" w:rsidR="00453B91" w:rsidRDefault="00453B91" w:rsidP="00453B91">
      <w:pPr>
        <w:rPr>
          <w:lang w:val="en-AU"/>
        </w:rPr>
      </w:pPr>
    </w:p>
    <w:p w14:paraId="6D0FBCB5" w14:textId="77777777" w:rsidR="00453B91" w:rsidRDefault="00453B91" w:rsidP="00453B91">
      <w:pPr>
        <w:rPr>
          <w:lang w:val="en-AU"/>
        </w:rPr>
      </w:pPr>
    </w:p>
    <w:p w14:paraId="7090E73B" w14:textId="77777777" w:rsidR="00453B91" w:rsidRDefault="00453B91" w:rsidP="00453B91">
      <w:pPr>
        <w:rPr>
          <w:lang w:val="en-AU"/>
        </w:rPr>
      </w:pPr>
    </w:p>
    <w:p w14:paraId="63D06A3C" w14:textId="77777777" w:rsidR="00453B91" w:rsidRDefault="00453B91" w:rsidP="00453B91">
      <w:pPr>
        <w:rPr>
          <w:lang w:val="en-AU"/>
        </w:rPr>
      </w:pPr>
    </w:p>
    <w:p w14:paraId="068FA09B" w14:textId="77777777" w:rsidR="00453B91" w:rsidRDefault="00453B91" w:rsidP="00453B91">
      <w:pPr>
        <w:rPr>
          <w:lang w:val="en-AU"/>
        </w:rPr>
      </w:pPr>
    </w:p>
    <w:p w14:paraId="5A22C285" w14:textId="77777777" w:rsidR="00453B91" w:rsidRDefault="00453B91" w:rsidP="00453B91">
      <w:pPr>
        <w:rPr>
          <w:lang w:val="en-AU"/>
        </w:rPr>
      </w:pPr>
    </w:p>
    <w:p w14:paraId="03B66199" w14:textId="77777777" w:rsidR="00453B91" w:rsidRDefault="00453B91" w:rsidP="00453B91">
      <w:pPr>
        <w:rPr>
          <w:lang w:val="en-AU"/>
        </w:rPr>
      </w:pPr>
    </w:p>
    <w:p w14:paraId="31313D0B" w14:textId="77777777" w:rsidR="00453B91" w:rsidRDefault="00453B91" w:rsidP="00453B91">
      <w:pPr>
        <w:rPr>
          <w:lang w:val="en-AU"/>
        </w:rPr>
      </w:pPr>
    </w:p>
    <w:p w14:paraId="13FDD3DE" w14:textId="77777777" w:rsidR="00453B91" w:rsidRDefault="00453B91" w:rsidP="00453B91">
      <w:pPr>
        <w:rPr>
          <w:lang w:val="en-AU"/>
        </w:rPr>
      </w:pPr>
    </w:p>
    <w:p w14:paraId="54020523" w14:textId="77777777" w:rsidR="00453B91" w:rsidRDefault="00453B91" w:rsidP="00453B91">
      <w:pPr>
        <w:rPr>
          <w:lang w:val="en-AU"/>
        </w:rPr>
      </w:pPr>
    </w:p>
    <w:p w14:paraId="510421CE" w14:textId="77777777" w:rsidR="00453B91" w:rsidRDefault="00453B91" w:rsidP="00453B91">
      <w:pPr>
        <w:rPr>
          <w:lang w:val="en-AU"/>
        </w:rPr>
      </w:pPr>
    </w:p>
    <w:p w14:paraId="410467B9" w14:textId="77777777" w:rsidR="00453B91" w:rsidRDefault="00453B91" w:rsidP="00453B91">
      <w:pPr>
        <w:rPr>
          <w:lang w:val="en-AU"/>
        </w:rPr>
      </w:pPr>
    </w:p>
    <w:p w14:paraId="2565954A" w14:textId="77777777" w:rsidR="00453B91" w:rsidRDefault="00453B91" w:rsidP="00453B91">
      <w:pPr>
        <w:rPr>
          <w:lang w:val="en-AU"/>
        </w:rPr>
      </w:pPr>
    </w:p>
    <w:p w14:paraId="05C248F4" w14:textId="77777777" w:rsidR="00453B91" w:rsidRDefault="00453B91" w:rsidP="00453B91">
      <w:pPr>
        <w:rPr>
          <w:lang w:val="en-AU"/>
        </w:rPr>
      </w:pPr>
    </w:p>
    <w:p w14:paraId="79B8C172" w14:textId="77777777" w:rsidR="00453B91" w:rsidRDefault="00453B91" w:rsidP="00453B91">
      <w:pPr>
        <w:rPr>
          <w:lang w:val="en-AU"/>
        </w:rPr>
      </w:pPr>
    </w:p>
    <w:p w14:paraId="719339F9" w14:textId="09757290" w:rsidR="00453B91" w:rsidRDefault="00453B91" w:rsidP="00453B91">
      <w:pPr>
        <w:spacing w:after="0"/>
        <w:rPr>
          <w:lang w:val="en-AU"/>
        </w:rPr>
      </w:pPr>
      <w:r>
        <w:rPr>
          <w:lang w:val="en-AU"/>
        </w:rPr>
        <w:t>Submitted by:</w:t>
      </w:r>
    </w:p>
    <w:p w14:paraId="4FC748B6" w14:textId="0F02E1D5" w:rsidR="00453B91" w:rsidRPr="00453B91" w:rsidRDefault="00073D45" w:rsidP="00453B91">
      <w:pPr>
        <w:spacing w:after="0"/>
        <w:rPr>
          <w:lang w:val="en-AU"/>
        </w:rPr>
      </w:pPr>
      <w:r>
        <w:rPr>
          <w:lang w:val="en-AU"/>
        </w:rPr>
        <w:t>All Experts</w:t>
      </w:r>
    </w:p>
    <w:p w14:paraId="1BA6C998" w14:textId="77777777" w:rsidR="00AE528B" w:rsidRPr="00AE528B" w:rsidRDefault="00AE528B" w:rsidP="00AE528B">
      <w:pPr>
        <w:rPr>
          <w:lang w:val="en-AU"/>
        </w:rPr>
        <w:sectPr w:rsidR="00AE528B" w:rsidRPr="00AE528B" w:rsidSect="00AE528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2268" w:left="1134" w:header="1134" w:footer="567" w:gutter="0"/>
          <w:cols w:space="708"/>
          <w:titlePg/>
          <w:docGrid w:linePitch="360"/>
        </w:sectPr>
      </w:pPr>
    </w:p>
    <w:p w14:paraId="68909186" w14:textId="77777777" w:rsidR="00D103CB" w:rsidRPr="00073D45" w:rsidRDefault="00D103CB" w:rsidP="00887C3D">
      <w:pPr>
        <w:pStyle w:val="Heading1"/>
      </w:pPr>
      <w:bookmarkStart w:id="2" w:name="_Toc531262800"/>
      <w:bookmarkStart w:id="3" w:name="_Toc531262920"/>
      <w:bookmarkStart w:id="4" w:name="_Toc531263004"/>
      <w:bookmarkStart w:id="5" w:name="_Toc531263792"/>
      <w:bookmarkStart w:id="6" w:name="_Toc9173677"/>
      <w:r w:rsidRPr="00073D45">
        <w:lastRenderedPageBreak/>
        <w:t>Contents</w:t>
      </w:r>
      <w:bookmarkEnd w:id="2"/>
      <w:bookmarkEnd w:id="3"/>
      <w:bookmarkEnd w:id="4"/>
      <w:bookmarkEnd w:id="5"/>
      <w:bookmarkEnd w:id="6"/>
    </w:p>
    <w:p w14:paraId="5628F03F" w14:textId="1BE329B4" w:rsidR="00B11665" w:rsidRDefault="00D103CB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en-GB" w:eastAsia="en-GB"/>
        </w:rPr>
      </w:pPr>
      <w:r w:rsidRPr="00073D45">
        <w:rPr>
          <w:rFonts w:ascii="Frutiger LT Com 45 Light" w:hAnsi="Frutiger LT Com 45 Light"/>
        </w:rPr>
        <w:fldChar w:fldCharType="begin"/>
      </w:r>
      <w:r w:rsidRPr="00073D45">
        <w:rPr>
          <w:rFonts w:ascii="Frutiger LT Com 45 Light" w:hAnsi="Frutiger LT Com 45 Light"/>
        </w:rPr>
        <w:instrText xml:space="preserve"> TOC \o "1-3" \h \z \u </w:instrText>
      </w:r>
      <w:r w:rsidRPr="00073D45">
        <w:rPr>
          <w:rFonts w:ascii="Frutiger LT Com 45 Light" w:hAnsi="Frutiger LT Com 45 Light"/>
        </w:rPr>
        <w:fldChar w:fldCharType="separate"/>
      </w:r>
      <w:hyperlink w:anchor="_Toc9173677" w:history="1">
        <w:r w:rsidR="00B11665" w:rsidRPr="00F3265A">
          <w:rPr>
            <w:rStyle w:val="Hyperlink"/>
            <w:noProof/>
          </w:rPr>
          <w:t>Contents</w:t>
        </w:r>
        <w:r w:rsidR="00B11665">
          <w:rPr>
            <w:noProof/>
            <w:webHidden/>
          </w:rPr>
          <w:tab/>
        </w:r>
        <w:r w:rsidR="00B11665">
          <w:rPr>
            <w:noProof/>
            <w:webHidden/>
          </w:rPr>
          <w:fldChar w:fldCharType="begin"/>
        </w:r>
        <w:r w:rsidR="00B11665">
          <w:rPr>
            <w:noProof/>
            <w:webHidden/>
          </w:rPr>
          <w:instrText xml:space="preserve"> PAGEREF _Toc9173677 \h </w:instrText>
        </w:r>
        <w:r w:rsidR="00B11665">
          <w:rPr>
            <w:noProof/>
            <w:webHidden/>
          </w:rPr>
        </w:r>
        <w:r w:rsidR="00B11665">
          <w:rPr>
            <w:noProof/>
            <w:webHidden/>
          </w:rPr>
          <w:fldChar w:fldCharType="separate"/>
        </w:r>
        <w:r w:rsidR="00B11665">
          <w:rPr>
            <w:noProof/>
            <w:webHidden/>
          </w:rPr>
          <w:t>2</w:t>
        </w:r>
        <w:r w:rsidR="00B11665">
          <w:rPr>
            <w:noProof/>
            <w:webHidden/>
          </w:rPr>
          <w:fldChar w:fldCharType="end"/>
        </w:r>
      </w:hyperlink>
    </w:p>
    <w:p w14:paraId="7B958450" w14:textId="4098779C" w:rsidR="00B11665" w:rsidRDefault="00437403">
      <w:pPr>
        <w:pStyle w:val="TOC2"/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9173678" w:history="1">
        <w:r w:rsidR="00B11665" w:rsidRPr="00F3265A">
          <w:rPr>
            <w:rStyle w:val="Hyperlink"/>
            <w:noProof/>
          </w:rPr>
          <w:t>Introduction</w:t>
        </w:r>
        <w:r w:rsidR="00B11665">
          <w:rPr>
            <w:noProof/>
            <w:webHidden/>
          </w:rPr>
          <w:tab/>
        </w:r>
        <w:r w:rsidR="00B11665">
          <w:rPr>
            <w:noProof/>
            <w:webHidden/>
          </w:rPr>
          <w:fldChar w:fldCharType="begin"/>
        </w:r>
        <w:r w:rsidR="00B11665">
          <w:rPr>
            <w:noProof/>
            <w:webHidden/>
          </w:rPr>
          <w:instrText xml:space="preserve"> PAGEREF _Toc9173678 \h </w:instrText>
        </w:r>
        <w:r w:rsidR="00B11665">
          <w:rPr>
            <w:noProof/>
            <w:webHidden/>
          </w:rPr>
        </w:r>
        <w:r w:rsidR="00B11665">
          <w:rPr>
            <w:noProof/>
            <w:webHidden/>
          </w:rPr>
          <w:fldChar w:fldCharType="separate"/>
        </w:r>
        <w:r w:rsidR="00B11665">
          <w:rPr>
            <w:noProof/>
            <w:webHidden/>
          </w:rPr>
          <w:t>3</w:t>
        </w:r>
        <w:r w:rsidR="00B11665">
          <w:rPr>
            <w:noProof/>
            <w:webHidden/>
          </w:rPr>
          <w:fldChar w:fldCharType="end"/>
        </w:r>
      </w:hyperlink>
    </w:p>
    <w:p w14:paraId="3201F2B1" w14:textId="2473D281" w:rsidR="00B11665" w:rsidRDefault="00437403">
      <w:pPr>
        <w:pStyle w:val="TOC2"/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9173679" w:history="1">
        <w:r w:rsidR="00B11665" w:rsidRPr="00F3265A">
          <w:rPr>
            <w:rStyle w:val="Hyperlink"/>
            <w:noProof/>
          </w:rPr>
          <w:t>C1-C4 Lifestyle or Fashion window</w:t>
        </w:r>
        <w:r w:rsidR="00B11665">
          <w:rPr>
            <w:noProof/>
            <w:webHidden/>
          </w:rPr>
          <w:tab/>
        </w:r>
        <w:r w:rsidR="00B11665">
          <w:rPr>
            <w:noProof/>
            <w:webHidden/>
          </w:rPr>
          <w:fldChar w:fldCharType="begin"/>
        </w:r>
        <w:r w:rsidR="00B11665">
          <w:rPr>
            <w:noProof/>
            <w:webHidden/>
          </w:rPr>
          <w:instrText xml:space="preserve"> PAGEREF _Toc9173679 \h </w:instrText>
        </w:r>
        <w:r w:rsidR="00B11665">
          <w:rPr>
            <w:noProof/>
            <w:webHidden/>
          </w:rPr>
        </w:r>
        <w:r w:rsidR="00B11665">
          <w:rPr>
            <w:noProof/>
            <w:webHidden/>
          </w:rPr>
          <w:fldChar w:fldCharType="separate"/>
        </w:r>
        <w:r w:rsidR="00B11665">
          <w:rPr>
            <w:noProof/>
            <w:webHidden/>
          </w:rPr>
          <w:t>3</w:t>
        </w:r>
        <w:r w:rsidR="00B11665">
          <w:rPr>
            <w:noProof/>
            <w:webHidden/>
          </w:rPr>
          <w:fldChar w:fldCharType="end"/>
        </w:r>
      </w:hyperlink>
    </w:p>
    <w:p w14:paraId="0FC82D12" w14:textId="0CF84C27" w:rsidR="00B11665" w:rsidRDefault="00437403">
      <w:pPr>
        <w:pStyle w:val="TOC2"/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9173680" w:history="1">
        <w:r w:rsidR="00B11665" w:rsidRPr="00F3265A">
          <w:rPr>
            <w:rStyle w:val="Hyperlink"/>
            <w:noProof/>
          </w:rPr>
          <w:t>Competiton Time plan:</w:t>
        </w:r>
        <w:r w:rsidR="00B11665">
          <w:rPr>
            <w:noProof/>
            <w:webHidden/>
          </w:rPr>
          <w:tab/>
        </w:r>
        <w:r w:rsidR="00B11665">
          <w:rPr>
            <w:noProof/>
            <w:webHidden/>
          </w:rPr>
          <w:fldChar w:fldCharType="begin"/>
        </w:r>
        <w:r w:rsidR="00B11665">
          <w:rPr>
            <w:noProof/>
            <w:webHidden/>
          </w:rPr>
          <w:instrText xml:space="preserve"> PAGEREF _Toc9173680 \h </w:instrText>
        </w:r>
        <w:r w:rsidR="00B11665">
          <w:rPr>
            <w:noProof/>
            <w:webHidden/>
          </w:rPr>
        </w:r>
        <w:r w:rsidR="00B11665">
          <w:rPr>
            <w:noProof/>
            <w:webHidden/>
          </w:rPr>
          <w:fldChar w:fldCharType="separate"/>
        </w:r>
        <w:r w:rsidR="00B11665">
          <w:rPr>
            <w:noProof/>
            <w:webHidden/>
          </w:rPr>
          <w:t>4</w:t>
        </w:r>
        <w:r w:rsidR="00B11665">
          <w:rPr>
            <w:noProof/>
            <w:webHidden/>
          </w:rPr>
          <w:fldChar w:fldCharType="end"/>
        </w:r>
      </w:hyperlink>
    </w:p>
    <w:p w14:paraId="0D75CAEF" w14:textId="73F6DECB" w:rsidR="00B11665" w:rsidRDefault="00437403">
      <w:pPr>
        <w:pStyle w:val="TOC2"/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9173681" w:history="1">
        <w:r w:rsidR="00B11665" w:rsidRPr="00F3265A">
          <w:rPr>
            <w:rStyle w:val="Hyperlink"/>
            <w:noProof/>
          </w:rPr>
          <w:t>Marking Criteria</w:t>
        </w:r>
        <w:r w:rsidR="00B11665">
          <w:rPr>
            <w:noProof/>
            <w:webHidden/>
          </w:rPr>
          <w:tab/>
        </w:r>
        <w:r w:rsidR="00B11665">
          <w:rPr>
            <w:noProof/>
            <w:webHidden/>
          </w:rPr>
          <w:fldChar w:fldCharType="begin"/>
        </w:r>
        <w:r w:rsidR="00B11665">
          <w:rPr>
            <w:noProof/>
            <w:webHidden/>
          </w:rPr>
          <w:instrText xml:space="preserve"> PAGEREF _Toc9173681 \h </w:instrText>
        </w:r>
        <w:r w:rsidR="00B11665">
          <w:rPr>
            <w:noProof/>
            <w:webHidden/>
          </w:rPr>
        </w:r>
        <w:r w:rsidR="00B11665">
          <w:rPr>
            <w:noProof/>
            <w:webHidden/>
          </w:rPr>
          <w:fldChar w:fldCharType="separate"/>
        </w:r>
        <w:r w:rsidR="00B11665">
          <w:rPr>
            <w:noProof/>
            <w:webHidden/>
          </w:rPr>
          <w:t>5</w:t>
        </w:r>
        <w:r w:rsidR="00B11665">
          <w:rPr>
            <w:noProof/>
            <w:webHidden/>
          </w:rPr>
          <w:fldChar w:fldCharType="end"/>
        </w:r>
      </w:hyperlink>
    </w:p>
    <w:p w14:paraId="64F99C54" w14:textId="487546C6" w:rsidR="00073D45" w:rsidRPr="0014780F" w:rsidRDefault="00D103CB" w:rsidP="0014780F">
      <w:pPr>
        <w:pStyle w:val="Heading2"/>
      </w:pPr>
      <w:r w:rsidRPr="00073D45">
        <w:fldChar w:fldCharType="end"/>
      </w:r>
      <w:r w:rsidR="00887C3D" w:rsidRPr="00073D45">
        <w:br w:type="page"/>
      </w:r>
      <w:bookmarkStart w:id="7" w:name="_Toc9173678"/>
      <w:r w:rsidR="00073D45">
        <w:lastRenderedPageBreak/>
        <w:t>Introduction</w:t>
      </w:r>
      <w:bookmarkEnd w:id="7"/>
      <w:r w:rsidR="00073D45" w:rsidRPr="00073D45">
        <w:t xml:space="preserve"> </w:t>
      </w:r>
    </w:p>
    <w:p w14:paraId="56EF330F" w14:textId="0BFB3E06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will undertake installing a </w:t>
      </w:r>
      <w:proofErr w:type="spellStart"/>
      <w:r w:rsidRPr="00073D45">
        <w:rPr>
          <w:rFonts w:ascii="Frutiger LT Com 45 Light" w:hAnsi="Frutiger LT Com 45 Light"/>
        </w:rPr>
        <w:t>selfmade</w:t>
      </w:r>
      <w:proofErr w:type="spellEnd"/>
      <w:r w:rsidRPr="00073D45">
        <w:rPr>
          <w:rFonts w:ascii="Frutiger LT Com 45 Light" w:hAnsi="Frutiger LT Com 45 Light"/>
        </w:rPr>
        <w:t xml:space="preserve"> complete lifestyle or fashion </w:t>
      </w:r>
      <w:proofErr w:type="spellStart"/>
      <w:r w:rsidRPr="00073D45">
        <w:rPr>
          <w:rFonts w:ascii="Frutiger LT Com 45 Light" w:hAnsi="Frutiger LT Com 45 Light"/>
        </w:rPr>
        <w:t>windowpresentation</w:t>
      </w:r>
      <w:proofErr w:type="spellEnd"/>
      <w:r w:rsidRPr="00073D45">
        <w:rPr>
          <w:rFonts w:ascii="Frutiger LT Com 45 Light" w:hAnsi="Frutiger LT Com 45 Light"/>
        </w:rPr>
        <w:t xml:space="preserve"> in </w:t>
      </w:r>
      <w:r>
        <w:rPr>
          <w:rFonts w:ascii="Frutiger LT Com 45 Light" w:hAnsi="Frutiger LT Com 45 Light"/>
        </w:rPr>
        <w:t>four</w:t>
      </w:r>
      <w:r w:rsidRPr="00073D45">
        <w:rPr>
          <w:rFonts w:ascii="Frutiger LT Com 45 Light" w:hAnsi="Frutiger LT Com 45 Light"/>
        </w:rPr>
        <w:t xml:space="preserve"> days, using a range of lifestyle or fashion products. </w:t>
      </w:r>
    </w:p>
    <w:p w14:paraId="3186998C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will not know the </w:t>
      </w:r>
      <w:proofErr w:type="spellStart"/>
      <w:r w:rsidRPr="00073D45">
        <w:rPr>
          <w:rFonts w:ascii="Frutiger LT Com 45 Light" w:hAnsi="Frutiger LT Com 45 Light"/>
        </w:rPr>
        <w:t>branche</w:t>
      </w:r>
      <w:proofErr w:type="spellEnd"/>
      <w:r w:rsidRPr="00073D45">
        <w:rPr>
          <w:rFonts w:ascii="Frutiger LT Com 45 Light" w:hAnsi="Frutiger LT Com 45 Light"/>
        </w:rPr>
        <w:t>: Fashion or Lifestyle before reading the brief at the start of C1.</w:t>
      </w:r>
    </w:p>
    <w:p w14:paraId="13BD5432" w14:textId="0AB823CB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This </w:t>
      </w:r>
      <w:r>
        <w:rPr>
          <w:rFonts w:ascii="Frutiger LT Com 45 Light" w:hAnsi="Frutiger LT Com 45 Light"/>
        </w:rPr>
        <w:t>T</w:t>
      </w:r>
      <w:r w:rsidRPr="00073D45">
        <w:rPr>
          <w:rFonts w:ascii="Frutiger LT Com 45 Light" w:hAnsi="Frutiger LT Com 45 Light"/>
        </w:rPr>
        <w:t>est</w:t>
      </w:r>
      <w:r>
        <w:rPr>
          <w:rFonts w:ascii="Frutiger LT Com 45 Light" w:hAnsi="Frutiger LT Com 45 Light"/>
        </w:rPr>
        <w:t xml:space="preserve"> P</w:t>
      </w:r>
      <w:r w:rsidRPr="00073D45">
        <w:rPr>
          <w:rFonts w:ascii="Frutiger LT Com 45 Light" w:hAnsi="Frutiger LT Com 45 Light"/>
        </w:rPr>
        <w:t xml:space="preserve">roject contains a basic brief </w:t>
      </w:r>
      <w:proofErr w:type="gramStart"/>
      <w:r w:rsidRPr="00073D45">
        <w:rPr>
          <w:rFonts w:ascii="Frutiger LT Com 45 Light" w:hAnsi="Frutiger LT Com 45 Light"/>
        </w:rPr>
        <w:t>and also</w:t>
      </w:r>
      <w:proofErr w:type="gramEnd"/>
      <w:r w:rsidRPr="00073D45">
        <w:rPr>
          <w:rFonts w:ascii="Frutiger LT Com 45 Light" w:hAnsi="Frutiger LT Com 45 Light"/>
        </w:rPr>
        <w:t xml:space="preserve"> a specified client brief with client special requirements. The basic brief is shared on the forum, the client brief is shared on C1. Surprise items as product, theme, and surprise</w:t>
      </w:r>
      <w:r>
        <w:rPr>
          <w:rFonts w:ascii="Frutiger LT Com 45 Light" w:hAnsi="Frutiger LT Com 45 Light"/>
        </w:rPr>
        <w:t xml:space="preserve"> </w:t>
      </w:r>
      <w:r w:rsidRPr="00073D45">
        <w:rPr>
          <w:rFonts w:ascii="Frutiger LT Com 45 Light" w:hAnsi="Frutiger LT Com 45 Light"/>
        </w:rPr>
        <w:t xml:space="preserve">material will stay unseen and unknown till the start of the competition after </w:t>
      </w:r>
      <w:r>
        <w:rPr>
          <w:rFonts w:ascii="Frutiger LT Com 45 Light" w:hAnsi="Frutiger LT Com 45 Light"/>
        </w:rPr>
        <w:t>O</w:t>
      </w:r>
      <w:r w:rsidRPr="00073D45">
        <w:rPr>
          <w:rFonts w:ascii="Frutiger LT Com 45 Light" w:hAnsi="Frutiger LT Com 45 Light"/>
        </w:rPr>
        <w:t xml:space="preserve">pen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 xml:space="preserve">ommunication. </w:t>
      </w:r>
    </w:p>
    <w:p w14:paraId="6153CED0" w14:textId="6C3C7A62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and </w:t>
      </w:r>
      <w:r>
        <w:rPr>
          <w:rFonts w:ascii="Frutiger LT Com 45 Light" w:hAnsi="Frutiger LT Com 45 Light"/>
        </w:rPr>
        <w:t>E</w:t>
      </w:r>
      <w:r w:rsidRPr="00073D45">
        <w:rPr>
          <w:rFonts w:ascii="Frutiger LT Com 45 Light" w:hAnsi="Frutiger LT Com 45 Light"/>
        </w:rPr>
        <w:t xml:space="preserve">xperts will read both the basic brief and the client brief together before the start of the competition and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>ompetitors can ask questions. Questions only about understanding what is written in the brief. Questions about Visual Merchandising content are not allowed.</w:t>
      </w:r>
    </w:p>
    <w:p w14:paraId="036F39E8" w14:textId="37CDBFC4" w:rsidR="00073D45" w:rsidRPr="00073D45" w:rsidRDefault="00073D45" w:rsidP="00073D45">
      <w:pPr>
        <w:rPr>
          <w:rFonts w:ascii="Frutiger LT Com 45 Light" w:hAnsi="Frutiger LT Com 45 Light"/>
        </w:rPr>
      </w:pPr>
      <w:r>
        <w:rPr>
          <w:rFonts w:ascii="Frutiger LT Com 45 Light" w:hAnsi="Frutiger LT Com 45 Light"/>
        </w:rPr>
        <w:t>On</w:t>
      </w:r>
      <w:r w:rsidRPr="00073D45">
        <w:rPr>
          <w:rFonts w:ascii="Frutiger LT Com 45 Light" w:hAnsi="Frutiger LT Com 45 Light"/>
        </w:rPr>
        <w:t xml:space="preserve"> </w:t>
      </w:r>
      <w:proofErr w:type="spellStart"/>
      <w:r>
        <w:rPr>
          <w:rFonts w:ascii="Frutiger LT Com 45 Light" w:hAnsi="Frutiger LT Com 45 Light"/>
        </w:rPr>
        <w:t>F</w:t>
      </w:r>
      <w:r w:rsidRPr="00073D45">
        <w:rPr>
          <w:rFonts w:ascii="Frutiger LT Com 45 Light" w:hAnsi="Frutiger LT Com 45 Light"/>
        </w:rPr>
        <w:t>amilarization</w:t>
      </w:r>
      <w:proofErr w:type="spellEnd"/>
      <w:r>
        <w:rPr>
          <w:rFonts w:ascii="Frutiger LT Com 45 Light" w:hAnsi="Frutiger LT Com 45 Light"/>
        </w:rPr>
        <w:t xml:space="preserve"> Day C</w:t>
      </w:r>
      <w:r w:rsidRPr="00073D45">
        <w:rPr>
          <w:rFonts w:ascii="Frutiger LT Com 45 Light" w:hAnsi="Frutiger LT Com 45 Light"/>
        </w:rPr>
        <w:t xml:space="preserve">ompetitors </w:t>
      </w:r>
      <w:proofErr w:type="gramStart"/>
      <w:r w:rsidRPr="00073D45">
        <w:rPr>
          <w:rFonts w:ascii="Frutiger LT Com 45 Light" w:hAnsi="Frutiger LT Com 45 Light"/>
        </w:rPr>
        <w:t>are allowed to</w:t>
      </w:r>
      <w:proofErr w:type="gramEnd"/>
      <w:r w:rsidRPr="00073D45">
        <w:rPr>
          <w:rFonts w:ascii="Frutiger LT Com 45 Light" w:hAnsi="Frutiger LT Com 45 Light"/>
        </w:rPr>
        <w:t xml:space="preserve"> try out only material and tools, all material used in </w:t>
      </w:r>
      <w:proofErr w:type="spellStart"/>
      <w:r w:rsidRPr="00073D45">
        <w:rPr>
          <w:rFonts w:ascii="Frutiger LT Com 45 Light" w:hAnsi="Frutiger LT Com 45 Light"/>
        </w:rPr>
        <w:t>familarization</w:t>
      </w:r>
      <w:proofErr w:type="spellEnd"/>
      <w:r w:rsidRPr="00073D45">
        <w:rPr>
          <w:rFonts w:ascii="Frutiger LT Com 45 Light" w:hAnsi="Frutiger LT Com 45 Light"/>
        </w:rPr>
        <w:t xml:space="preserve"> should be removed from the workstation at the end of C-2. Except paint there is no extra material for </w:t>
      </w:r>
      <w:proofErr w:type="spellStart"/>
      <w:r w:rsidRPr="00073D45">
        <w:rPr>
          <w:rFonts w:ascii="Frutiger LT Com 45 Light" w:hAnsi="Frutiger LT Com 45 Light"/>
        </w:rPr>
        <w:t>familarization</w:t>
      </w:r>
      <w:proofErr w:type="spellEnd"/>
      <w:r w:rsidRPr="00073D45">
        <w:rPr>
          <w:rFonts w:ascii="Frutiger LT Com 45 Light" w:hAnsi="Frutiger LT Com 45 Light"/>
        </w:rPr>
        <w:t xml:space="preserve">, </w:t>
      </w:r>
      <w:r>
        <w:rPr>
          <w:rFonts w:ascii="Frutiger LT Com 45 Light" w:hAnsi="Frutiger LT Com 45 Light"/>
        </w:rPr>
        <w:t>Co</w:t>
      </w:r>
      <w:r w:rsidRPr="00073D45">
        <w:rPr>
          <w:rFonts w:ascii="Frutiger LT Com 45 Light" w:hAnsi="Frutiger LT Com 45 Light"/>
        </w:rPr>
        <w:t xml:space="preserve">mpetitors </w:t>
      </w:r>
      <w:proofErr w:type="spellStart"/>
      <w:r w:rsidRPr="00073D45">
        <w:rPr>
          <w:rFonts w:ascii="Frutiger LT Com 45 Light" w:hAnsi="Frutiger LT Com 45 Light"/>
        </w:rPr>
        <w:t>can not</w:t>
      </w:r>
      <w:proofErr w:type="spellEnd"/>
      <w:r w:rsidRPr="00073D45">
        <w:rPr>
          <w:rFonts w:ascii="Frutiger LT Com 45 Light" w:hAnsi="Frutiger LT Com 45 Light"/>
        </w:rPr>
        <w:t xml:space="preserve"> ask for more material. Competitors and </w:t>
      </w:r>
      <w:r>
        <w:rPr>
          <w:rFonts w:ascii="Frutiger LT Com 45 Light" w:hAnsi="Frutiger LT Com 45 Light"/>
        </w:rPr>
        <w:t>E</w:t>
      </w:r>
      <w:r w:rsidRPr="00073D45">
        <w:rPr>
          <w:rFonts w:ascii="Frutiger LT Com 45 Light" w:hAnsi="Frutiger LT Com 45 Light"/>
        </w:rPr>
        <w:t>xperts are not allowed to prepare, clean, measure, even not enter or touch the window, window panels, window</w:t>
      </w:r>
      <w:r>
        <w:rPr>
          <w:rFonts w:ascii="Frutiger LT Com 45 Light" w:hAnsi="Frutiger LT Com 45 Light"/>
        </w:rPr>
        <w:t xml:space="preserve"> </w:t>
      </w:r>
      <w:r w:rsidRPr="00073D45">
        <w:rPr>
          <w:rFonts w:ascii="Frutiger LT Com 45 Light" w:hAnsi="Frutiger LT Com 45 Light"/>
        </w:rPr>
        <w:t>glass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or spotlights.</w:t>
      </w:r>
    </w:p>
    <w:p w14:paraId="5D5B4192" w14:textId="215FEC16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Open </w:t>
      </w:r>
      <w:r>
        <w:rPr>
          <w:rFonts w:ascii="Frutiger LT Com 45 Light" w:hAnsi="Frutiger LT Com 45 Light"/>
        </w:rPr>
        <w:t>Co</w:t>
      </w:r>
      <w:r w:rsidRPr="00073D45">
        <w:rPr>
          <w:rFonts w:ascii="Frutiger LT Com 45 Light" w:hAnsi="Frutiger LT Com 45 Light"/>
        </w:rPr>
        <w:t xml:space="preserve">mmunication will take place in the briefing area after reading the brief. During </w:t>
      </w:r>
      <w:r>
        <w:rPr>
          <w:rFonts w:ascii="Frutiger LT Com 45 Light" w:hAnsi="Frutiger LT Com 45 Light"/>
        </w:rPr>
        <w:t>O</w:t>
      </w:r>
      <w:r w:rsidRPr="00073D45">
        <w:rPr>
          <w:rFonts w:ascii="Frutiger LT Com 45 Light" w:hAnsi="Frutiger LT Com 45 Light"/>
        </w:rPr>
        <w:t xml:space="preserve">pen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 xml:space="preserve">ommunication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 xml:space="preserve">ompetitors can discuss the brief with the </w:t>
      </w:r>
      <w:r>
        <w:rPr>
          <w:rFonts w:ascii="Frutiger LT Com 45 Light" w:hAnsi="Frutiger LT Com 45 Light"/>
        </w:rPr>
        <w:t>E</w:t>
      </w:r>
      <w:r w:rsidRPr="00073D45">
        <w:rPr>
          <w:rFonts w:ascii="Frutiger LT Com 45 Light" w:hAnsi="Frutiger LT Com 45 Light"/>
        </w:rPr>
        <w:t xml:space="preserve">xperts in their own language. Competitors and </w:t>
      </w:r>
      <w:r>
        <w:rPr>
          <w:rFonts w:ascii="Frutiger LT Com 45 Light" w:hAnsi="Frutiger LT Com 45 Light"/>
        </w:rPr>
        <w:t>E</w:t>
      </w:r>
      <w:r w:rsidRPr="00073D45">
        <w:rPr>
          <w:rFonts w:ascii="Frutiger LT Com 45 Light" w:hAnsi="Frutiger LT Com 45 Light"/>
        </w:rPr>
        <w:t xml:space="preserve">xperts will not see the product(s) and the surprise material/object during </w:t>
      </w:r>
      <w:r>
        <w:rPr>
          <w:rFonts w:ascii="Frutiger LT Com 45 Light" w:hAnsi="Frutiger LT Com 45 Light"/>
        </w:rPr>
        <w:t>O</w:t>
      </w:r>
      <w:r w:rsidRPr="00073D45">
        <w:rPr>
          <w:rFonts w:ascii="Frutiger LT Com 45 Light" w:hAnsi="Frutiger LT Com 45 Light"/>
        </w:rPr>
        <w:t xml:space="preserve">pen </w:t>
      </w:r>
      <w:proofErr w:type="spellStart"/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>ommunciation</w:t>
      </w:r>
      <w:proofErr w:type="spellEnd"/>
      <w:r w:rsidRPr="00073D45">
        <w:rPr>
          <w:rFonts w:ascii="Frutiger LT Com 45 Light" w:hAnsi="Frutiger LT Com 45 Light"/>
        </w:rPr>
        <w:t>.</w:t>
      </w:r>
    </w:p>
    <w:p w14:paraId="4A053929" w14:textId="69449F15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After the start of the </w:t>
      </w:r>
      <w:proofErr w:type="spellStart"/>
      <w:r w:rsidRPr="00073D45">
        <w:rPr>
          <w:rFonts w:ascii="Frutiger LT Com 45 Light" w:hAnsi="Frutiger LT Com 45 Light"/>
        </w:rPr>
        <w:t>competiton</w:t>
      </w:r>
      <w:proofErr w:type="spellEnd"/>
      <w:r w:rsidRPr="00073D45">
        <w:rPr>
          <w:rFonts w:ascii="Frutiger LT Com 45 Light" w:hAnsi="Frutiger LT Com 45 Light"/>
        </w:rPr>
        <w:t xml:space="preserve">,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>ompetitors will find the product(s)and the surprise material/object in the workstations</w:t>
      </w:r>
      <w:r>
        <w:rPr>
          <w:rFonts w:ascii="Frutiger LT Com 45 Light" w:hAnsi="Frutiger LT Com 45 Light"/>
        </w:rPr>
        <w:t>.</w:t>
      </w:r>
    </w:p>
    <w:p w14:paraId="1584962D" w14:textId="77777777" w:rsidR="00073D45" w:rsidRPr="00073D45" w:rsidRDefault="00073D45" w:rsidP="0014780F">
      <w:pPr>
        <w:pStyle w:val="Heading2"/>
      </w:pPr>
      <w:bookmarkStart w:id="8" w:name="_Toc9173679"/>
      <w:r w:rsidRPr="00073D45">
        <w:t>C1-C4 Lifestyle or Fashion window</w:t>
      </w:r>
      <w:bookmarkEnd w:id="8"/>
    </w:p>
    <w:p w14:paraId="1A81F958" w14:textId="3B55FE4A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will undertake installing a </w:t>
      </w:r>
      <w:proofErr w:type="spellStart"/>
      <w:r w:rsidRPr="00073D45">
        <w:rPr>
          <w:rFonts w:ascii="Frutiger LT Com 45 Light" w:hAnsi="Frutiger LT Com 45 Light"/>
        </w:rPr>
        <w:t>selfmade</w:t>
      </w:r>
      <w:proofErr w:type="spellEnd"/>
      <w:r w:rsidRPr="00073D45">
        <w:rPr>
          <w:rFonts w:ascii="Frutiger LT Com 45 Light" w:hAnsi="Frutiger LT Com 45 Light"/>
        </w:rPr>
        <w:t xml:space="preserve"> complete lifestyle or fashion </w:t>
      </w:r>
      <w:proofErr w:type="spellStart"/>
      <w:r w:rsidRPr="00073D45">
        <w:rPr>
          <w:rFonts w:ascii="Frutiger LT Com 45 Light" w:hAnsi="Frutiger LT Com 45 Light"/>
        </w:rPr>
        <w:t>windowpresentation</w:t>
      </w:r>
      <w:proofErr w:type="spellEnd"/>
      <w:r w:rsidRPr="00073D45">
        <w:rPr>
          <w:rFonts w:ascii="Frutiger LT Com 45 Light" w:hAnsi="Frutiger LT Com 45 Light"/>
        </w:rPr>
        <w:t xml:space="preserve"> in </w:t>
      </w:r>
      <w:r>
        <w:rPr>
          <w:rFonts w:ascii="Frutiger LT Com 45 Light" w:hAnsi="Frutiger LT Com 45 Light"/>
        </w:rPr>
        <w:t>four</w:t>
      </w:r>
      <w:r w:rsidRPr="00073D45">
        <w:rPr>
          <w:rFonts w:ascii="Frutiger LT Com 45 Light" w:hAnsi="Frutiger LT Com 45 Light"/>
        </w:rPr>
        <w:t xml:space="preserve"> days, using a range of lifestyle or fashion products. </w:t>
      </w:r>
    </w:p>
    <w:p w14:paraId="564428A8" w14:textId="163480FE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will undertake </w:t>
      </w:r>
      <w:proofErr w:type="gramStart"/>
      <w:r w:rsidRPr="00073D45">
        <w:rPr>
          <w:rFonts w:ascii="Frutiger LT Com 45 Light" w:hAnsi="Frutiger LT Com 45 Light"/>
        </w:rPr>
        <w:t>a number of</w:t>
      </w:r>
      <w:proofErr w:type="gramEnd"/>
      <w:r w:rsidRPr="00073D45">
        <w:rPr>
          <w:rFonts w:ascii="Frutiger LT Com 45 Light" w:hAnsi="Frutiger LT Com 45 Light"/>
        </w:rPr>
        <w:t xml:space="preserve"> specific Visual Merchandising creative and technical skills, based on </w:t>
      </w:r>
      <w:proofErr w:type="spellStart"/>
      <w:r w:rsidRPr="00073D45">
        <w:rPr>
          <w:rFonts w:ascii="Frutiger LT Com 45 Light" w:hAnsi="Frutiger LT Com 45 Light"/>
        </w:rPr>
        <w:t>WSSS</w:t>
      </w:r>
      <w:proofErr w:type="spellEnd"/>
      <w:r w:rsidRPr="00073D45">
        <w:rPr>
          <w:rFonts w:ascii="Frutiger LT Com 45 Light" w:hAnsi="Frutiger LT Com 45 Light"/>
        </w:rPr>
        <w:t xml:space="preserve"> criteria and industry, using the products, materials and tools provided. Competitors will not bring anything to</w:t>
      </w:r>
      <w:r>
        <w:rPr>
          <w:rFonts w:ascii="Frutiger LT Com 45 Light" w:hAnsi="Frutiger LT Com 45 Light"/>
        </w:rPr>
        <w:t xml:space="preserve"> </w:t>
      </w:r>
      <w:r w:rsidRPr="00073D45">
        <w:rPr>
          <w:rFonts w:ascii="Frutiger LT Com 45 Light" w:hAnsi="Frutiger LT Com 45 Light"/>
        </w:rPr>
        <w:t>their workstation, no tools, no USB, no phone, no sketchbook, nothing.</w:t>
      </w:r>
    </w:p>
    <w:p w14:paraId="52EB2076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>Competition</w:t>
      </w:r>
    </w:p>
    <w:p w14:paraId="21493778" w14:textId="68182648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C1 Competitors </w:t>
      </w:r>
      <w:proofErr w:type="spellStart"/>
      <w:r w:rsidRPr="00073D45">
        <w:rPr>
          <w:rFonts w:ascii="Frutiger LT Com 45 Light" w:hAnsi="Frutiger LT Com 45 Light"/>
        </w:rPr>
        <w:t>interpretate</w:t>
      </w:r>
      <w:proofErr w:type="spellEnd"/>
      <w:r w:rsidRPr="00073D45">
        <w:rPr>
          <w:rFonts w:ascii="Frutiger LT Com 45 Light" w:hAnsi="Frutiger LT Com 45 Light"/>
        </w:rPr>
        <w:t xml:space="preserve"> the client brief and are asked to develop a</w:t>
      </w:r>
      <w:r>
        <w:rPr>
          <w:rFonts w:ascii="Frutiger LT Com 45 Light" w:hAnsi="Frutiger LT Com 45 Light"/>
        </w:rPr>
        <w:t>n</w:t>
      </w:r>
      <w:r w:rsidRPr="00073D45">
        <w:rPr>
          <w:rFonts w:ascii="Frutiger LT Com 45 Light" w:hAnsi="Frutiger LT Com 45 Light"/>
        </w:rPr>
        <w:t xml:space="preserve"> innovative concept for a complete window design using the creative process from industry. (see forum)</w:t>
      </w:r>
    </w:p>
    <w:p w14:paraId="10E1CB6A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</w:t>
      </w:r>
      <w:proofErr w:type="gramStart"/>
      <w:r w:rsidRPr="00073D45">
        <w:rPr>
          <w:rFonts w:ascii="Frutiger LT Com 45 Light" w:hAnsi="Frutiger LT Com 45 Light"/>
        </w:rPr>
        <w:t>have to</w:t>
      </w:r>
      <w:proofErr w:type="gramEnd"/>
      <w:r w:rsidRPr="00073D45">
        <w:rPr>
          <w:rFonts w:ascii="Frutiger LT Com 45 Light" w:hAnsi="Frutiger LT Com 45 Light"/>
        </w:rPr>
        <w:t xml:space="preserve"> finish criteria A: research and B: design, before lunch and criteria C: </w:t>
      </w:r>
      <w:proofErr w:type="spellStart"/>
      <w:r w:rsidRPr="00073D45">
        <w:rPr>
          <w:rFonts w:ascii="Frutiger LT Com 45 Light" w:hAnsi="Frutiger LT Com 45 Light"/>
        </w:rPr>
        <w:t>moodboard</w:t>
      </w:r>
      <w:proofErr w:type="spellEnd"/>
      <w:r w:rsidRPr="00073D45">
        <w:rPr>
          <w:rFonts w:ascii="Frutiger LT Com 45 Light" w:hAnsi="Frutiger LT Com 45 Light"/>
        </w:rPr>
        <w:t>, visual and rationale at the end of C1.</w:t>
      </w:r>
    </w:p>
    <w:p w14:paraId="41456CA9" w14:textId="52CFD934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Competitors are not allowed to start</w:t>
      </w:r>
      <w:r>
        <w:rPr>
          <w:rFonts w:ascii="Frutiger LT Com 45 Light" w:hAnsi="Frutiger LT Com 45 Light"/>
        </w:rPr>
        <w:t xml:space="preserve"> </w:t>
      </w:r>
      <w:r w:rsidRPr="00073D45">
        <w:rPr>
          <w:rFonts w:ascii="Frutiger LT Com 45 Light" w:hAnsi="Frutiger LT Com 45 Light"/>
        </w:rPr>
        <w:t>or prepare anything for criteria D/E/F/G/H/I on C1.</w:t>
      </w:r>
    </w:p>
    <w:p w14:paraId="37F3B8B0" w14:textId="77777777" w:rsidR="00073D45" w:rsidRDefault="00073D45">
      <w:pPr>
        <w:spacing w:after="160"/>
        <w:rPr>
          <w:rFonts w:ascii="Frutiger LT Com 45 Light" w:hAnsi="Frutiger LT Com 45 Light"/>
        </w:rPr>
      </w:pPr>
      <w:r>
        <w:rPr>
          <w:rFonts w:ascii="Frutiger LT Com 45 Light" w:hAnsi="Frutiger LT Com 45 Light"/>
        </w:rPr>
        <w:br w:type="page"/>
      </w:r>
    </w:p>
    <w:p w14:paraId="37F1082F" w14:textId="17306DDF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lastRenderedPageBreak/>
        <w:t>The complete design criteria A, B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C contain the following parts:</w:t>
      </w:r>
    </w:p>
    <w:p w14:paraId="34D3C499" w14:textId="5F0C3C77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Written concept in simple English language</w:t>
      </w:r>
    </w:p>
    <w:p w14:paraId="3B29ED09" w14:textId="7523B903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Folder (on desktop) with inspiration</w:t>
      </w:r>
    </w:p>
    <w:p w14:paraId="527748BC" w14:textId="4BA8AE45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proofErr w:type="spellStart"/>
      <w:r w:rsidRPr="00073D45">
        <w:rPr>
          <w:rFonts w:ascii="Frutiger LT Com 45 Light" w:hAnsi="Frutiger LT Com 45 Light"/>
        </w:rPr>
        <w:t>Wordweb</w:t>
      </w:r>
      <w:proofErr w:type="spellEnd"/>
    </w:p>
    <w:p w14:paraId="452E45AA" w14:textId="288E0255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Sketches to evidence the design process</w:t>
      </w:r>
    </w:p>
    <w:p w14:paraId="1B335DC8" w14:textId="6747F2D9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Design drawing and </w:t>
      </w:r>
      <w:proofErr w:type="spellStart"/>
      <w:r w:rsidRPr="00073D45">
        <w:rPr>
          <w:rFonts w:ascii="Frutiger LT Com 45 Light" w:hAnsi="Frutiger LT Com 45 Light"/>
        </w:rPr>
        <w:t>colour</w:t>
      </w:r>
      <w:proofErr w:type="spellEnd"/>
      <w:r w:rsidRPr="00073D45">
        <w:rPr>
          <w:rFonts w:ascii="Frutiger LT Com 45 Light" w:hAnsi="Frutiger LT Com 45 Light"/>
        </w:rPr>
        <w:t xml:space="preserve"> proposal to evidence the design</w:t>
      </w:r>
    </w:p>
    <w:p w14:paraId="1CA17F06" w14:textId="6C4E6974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proofErr w:type="spellStart"/>
      <w:r w:rsidRPr="00073D45">
        <w:rPr>
          <w:rFonts w:ascii="Frutiger LT Com 45 Light" w:hAnsi="Frutiger LT Com 45 Light"/>
        </w:rPr>
        <w:t>Moodboard</w:t>
      </w:r>
      <w:proofErr w:type="spellEnd"/>
      <w:r w:rsidRPr="00073D45">
        <w:rPr>
          <w:rFonts w:ascii="Frutiger LT Com 45 Light" w:hAnsi="Frutiger LT Com 45 Light"/>
        </w:rPr>
        <w:t xml:space="preserve"> </w:t>
      </w:r>
    </w:p>
    <w:p w14:paraId="7A92D9F3" w14:textId="7E238D75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Visual</w:t>
      </w:r>
    </w:p>
    <w:p w14:paraId="6EC03822" w14:textId="78BFD684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Rationale in simple English language</w:t>
      </w:r>
    </w:p>
    <w:p w14:paraId="46778A1C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All parts of the complete design are client agreements and must meet industry level. </w:t>
      </w:r>
    </w:p>
    <w:p w14:paraId="01B2E70D" w14:textId="2D4DDCA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At C2, C3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C4 after finishing the design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>ompetitors will make, prepare, implement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install the complete window presentation following their own concept and design.</w:t>
      </w:r>
    </w:p>
    <w:p w14:paraId="475698B1" w14:textId="1F16CE3C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Competitors </w:t>
      </w:r>
      <w:proofErr w:type="gramStart"/>
      <w:r w:rsidRPr="00073D45">
        <w:rPr>
          <w:rFonts w:ascii="Frutiger LT Com 45 Light" w:hAnsi="Frutiger LT Com 45 Light"/>
        </w:rPr>
        <w:t>have to</w:t>
      </w:r>
      <w:proofErr w:type="gramEnd"/>
      <w:r w:rsidRPr="00073D45">
        <w:rPr>
          <w:rFonts w:ascii="Frutiger LT Com 45 Light" w:hAnsi="Frutiger LT Com 45 Light"/>
        </w:rPr>
        <w:t xml:space="preserve"> organize their own </w:t>
      </w:r>
      <w:proofErr w:type="spellStart"/>
      <w:r w:rsidRPr="00073D45">
        <w:rPr>
          <w:rFonts w:ascii="Frutiger LT Com 45 Light" w:hAnsi="Frutiger LT Com 45 Light"/>
        </w:rPr>
        <w:t>timeplan</w:t>
      </w:r>
      <w:proofErr w:type="spellEnd"/>
      <w:r w:rsidRPr="00073D45">
        <w:rPr>
          <w:rFonts w:ascii="Frutiger LT Com 45 Light" w:hAnsi="Frutiger LT Com 45 Light"/>
        </w:rPr>
        <w:t xml:space="preserve"> to prepare, make, implement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install the complete window.</w:t>
      </w:r>
    </w:p>
    <w:p w14:paraId="602C9644" w14:textId="3465FECE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To show good </w:t>
      </w:r>
      <w:proofErr w:type="spellStart"/>
      <w:r w:rsidRPr="00073D45">
        <w:rPr>
          <w:rFonts w:ascii="Frutiger LT Com 45 Light" w:hAnsi="Frutiger LT Com 45 Light"/>
        </w:rPr>
        <w:t>workorganization</w:t>
      </w:r>
      <w:proofErr w:type="spellEnd"/>
      <w:r w:rsidRPr="00073D45">
        <w:rPr>
          <w:rFonts w:ascii="Frutiger LT Com 45 Light" w:hAnsi="Frutiger LT Com 45 Light"/>
        </w:rPr>
        <w:t xml:space="preserve">,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>ompetitors make the time plan for C2, C3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C4.</w:t>
      </w:r>
    </w:p>
    <w:p w14:paraId="298DA8FD" w14:textId="219DE47F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Experts should be given insight by this time plan, in </w:t>
      </w:r>
      <w:proofErr w:type="spellStart"/>
      <w:r w:rsidRPr="00073D45">
        <w:rPr>
          <w:rFonts w:ascii="Frutiger LT Com 45 Light" w:hAnsi="Frutiger LT Com 45 Light"/>
        </w:rPr>
        <w:t>timemanagement</w:t>
      </w:r>
      <w:proofErr w:type="spellEnd"/>
      <w:r w:rsidRPr="00073D45">
        <w:rPr>
          <w:rFonts w:ascii="Frutiger LT Com 45 Light" w:hAnsi="Frutiger LT Com 45 Light"/>
        </w:rPr>
        <w:t xml:space="preserve"> of the </w:t>
      </w:r>
      <w:r>
        <w:rPr>
          <w:rFonts w:ascii="Frutiger LT Com 45 Light" w:hAnsi="Frutiger LT Com 45 Light"/>
        </w:rPr>
        <w:t>C</w:t>
      </w:r>
      <w:r w:rsidRPr="00073D45">
        <w:rPr>
          <w:rFonts w:ascii="Frutiger LT Com 45 Light" w:hAnsi="Frutiger LT Com 45 Light"/>
        </w:rPr>
        <w:t>ompetitor during C2, C3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C4 of the competition.</w:t>
      </w:r>
    </w:p>
    <w:p w14:paraId="0F917BAC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The complete window contains:</w:t>
      </w:r>
    </w:p>
    <w:p w14:paraId="5B42261D" w14:textId="21E9914D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time plan</w:t>
      </w:r>
    </w:p>
    <w:p w14:paraId="13BCFBF5" w14:textId="4D35FAC2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proofErr w:type="spellStart"/>
      <w:r w:rsidRPr="00073D45">
        <w:rPr>
          <w:rFonts w:ascii="Frutiger LT Com 45 Light" w:hAnsi="Frutiger LT Com 45 Light"/>
        </w:rPr>
        <w:t>selfmade</w:t>
      </w:r>
      <w:proofErr w:type="spellEnd"/>
      <w:r w:rsidRPr="00073D45">
        <w:rPr>
          <w:rFonts w:ascii="Frutiger LT Com 45 Light" w:hAnsi="Frutiger LT Com 45 Light"/>
        </w:rPr>
        <w:t xml:space="preserve"> props/surprise props</w:t>
      </w:r>
    </w:p>
    <w:p w14:paraId="541A9C2D" w14:textId="3029C84A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painting, covering and applying vinyl</w:t>
      </w:r>
    </w:p>
    <w:p w14:paraId="1BE650B4" w14:textId="61A04680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product presentation</w:t>
      </w:r>
    </w:p>
    <w:p w14:paraId="6DB2C182" w14:textId="6B6BF989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implementing the complete window</w:t>
      </w:r>
    </w:p>
    <w:p w14:paraId="7DB69A4C" w14:textId="4170E2F8" w:rsidR="00073D45" w:rsidRPr="00073D45" w:rsidRDefault="00073D45" w:rsidP="00073D45">
      <w:pPr>
        <w:pStyle w:val="ListBullet"/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installing the complete window</w:t>
      </w:r>
    </w:p>
    <w:p w14:paraId="7DADC894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The complete window presentation must meet industry level. </w:t>
      </w:r>
    </w:p>
    <w:p w14:paraId="0EF4DAB1" w14:textId="22C01DDC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We are looking for a professional and industrial standard in prepare, make, implement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install a complete window presentation. (see </w:t>
      </w:r>
      <w:proofErr w:type="spellStart"/>
      <w:r w:rsidRPr="00073D45">
        <w:rPr>
          <w:rFonts w:ascii="Frutiger LT Com 45 Light" w:hAnsi="Frutiger LT Com 45 Light"/>
        </w:rPr>
        <w:t>WSSS</w:t>
      </w:r>
      <w:proofErr w:type="spellEnd"/>
      <w:r w:rsidRPr="00073D45">
        <w:rPr>
          <w:rFonts w:ascii="Frutiger LT Com 45 Light" w:hAnsi="Frutiger LT Com 45 Light"/>
        </w:rPr>
        <w:t>)</w:t>
      </w:r>
    </w:p>
    <w:p w14:paraId="627674C4" w14:textId="64655C8E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Health</w:t>
      </w:r>
      <w:r>
        <w:rPr>
          <w:rFonts w:ascii="Frutiger LT Com 45 Light" w:hAnsi="Frutiger LT Com 45 Light"/>
        </w:rPr>
        <w:t>, S</w:t>
      </w:r>
      <w:r w:rsidRPr="00073D45">
        <w:rPr>
          <w:rFonts w:ascii="Frutiger LT Com 45 Light" w:hAnsi="Frutiger LT Com 45 Light"/>
        </w:rPr>
        <w:t>afety</w:t>
      </w:r>
      <w:r>
        <w:rPr>
          <w:rFonts w:ascii="Frutiger LT Com 45 Light" w:hAnsi="Frutiger LT Com 45 Light"/>
        </w:rPr>
        <w:t>, and Environment</w:t>
      </w:r>
      <w:r w:rsidRPr="00073D45">
        <w:rPr>
          <w:rFonts w:ascii="Frutiger LT Com 45 Light" w:hAnsi="Frutiger LT Com 45 Light"/>
        </w:rPr>
        <w:t xml:space="preserve"> rules will be briefed, adhered to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spot checks undertaken to assess safe, </w:t>
      </w:r>
      <w:proofErr w:type="spellStart"/>
      <w:r w:rsidRPr="00073D45">
        <w:rPr>
          <w:rFonts w:ascii="Frutiger LT Com 45 Light" w:hAnsi="Frutiger LT Com 45 Light"/>
        </w:rPr>
        <w:t>substain</w:t>
      </w:r>
      <w:proofErr w:type="spellEnd"/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professional working practice during C2, C3</w:t>
      </w:r>
      <w:r>
        <w:rPr>
          <w:rFonts w:ascii="Frutiger LT Com 45 Light" w:hAnsi="Frutiger LT Com 45 Light"/>
        </w:rPr>
        <w:t>,</w:t>
      </w:r>
      <w:r w:rsidRPr="00073D45">
        <w:rPr>
          <w:rFonts w:ascii="Frutiger LT Com 45 Light" w:hAnsi="Frutiger LT Com 45 Light"/>
        </w:rPr>
        <w:t xml:space="preserve"> and C4.</w:t>
      </w:r>
    </w:p>
    <w:p w14:paraId="756A7371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As well as a professional and industrial standard of finish and execution and a tidy and clean window, workspace and storage at end of each day.</w:t>
      </w:r>
    </w:p>
    <w:p w14:paraId="48273150" w14:textId="77777777" w:rsidR="00073D45" w:rsidRPr="00073D45" w:rsidRDefault="00073D45" w:rsidP="0014780F">
      <w:pPr>
        <w:pStyle w:val="Heading2"/>
      </w:pPr>
      <w:bookmarkStart w:id="9" w:name="_Toc9173680"/>
      <w:proofErr w:type="spellStart"/>
      <w:r w:rsidRPr="00073D45">
        <w:t>Competiton</w:t>
      </w:r>
      <w:proofErr w:type="spellEnd"/>
      <w:r w:rsidRPr="00073D45">
        <w:t xml:space="preserve"> Time plan:</w:t>
      </w:r>
      <w:bookmarkEnd w:id="9"/>
    </w:p>
    <w:p w14:paraId="229BA6E7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 1: </w:t>
      </w:r>
      <w:r w:rsidRPr="00073D45">
        <w:rPr>
          <w:rFonts w:ascii="Frutiger LT Com 45 Light" w:hAnsi="Frutiger LT Com 45 Light"/>
        </w:rPr>
        <w:tab/>
        <w:t>3,5 working hours criteria A and B (finished before Lunch)</w:t>
      </w:r>
      <w:r w:rsidRPr="00073D45">
        <w:rPr>
          <w:rFonts w:ascii="Frutiger LT Com 45 Light" w:hAnsi="Frutiger LT Com 45 Light"/>
        </w:rPr>
        <w:tab/>
      </w:r>
    </w:p>
    <w:p w14:paraId="485EA16B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2,5 working hours criteria C finished at the end of C1</w:t>
      </w:r>
    </w:p>
    <w:p w14:paraId="716353DE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C 2:</w:t>
      </w:r>
      <w:r w:rsidRPr="00073D45">
        <w:rPr>
          <w:rFonts w:ascii="Frutiger LT Com 45 Light" w:hAnsi="Frutiger LT Com 45 Light"/>
        </w:rPr>
        <w:tab/>
        <w:t>6 working hours criteria D, E, F, G, H and I</w:t>
      </w:r>
    </w:p>
    <w:p w14:paraId="0A956F3A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C 3:</w:t>
      </w:r>
      <w:r w:rsidRPr="00073D45">
        <w:rPr>
          <w:rFonts w:ascii="Frutiger LT Com 45 Light" w:hAnsi="Frutiger LT Com 45 Light"/>
        </w:rPr>
        <w:tab/>
        <w:t>6 working hours criteria D, E, F, G, H and I</w:t>
      </w:r>
    </w:p>
    <w:p w14:paraId="21D8B60D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C 4:</w:t>
      </w:r>
      <w:r w:rsidRPr="00073D45">
        <w:rPr>
          <w:rFonts w:ascii="Frutiger LT Com 45 Light" w:hAnsi="Frutiger LT Com 45 Light"/>
        </w:rPr>
        <w:tab/>
        <w:t>3 working hours criteria D, E, F, G, H and I</w:t>
      </w:r>
    </w:p>
    <w:p w14:paraId="11CCCA1F" w14:textId="77777777" w:rsidR="00073D45" w:rsidRPr="00073D45" w:rsidRDefault="00073D45" w:rsidP="00073D45">
      <w:pPr>
        <w:rPr>
          <w:rFonts w:ascii="Frutiger LT Com 45 Light" w:hAnsi="Frutiger LT Com 45 Light"/>
        </w:rPr>
      </w:pPr>
    </w:p>
    <w:p w14:paraId="7872BFFB" w14:textId="77777777" w:rsidR="00073D45" w:rsidRPr="00073D45" w:rsidRDefault="00073D45" w:rsidP="00073D45">
      <w:pPr>
        <w:rPr>
          <w:rFonts w:ascii="Frutiger LT Com 45 Light" w:hAnsi="Frutiger LT Com 45 Light"/>
        </w:rPr>
      </w:pPr>
    </w:p>
    <w:p w14:paraId="653BED47" w14:textId="77777777" w:rsidR="00073D45" w:rsidRPr="00073D45" w:rsidRDefault="00073D45" w:rsidP="00073D45">
      <w:pPr>
        <w:pStyle w:val="Heading2"/>
      </w:pPr>
      <w:bookmarkStart w:id="10" w:name="_Toc9173681"/>
      <w:r w:rsidRPr="00073D45">
        <w:lastRenderedPageBreak/>
        <w:t>Marking Criteria</w:t>
      </w:r>
      <w:bookmarkEnd w:id="10"/>
      <w:r w:rsidRPr="00073D45">
        <w:t xml:space="preserve"> </w:t>
      </w:r>
    </w:p>
    <w:p w14:paraId="7EF3777B" w14:textId="4CAF5733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A: Research</w:t>
      </w:r>
    </w:p>
    <w:p w14:paraId="5D3BB1D4" w14:textId="7DB11EFC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B: Design</w:t>
      </w:r>
    </w:p>
    <w:p w14:paraId="5621ED81" w14:textId="5ACD3D75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C: </w:t>
      </w:r>
      <w:proofErr w:type="spellStart"/>
      <w:r w:rsidRPr="00073D45">
        <w:rPr>
          <w:rFonts w:ascii="Frutiger LT Com 45 Light" w:hAnsi="Frutiger LT Com 45 Light"/>
        </w:rPr>
        <w:t>Moodboard</w:t>
      </w:r>
      <w:proofErr w:type="spellEnd"/>
      <w:r w:rsidRPr="00073D45">
        <w:rPr>
          <w:rFonts w:ascii="Frutiger LT Com 45 Light" w:hAnsi="Frutiger LT Com 45 Light"/>
        </w:rPr>
        <w:t>, visual and rationale</w:t>
      </w:r>
    </w:p>
    <w:p w14:paraId="6EA13F62" w14:textId="0EBB90D1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D: Health and safety, work and workspace organization</w:t>
      </w:r>
    </w:p>
    <w:p w14:paraId="3B09846B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E: Props and implementation</w:t>
      </w:r>
    </w:p>
    <w:p w14:paraId="7729D369" w14:textId="60CE061C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F: Painting, covering and applying vinyl</w:t>
      </w:r>
    </w:p>
    <w:p w14:paraId="1AA05B7B" w14:textId="0EFE9320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 xml:space="preserve">G: </w:t>
      </w:r>
      <w:proofErr w:type="spellStart"/>
      <w:r w:rsidRPr="00073D45">
        <w:rPr>
          <w:rFonts w:ascii="Frutiger LT Com 45 Light" w:hAnsi="Frutiger LT Com 45 Light"/>
        </w:rPr>
        <w:t>Productpresentation</w:t>
      </w:r>
      <w:proofErr w:type="spellEnd"/>
      <w:r w:rsidRPr="00073D45">
        <w:rPr>
          <w:rFonts w:ascii="Frutiger LT Com 45 Light" w:hAnsi="Frutiger LT Com 45 Light"/>
        </w:rPr>
        <w:t xml:space="preserve"> and styling</w:t>
      </w:r>
    </w:p>
    <w:p w14:paraId="14E24CBC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H: Installing and finish window</w:t>
      </w:r>
    </w:p>
    <w:p w14:paraId="48A693F9" w14:textId="77777777" w:rsidR="00073D45" w:rsidRPr="00073D45" w:rsidRDefault="00073D45" w:rsidP="00073D45">
      <w:pPr>
        <w:rPr>
          <w:rFonts w:ascii="Frutiger LT Com 45 Light" w:hAnsi="Frutiger LT Com 45 Light"/>
        </w:rPr>
      </w:pPr>
      <w:r w:rsidRPr="00073D45">
        <w:rPr>
          <w:rFonts w:ascii="Frutiger LT Com 45 Light" w:hAnsi="Frutiger LT Com 45 Light"/>
        </w:rPr>
        <w:t>I: Appeal and client satisfaction</w:t>
      </w:r>
    </w:p>
    <w:p w14:paraId="237E8405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 xml:space="preserve">A: Research </w:t>
      </w:r>
    </w:p>
    <w:p w14:paraId="479B87F6" w14:textId="412DCC42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Interpret brief as per wishes and requirements of the client/sponsor and industry with TA specified, brand and/or product provided, and ‘theme’ given. </w:t>
      </w:r>
    </w:p>
    <w:p w14:paraId="34BBC188" w14:textId="027E3F11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Pinterest and any equivalent web source including predesigned work, are not allowed.</w:t>
      </w:r>
    </w:p>
    <w:p w14:paraId="21FC5E18" w14:textId="5FBD1A8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Evidence your research/inspiration in a folder on your desktop named inspiration.</w:t>
      </w:r>
    </w:p>
    <w:p w14:paraId="7D919CCF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 xml:space="preserve">B: Design </w:t>
      </w:r>
    </w:p>
    <w:p w14:paraId="56399CA5" w14:textId="288F7E78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Evidence your design, the interpretation of the theme with a written concept, a brainstorm/</w:t>
      </w:r>
      <w:proofErr w:type="spellStart"/>
      <w:r w:rsidRPr="0014780F">
        <w:rPr>
          <w:rFonts w:ascii="Frutiger LT Com 45 Light" w:hAnsi="Frutiger LT Com 45 Light"/>
        </w:rPr>
        <w:t>wordweb</w:t>
      </w:r>
      <w:proofErr w:type="spellEnd"/>
      <w:r w:rsidRPr="0014780F">
        <w:rPr>
          <w:rFonts w:ascii="Frutiger LT Com 45 Light" w:hAnsi="Frutiger LT Com 45 Light"/>
        </w:rPr>
        <w:t xml:space="preserve">, a </w:t>
      </w:r>
      <w:proofErr w:type="spellStart"/>
      <w:r w:rsidRPr="0014780F">
        <w:rPr>
          <w:rFonts w:ascii="Frutiger LT Com 45 Light" w:hAnsi="Frutiger LT Com 45 Light"/>
        </w:rPr>
        <w:t>sketchprocess</w:t>
      </w:r>
      <w:proofErr w:type="spellEnd"/>
      <w:r w:rsidRPr="0014780F">
        <w:rPr>
          <w:rFonts w:ascii="Frutiger LT Com 45 Light" w:hAnsi="Frutiger LT Com 45 Light"/>
        </w:rPr>
        <w:t xml:space="preserve"> and a design drawing.</w:t>
      </w:r>
    </w:p>
    <w:p w14:paraId="7B3B520F" w14:textId="5245D284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theme is interpreted in your own way. </w:t>
      </w:r>
    </w:p>
    <w:p w14:paraId="2DC80DC6" w14:textId="09AEE2A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concept of the window is innovative and your own, not an already seen idea copied from other competitions, </w:t>
      </w:r>
      <w:proofErr w:type="spellStart"/>
      <w:r w:rsidRPr="0014780F">
        <w:rPr>
          <w:rFonts w:ascii="Frutiger LT Com 45 Light" w:hAnsi="Frutiger LT Com 45 Light"/>
        </w:rPr>
        <w:t>pinterest</w:t>
      </w:r>
      <w:proofErr w:type="spellEnd"/>
      <w:r w:rsidR="0014780F">
        <w:rPr>
          <w:rFonts w:ascii="Frutiger LT Com 45 Light" w:hAnsi="Frutiger LT Com 45 Light"/>
        </w:rPr>
        <w:t xml:space="preserve">, </w:t>
      </w:r>
      <w:r w:rsidRPr="0014780F">
        <w:rPr>
          <w:rFonts w:ascii="Frutiger LT Com 45 Light" w:hAnsi="Frutiger LT Com 45 Light"/>
        </w:rPr>
        <w:t>or internet.</w:t>
      </w:r>
    </w:p>
    <w:p w14:paraId="6EC53660" w14:textId="708B01F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A written concept is presented in clear view on the workbench in simple English language in maximum 25 words.</w:t>
      </w:r>
    </w:p>
    <w:p w14:paraId="1EC3EBBA" w14:textId="490FDF8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Competitors can use google translate.</w:t>
      </w:r>
    </w:p>
    <w:p w14:paraId="5D36F2F2" w14:textId="7EC1CA48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Official WSI Interpreters can translate the concept after </w:t>
      </w:r>
      <w:r w:rsidR="0014780F">
        <w:rPr>
          <w:rFonts w:ascii="Frutiger LT Com 45 Light" w:hAnsi="Frutiger LT Com 45 Light"/>
        </w:rPr>
        <w:t>C</w:t>
      </w:r>
      <w:r w:rsidRPr="0014780F">
        <w:rPr>
          <w:rFonts w:ascii="Frutiger LT Com 45 Light" w:hAnsi="Frutiger LT Com 45 Light"/>
        </w:rPr>
        <w:t xml:space="preserve">ompetitors left the </w:t>
      </w:r>
      <w:proofErr w:type="spellStart"/>
      <w:r w:rsidRPr="0014780F">
        <w:rPr>
          <w:rFonts w:ascii="Frutiger LT Com 45 Light" w:hAnsi="Frutiger LT Com 45 Light"/>
        </w:rPr>
        <w:t>workfloor</w:t>
      </w:r>
      <w:proofErr w:type="spellEnd"/>
      <w:r w:rsidRPr="0014780F">
        <w:rPr>
          <w:rFonts w:ascii="Frutiger LT Com 45 Light" w:hAnsi="Frutiger LT Com 45 Light"/>
        </w:rPr>
        <w:t xml:space="preserve"> at the end of C1.</w:t>
      </w:r>
    </w:p>
    <w:p w14:paraId="14EC6AFD" w14:textId="6941E20A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A </w:t>
      </w:r>
      <w:proofErr w:type="spellStart"/>
      <w:r w:rsidRPr="0014780F">
        <w:rPr>
          <w:rFonts w:ascii="Frutiger LT Com 45 Light" w:hAnsi="Frutiger LT Com 45 Light"/>
        </w:rPr>
        <w:t>sketchprocess</w:t>
      </w:r>
      <w:proofErr w:type="spellEnd"/>
      <w:r w:rsidRPr="0014780F">
        <w:rPr>
          <w:rFonts w:ascii="Frutiger LT Com 45 Light" w:hAnsi="Frutiger LT Com 45 Light"/>
        </w:rPr>
        <w:t xml:space="preserve"> is presented in clear view on the workbench. </w:t>
      </w:r>
    </w:p>
    <w:p w14:paraId="4CD11844" w14:textId="7BD9E42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</w:t>
      </w:r>
      <w:proofErr w:type="spellStart"/>
      <w:r w:rsidRPr="0014780F">
        <w:rPr>
          <w:rFonts w:ascii="Frutiger LT Com 45 Light" w:hAnsi="Frutiger LT Com 45 Light"/>
        </w:rPr>
        <w:t>sketchprocess</w:t>
      </w:r>
      <w:proofErr w:type="spellEnd"/>
      <w:r w:rsidRPr="0014780F">
        <w:rPr>
          <w:rFonts w:ascii="Frutiger LT Com 45 Light" w:hAnsi="Frutiger LT Com 45 Light"/>
        </w:rPr>
        <w:t xml:space="preserve"> evidence your own interpretation of the theme and your own design ideas and design process.</w:t>
      </w:r>
    </w:p>
    <w:p w14:paraId="0C9CD6ED" w14:textId="1B4DEA7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A design drawing by hand and/or illustrator to </w:t>
      </w:r>
      <w:proofErr w:type="gramStart"/>
      <w:r w:rsidRPr="0014780F">
        <w:rPr>
          <w:rFonts w:ascii="Frutiger LT Com 45 Light" w:hAnsi="Frutiger LT Com 45 Light"/>
        </w:rPr>
        <w:t>evidenced</w:t>
      </w:r>
      <w:proofErr w:type="gramEnd"/>
      <w:r w:rsidRPr="0014780F">
        <w:rPr>
          <w:rFonts w:ascii="Frutiger LT Com 45 Light" w:hAnsi="Frutiger LT Com 45 Light"/>
        </w:rPr>
        <w:t xml:space="preserve"> your idea is presented in clear view on the workbench. </w:t>
      </w:r>
    </w:p>
    <w:p w14:paraId="77EDFCFD" w14:textId="2262734A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design drawing can be a sketchy version in black/white, showing the definitive ideas of the </w:t>
      </w:r>
      <w:proofErr w:type="spellStart"/>
      <w:r w:rsidRPr="0014780F">
        <w:rPr>
          <w:rFonts w:ascii="Frutiger LT Com 45 Light" w:hAnsi="Frutiger LT Com 45 Light"/>
        </w:rPr>
        <w:t>windowdesign</w:t>
      </w:r>
      <w:proofErr w:type="spellEnd"/>
      <w:r w:rsidRPr="0014780F">
        <w:rPr>
          <w:rFonts w:ascii="Frutiger LT Com 45 Light" w:hAnsi="Frutiger LT Com 45 Light"/>
        </w:rPr>
        <w:t>, with product and props in the right way and the right place.</w:t>
      </w:r>
    </w:p>
    <w:p w14:paraId="000F6D46" w14:textId="6B7A3B31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A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proposal is to evidence your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choice for the design/window</w:t>
      </w:r>
      <w:r w:rsidR="0014780F">
        <w:rPr>
          <w:rFonts w:ascii="Frutiger LT Com 45 Light" w:hAnsi="Frutiger LT Com 45 Light"/>
        </w:rPr>
        <w:t>.</w:t>
      </w:r>
    </w:p>
    <w:p w14:paraId="6ADFD78A" w14:textId="69C59632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proposal can be a </w:t>
      </w:r>
      <w:proofErr w:type="spellStart"/>
      <w:r w:rsidRPr="0014780F">
        <w:rPr>
          <w:rFonts w:ascii="Frutiger LT Com 45 Light" w:hAnsi="Frutiger LT Com 45 Light"/>
        </w:rPr>
        <w:t>colourrange</w:t>
      </w:r>
      <w:proofErr w:type="spellEnd"/>
      <w:r w:rsidRPr="0014780F">
        <w:rPr>
          <w:rFonts w:ascii="Frutiger LT Com 45 Light" w:hAnsi="Frutiger LT Com 45 Light"/>
        </w:rPr>
        <w:t xml:space="preserve">. </w:t>
      </w:r>
    </w:p>
    <w:p w14:paraId="285CC36B" w14:textId="4D44CBD1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proposal is printed/made by hand and presented in clear view on the workbench.</w:t>
      </w:r>
    </w:p>
    <w:p w14:paraId="1AC6C5A6" w14:textId="77777777" w:rsidR="0014780F" w:rsidRDefault="0014780F">
      <w:pPr>
        <w:spacing w:after="160"/>
        <w:rPr>
          <w:rFonts w:ascii="Frutiger LT Com 45 Light" w:hAnsi="Frutiger LT Com 45 Light"/>
          <w:b/>
        </w:rPr>
      </w:pPr>
      <w:r>
        <w:rPr>
          <w:rFonts w:ascii="Frutiger LT Com 45 Light" w:hAnsi="Frutiger LT Com 45 Light"/>
          <w:b/>
        </w:rPr>
        <w:br w:type="page"/>
      </w:r>
    </w:p>
    <w:p w14:paraId="5539B624" w14:textId="3B0EBD6A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lastRenderedPageBreak/>
        <w:t xml:space="preserve">C: </w:t>
      </w:r>
      <w:proofErr w:type="spellStart"/>
      <w:r w:rsidRPr="00073D45">
        <w:rPr>
          <w:rFonts w:ascii="Frutiger LT Com 45 Light" w:hAnsi="Frutiger LT Com 45 Light"/>
          <w:b/>
        </w:rPr>
        <w:t>Moodboard</w:t>
      </w:r>
      <w:proofErr w:type="spellEnd"/>
      <w:r w:rsidRPr="00073D45">
        <w:rPr>
          <w:rFonts w:ascii="Frutiger LT Com 45 Light" w:hAnsi="Frutiger LT Com 45 Light"/>
          <w:b/>
        </w:rPr>
        <w:t>, visual</w:t>
      </w:r>
      <w:r w:rsidR="0014780F">
        <w:rPr>
          <w:rFonts w:ascii="Frutiger LT Com 45 Light" w:hAnsi="Frutiger LT Com 45 Light"/>
          <w:b/>
        </w:rPr>
        <w:t>,</w:t>
      </w:r>
      <w:r w:rsidRPr="00073D45">
        <w:rPr>
          <w:rFonts w:ascii="Frutiger LT Com 45 Light" w:hAnsi="Frutiger LT Com 45 Light"/>
          <w:b/>
        </w:rPr>
        <w:t xml:space="preserve"> and rationale.</w:t>
      </w:r>
    </w:p>
    <w:p w14:paraId="220D7712" w14:textId="6E4C8983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</w:t>
      </w:r>
      <w:proofErr w:type="spellStart"/>
      <w:r w:rsidRPr="0014780F">
        <w:rPr>
          <w:rFonts w:ascii="Frutiger LT Com 45 Light" w:hAnsi="Frutiger LT Com 45 Light"/>
        </w:rPr>
        <w:t>moodboard</w:t>
      </w:r>
      <w:proofErr w:type="spellEnd"/>
      <w:r w:rsidRPr="0014780F">
        <w:rPr>
          <w:rFonts w:ascii="Frutiger LT Com 45 Light" w:hAnsi="Frutiger LT Com 45 Light"/>
        </w:rPr>
        <w:t xml:space="preserve"> show the ‘look and feel’ and the style that the </w:t>
      </w:r>
      <w:r w:rsidR="00B11665">
        <w:rPr>
          <w:rFonts w:ascii="Frutiger LT Com 45 Light" w:hAnsi="Frutiger LT Com 45 Light"/>
        </w:rPr>
        <w:t>C</w:t>
      </w:r>
      <w:r w:rsidRPr="0014780F">
        <w:rPr>
          <w:rFonts w:ascii="Frutiger LT Com 45 Light" w:hAnsi="Frutiger LT Com 45 Light"/>
        </w:rPr>
        <w:t>ompetitor came up with to communicate the concept in the window with the client, based on the research and the inspiration.</w:t>
      </w:r>
    </w:p>
    <w:p w14:paraId="799DA7E8" w14:textId="7264D6F6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</w:t>
      </w:r>
      <w:proofErr w:type="spellStart"/>
      <w:r w:rsidRPr="0014780F">
        <w:rPr>
          <w:rFonts w:ascii="Frutiger LT Com 45 Light" w:hAnsi="Frutiger LT Com 45 Light"/>
        </w:rPr>
        <w:t>moodboard</w:t>
      </w:r>
      <w:proofErr w:type="spellEnd"/>
      <w:r w:rsidRPr="0014780F">
        <w:rPr>
          <w:rFonts w:ascii="Frutiger LT Com 45 Light" w:hAnsi="Frutiger LT Com 45 Light"/>
        </w:rPr>
        <w:t xml:space="preserve"> </w:t>
      </w:r>
      <w:proofErr w:type="gramStart"/>
      <w:r w:rsidRPr="0014780F">
        <w:rPr>
          <w:rFonts w:ascii="Frutiger LT Com 45 Light" w:hAnsi="Frutiger LT Com 45 Light"/>
        </w:rPr>
        <w:t>has to</w:t>
      </w:r>
      <w:proofErr w:type="gramEnd"/>
      <w:r w:rsidRPr="0014780F">
        <w:rPr>
          <w:rFonts w:ascii="Frutiger LT Com 45 Light" w:hAnsi="Frutiger LT Com 45 Light"/>
        </w:rPr>
        <w:t xml:space="preserve"> give the client a good impression of the style/look and feel of the window.</w:t>
      </w:r>
    </w:p>
    <w:p w14:paraId="303F5C3A" w14:textId="4BABD63D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</w:t>
      </w:r>
      <w:proofErr w:type="spellStart"/>
      <w:r w:rsidRPr="0014780F">
        <w:rPr>
          <w:rFonts w:ascii="Frutiger LT Com 45 Light" w:hAnsi="Frutiger LT Com 45 Light"/>
        </w:rPr>
        <w:t>moodboard</w:t>
      </w:r>
      <w:proofErr w:type="spellEnd"/>
      <w:r w:rsidRPr="0014780F">
        <w:rPr>
          <w:rFonts w:ascii="Frutiger LT Com 45 Light" w:hAnsi="Frutiger LT Com 45 Light"/>
        </w:rPr>
        <w:t xml:space="preserve"> is printed in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and presented in clear view on the workbench.</w:t>
      </w:r>
    </w:p>
    <w:p w14:paraId="71CB1312" w14:textId="25D5471D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visual is in </w:t>
      </w:r>
      <w:proofErr w:type="spellStart"/>
      <w:r w:rsidRPr="0014780F">
        <w:rPr>
          <w:rFonts w:ascii="Frutiger LT Com 45 Light" w:hAnsi="Frutiger LT Com 45 Light"/>
        </w:rPr>
        <w:t>fullcolour</w:t>
      </w:r>
      <w:proofErr w:type="spellEnd"/>
      <w:r w:rsidRPr="0014780F">
        <w:rPr>
          <w:rFonts w:ascii="Frutiger LT Com 45 Light" w:hAnsi="Frutiger LT Com 45 Light"/>
        </w:rPr>
        <w:t xml:space="preserve">, as detailed as possible. </w:t>
      </w:r>
    </w:p>
    <w:p w14:paraId="16A798B2" w14:textId="3F7B92D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visual will follow the sketches, the </w:t>
      </w:r>
      <w:proofErr w:type="spellStart"/>
      <w:r w:rsidRPr="0014780F">
        <w:rPr>
          <w:rFonts w:ascii="Frutiger LT Com 45 Light" w:hAnsi="Frutiger LT Com 45 Light"/>
        </w:rPr>
        <w:t>moodboard</w:t>
      </w:r>
      <w:proofErr w:type="spellEnd"/>
      <w:r w:rsidRPr="0014780F">
        <w:rPr>
          <w:rFonts w:ascii="Frutiger LT Com 45 Light" w:hAnsi="Frutiger LT Com 45 Light"/>
        </w:rPr>
        <w:t>, the design drawing</w:t>
      </w:r>
      <w:r w:rsidR="0014780F">
        <w:rPr>
          <w:rFonts w:ascii="Frutiger LT Com 45 Light" w:hAnsi="Frutiger LT Com 45 Light"/>
        </w:rPr>
        <w:t>,</w:t>
      </w:r>
      <w:r w:rsidRPr="0014780F">
        <w:rPr>
          <w:rFonts w:ascii="Frutiger LT Com 45 Light" w:hAnsi="Frutiger LT Com 45 Light"/>
        </w:rPr>
        <w:t xml:space="preserve"> and the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proposal. </w:t>
      </w:r>
    </w:p>
    <w:p w14:paraId="3699A195" w14:textId="45BF03D6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visual </w:t>
      </w:r>
      <w:proofErr w:type="gramStart"/>
      <w:r w:rsidRPr="0014780F">
        <w:rPr>
          <w:rFonts w:ascii="Frutiger LT Com 45 Light" w:hAnsi="Frutiger LT Com 45 Light"/>
        </w:rPr>
        <w:t>has to</w:t>
      </w:r>
      <w:proofErr w:type="gramEnd"/>
      <w:r w:rsidRPr="0014780F">
        <w:rPr>
          <w:rFonts w:ascii="Frutiger LT Com 45 Light" w:hAnsi="Frutiger LT Com 45 Light"/>
        </w:rPr>
        <w:t xml:space="preserve"> give a good impression to the client and can be used for execution of the window.</w:t>
      </w:r>
    </w:p>
    <w:p w14:paraId="3ED89E75" w14:textId="684CC8F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The visual is the ‘</w:t>
      </w:r>
      <w:proofErr w:type="spellStart"/>
      <w:proofErr w:type="gramStart"/>
      <w:r w:rsidR="0014780F" w:rsidRPr="0014780F">
        <w:rPr>
          <w:rFonts w:ascii="Frutiger LT Com 45 Light" w:hAnsi="Frutiger LT Com 45 Light"/>
        </w:rPr>
        <w:t>same‘</w:t>
      </w:r>
      <w:proofErr w:type="gramEnd"/>
      <w:r w:rsidR="0014780F" w:rsidRPr="0014780F">
        <w:rPr>
          <w:rFonts w:ascii="Frutiger LT Com 45 Light" w:hAnsi="Frutiger LT Com 45 Light"/>
        </w:rPr>
        <w:t>as</w:t>
      </w:r>
      <w:proofErr w:type="spellEnd"/>
      <w:r w:rsidRPr="0014780F">
        <w:rPr>
          <w:rFonts w:ascii="Frutiger LT Com 45 Light" w:hAnsi="Frutiger LT Com 45 Light"/>
        </w:rPr>
        <w:t xml:space="preserve"> the design drawing, </w:t>
      </w:r>
      <w:r w:rsidR="0014780F">
        <w:rPr>
          <w:rFonts w:ascii="Frutiger LT Com 45 Light" w:hAnsi="Frutiger LT Com 45 Light"/>
        </w:rPr>
        <w:t>Co</w:t>
      </w:r>
      <w:r w:rsidRPr="0014780F">
        <w:rPr>
          <w:rFonts w:ascii="Frutiger LT Com 45 Light" w:hAnsi="Frutiger LT Com 45 Light"/>
        </w:rPr>
        <w:t>mpetitors are not allowed to add something or make any changes and or improvements in design after lunch.</w:t>
      </w:r>
    </w:p>
    <w:p w14:paraId="1743B35E" w14:textId="4F7D1840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The visual is printed and or made by hand in </w:t>
      </w:r>
      <w:proofErr w:type="spellStart"/>
      <w:r w:rsidRPr="0014780F">
        <w:rPr>
          <w:rFonts w:ascii="Frutiger LT Com 45 Light" w:hAnsi="Frutiger LT Com 45 Light"/>
        </w:rPr>
        <w:t>colour</w:t>
      </w:r>
      <w:proofErr w:type="spellEnd"/>
      <w:r w:rsidRPr="0014780F">
        <w:rPr>
          <w:rFonts w:ascii="Frutiger LT Com 45 Light" w:hAnsi="Frutiger LT Com 45 Light"/>
        </w:rPr>
        <w:t xml:space="preserve"> and presented in clear view on the workbench.</w:t>
      </w:r>
    </w:p>
    <w:p w14:paraId="399A0095" w14:textId="769C0A12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A design rationale (</w:t>
      </w:r>
      <w:proofErr w:type="spellStart"/>
      <w:r w:rsidRPr="0014780F">
        <w:rPr>
          <w:rFonts w:ascii="Frutiger LT Com 45 Light" w:hAnsi="Frutiger LT Com 45 Light"/>
        </w:rPr>
        <w:t>explaination</w:t>
      </w:r>
      <w:proofErr w:type="spellEnd"/>
      <w:r w:rsidRPr="0014780F">
        <w:rPr>
          <w:rFonts w:ascii="Frutiger LT Com 45 Light" w:hAnsi="Frutiger LT Com 45 Light"/>
        </w:rPr>
        <w:t xml:space="preserve"> of design in simple English language of maximum 200 words), will be produced, listing in bullet points, these are core design inspiration and key design features of the window design. </w:t>
      </w:r>
    </w:p>
    <w:p w14:paraId="64152C8B" w14:textId="0B910CF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Competitors can use google translate.</w:t>
      </w:r>
    </w:p>
    <w:p w14:paraId="1B5AB73A" w14:textId="418F9A26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Interpreters can translate the rationale after </w:t>
      </w:r>
      <w:r w:rsidR="00B11665">
        <w:rPr>
          <w:rFonts w:ascii="Frutiger LT Com 45 Light" w:hAnsi="Frutiger LT Com 45 Light"/>
        </w:rPr>
        <w:t>Co</w:t>
      </w:r>
      <w:r w:rsidRPr="0014780F">
        <w:rPr>
          <w:rFonts w:ascii="Frutiger LT Com 45 Light" w:hAnsi="Frutiger LT Com 45 Light"/>
        </w:rPr>
        <w:t xml:space="preserve">mpetitors left the </w:t>
      </w:r>
      <w:proofErr w:type="spellStart"/>
      <w:r w:rsidRPr="0014780F">
        <w:rPr>
          <w:rFonts w:ascii="Frutiger LT Com 45 Light" w:hAnsi="Frutiger LT Com 45 Light"/>
        </w:rPr>
        <w:t>workfloor</w:t>
      </w:r>
      <w:proofErr w:type="spellEnd"/>
      <w:r w:rsidRPr="0014780F">
        <w:rPr>
          <w:rFonts w:ascii="Frutiger LT Com 45 Light" w:hAnsi="Frutiger LT Com 45 Light"/>
        </w:rPr>
        <w:t xml:space="preserve"> at the end of C1.</w:t>
      </w:r>
    </w:p>
    <w:p w14:paraId="0233E0AD" w14:textId="431850A0" w:rsidR="00073D45" w:rsidRPr="0014780F" w:rsidRDefault="0014780F" w:rsidP="0014780F">
      <w:pPr>
        <w:pStyle w:val="ListBullet"/>
        <w:rPr>
          <w:rFonts w:ascii="Frutiger LT Com 45 Light" w:hAnsi="Frutiger LT Com 45 Light"/>
        </w:rPr>
      </w:pPr>
      <w:r>
        <w:rPr>
          <w:rFonts w:ascii="Frutiger LT Com 45 Light" w:hAnsi="Frutiger LT Com 45 Light"/>
        </w:rPr>
        <w:t>T</w:t>
      </w:r>
      <w:r w:rsidR="00073D45" w:rsidRPr="0014780F">
        <w:rPr>
          <w:rFonts w:ascii="Frutiger LT Com 45 Light" w:hAnsi="Frutiger LT Com 45 Light"/>
        </w:rPr>
        <w:t>he rationale is printed or handwritten and presented in clear view on the workbench.</w:t>
      </w:r>
    </w:p>
    <w:p w14:paraId="69B2C360" w14:textId="615DDDE3" w:rsidR="00073D45" w:rsidRPr="0014780F" w:rsidRDefault="00073D45" w:rsidP="00073D45">
      <w:pPr>
        <w:rPr>
          <w:rFonts w:ascii="Frutiger LT Com 45 Light" w:hAnsi="Frutiger LT Com 45 Light"/>
          <w:i/>
        </w:rPr>
      </w:pPr>
      <w:r w:rsidRPr="0014780F">
        <w:rPr>
          <w:rFonts w:ascii="Frutiger LT Com 45 Light" w:hAnsi="Frutiger LT Com 45 Light"/>
          <w:i/>
        </w:rPr>
        <w:t>Note:</w:t>
      </w:r>
      <w:r w:rsidR="0014780F">
        <w:rPr>
          <w:rFonts w:ascii="Frutiger LT Com 45 Light" w:hAnsi="Frutiger LT Com 45 Light"/>
          <w:i/>
        </w:rPr>
        <w:t xml:space="preserve"> </w:t>
      </w:r>
      <w:proofErr w:type="spellStart"/>
      <w:r w:rsidRPr="0014780F">
        <w:rPr>
          <w:rFonts w:ascii="Frutiger LT Com 45 Light" w:hAnsi="Frutiger LT Com 45 Light"/>
          <w:i/>
        </w:rPr>
        <w:t>Moodboard</w:t>
      </w:r>
      <w:proofErr w:type="spellEnd"/>
      <w:r w:rsidRPr="0014780F">
        <w:rPr>
          <w:rFonts w:ascii="Frutiger LT Com 45 Light" w:hAnsi="Frutiger LT Com 45 Light"/>
          <w:i/>
        </w:rPr>
        <w:t xml:space="preserve">, visual and rationale are made digital and or by hand this is </w:t>
      </w:r>
      <w:r w:rsidR="0014780F">
        <w:rPr>
          <w:rFonts w:ascii="Frutiger LT Com 45 Light" w:hAnsi="Frutiger LT Com 45 Light"/>
          <w:i/>
        </w:rPr>
        <w:t>C</w:t>
      </w:r>
      <w:r w:rsidRPr="0014780F">
        <w:rPr>
          <w:rFonts w:ascii="Frutiger LT Com 45 Light" w:hAnsi="Frutiger LT Com 45 Light"/>
          <w:i/>
        </w:rPr>
        <w:t>ompetitors</w:t>
      </w:r>
      <w:r w:rsidR="0014780F">
        <w:rPr>
          <w:rFonts w:ascii="Frutiger LT Com 45 Light" w:hAnsi="Frutiger LT Com 45 Light"/>
          <w:i/>
        </w:rPr>
        <w:t>’</w:t>
      </w:r>
      <w:r w:rsidRPr="0014780F">
        <w:rPr>
          <w:rFonts w:ascii="Frutiger LT Com 45 Light" w:hAnsi="Frutiger LT Com 45 Light"/>
          <w:i/>
        </w:rPr>
        <w:t xml:space="preserve"> choice, just like the way they are presented (see creative process). All choices must meet industrial standards and are part of client agreement (see </w:t>
      </w:r>
      <w:proofErr w:type="spellStart"/>
      <w:r w:rsidRPr="0014780F">
        <w:rPr>
          <w:rFonts w:ascii="Frutiger LT Com 45 Light" w:hAnsi="Frutiger LT Com 45 Light"/>
          <w:i/>
        </w:rPr>
        <w:t>WSSS</w:t>
      </w:r>
      <w:proofErr w:type="spellEnd"/>
      <w:r w:rsidRPr="0014780F">
        <w:rPr>
          <w:rFonts w:ascii="Frutiger LT Com 45 Light" w:hAnsi="Frutiger LT Com 45 Light"/>
          <w:i/>
        </w:rPr>
        <w:t>.)</w:t>
      </w:r>
    </w:p>
    <w:p w14:paraId="66FD0D7B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>D: Health and safety, work and workspace organization.</w:t>
      </w:r>
    </w:p>
    <w:p w14:paraId="14FB2019" w14:textId="3D2740D1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Experts will take spot checks in safe and </w:t>
      </w:r>
      <w:proofErr w:type="spellStart"/>
      <w:r w:rsidRPr="0014780F">
        <w:rPr>
          <w:rFonts w:ascii="Frutiger LT Com 45 Light" w:hAnsi="Frutiger LT Com 45 Light"/>
        </w:rPr>
        <w:t>substain</w:t>
      </w:r>
      <w:proofErr w:type="spellEnd"/>
      <w:r w:rsidRPr="0014780F">
        <w:rPr>
          <w:rFonts w:ascii="Frutiger LT Com 45 Light" w:hAnsi="Frutiger LT Com 45 Light"/>
        </w:rPr>
        <w:t xml:space="preserve"> working practice during C2, C3</w:t>
      </w:r>
      <w:r w:rsidR="0014780F">
        <w:rPr>
          <w:rFonts w:ascii="Frutiger LT Com 45 Light" w:hAnsi="Frutiger LT Com 45 Light"/>
        </w:rPr>
        <w:t>,</w:t>
      </w:r>
      <w:r w:rsidRPr="0014780F">
        <w:rPr>
          <w:rFonts w:ascii="Frutiger LT Com 45 Light" w:hAnsi="Frutiger LT Com 45 Light"/>
        </w:rPr>
        <w:t xml:space="preserve"> and C4.</w:t>
      </w:r>
    </w:p>
    <w:p w14:paraId="010B0E97" w14:textId="25EE63C0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Experts will take spot checks in making process of props to assess professional working practice and prop making process during C2, C3</w:t>
      </w:r>
      <w:r w:rsidR="0014780F">
        <w:rPr>
          <w:rFonts w:ascii="Frutiger LT Com 45 Light" w:hAnsi="Frutiger LT Com 45 Light"/>
        </w:rPr>
        <w:t>,</w:t>
      </w:r>
      <w:r w:rsidRPr="0014780F">
        <w:rPr>
          <w:rFonts w:ascii="Frutiger LT Com 45 Light" w:hAnsi="Frutiger LT Com 45 Light"/>
        </w:rPr>
        <w:t xml:space="preserve"> and C4.</w:t>
      </w:r>
    </w:p>
    <w:p w14:paraId="203B707A" w14:textId="44384120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As well as a tidy and clean workspace at the end of each day. </w:t>
      </w:r>
    </w:p>
    <w:p w14:paraId="52F4C126" w14:textId="69BF97F2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>E: Props and implementation</w:t>
      </w:r>
    </w:p>
    <w:p w14:paraId="12A2A40A" w14:textId="50390C4D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Competitors get </w:t>
      </w:r>
      <w:r w:rsidR="0014780F">
        <w:rPr>
          <w:rFonts w:ascii="Frutiger LT Com 45 Light" w:hAnsi="Frutiger LT Com 45 Light"/>
        </w:rPr>
        <w:t>four</w:t>
      </w:r>
      <w:r w:rsidRPr="0014780F">
        <w:rPr>
          <w:rFonts w:ascii="Frutiger LT Com 45 Light" w:hAnsi="Frutiger LT Com 45 Light"/>
        </w:rPr>
        <w:t xml:space="preserve"> kind of </w:t>
      </w:r>
      <w:proofErr w:type="spellStart"/>
      <w:r w:rsidRPr="0014780F">
        <w:rPr>
          <w:rFonts w:ascii="Frutiger LT Com 45 Light" w:hAnsi="Frutiger LT Com 45 Light"/>
        </w:rPr>
        <w:t>surprisematerial</w:t>
      </w:r>
      <w:proofErr w:type="spellEnd"/>
      <w:r w:rsidRPr="0014780F">
        <w:rPr>
          <w:rFonts w:ascii="Frutiger LT Com 45 Light" w:hAnsi="Frutiger LT Com 45 Light"/>
        </w:rPr>
        <w:t xml:space="preserve"> (see the reference on the </w:t>
      </w:r>
      <w:r w:rsidR="0014780F">
        <w:rPr>
          <w:rFonts w:ascii="Frutiger LT Com 45 Light" w:hAnsi="Frutiger LT Com 45 Light"/>
        </w:rPr>
        <w:t>Discussion F</w:t>
      </w:r>
      <w:r w:rsidRPr="0014780F">
        <w:rPr>
          <w:rFonts w:ascii="Frutiger LT Com 45 Light" w:hAnsi="Frutiger LT Com 45 Light"/>
        </w:rPr>
        <w:t>orum).</w:t>
      </w:r>
    </w:p>
    <w:p w14:paraId="047BCB89" w14:textId="79ACF0B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2 kinds of large </w:t>
      </w:r>
      <w:proofErr w:type="spellStart"/>
      <w:r w:rsidRPr="0014780F">
        <w:rPr>
          <w:rFonts w:ascii="Frutiger LT Com 45 Light" w:hAnsi="Frutiger LT Com 45 Light"/>
        </w:rPr>
        <w:t>surprisematerial</w:t>
      </w:r>
      <w:proofErr w:type="spellEnd"/>
      <w:r w:rsidRPr="0014780F">
        <w:rPr>
          <w:rFonts w:ascii="Frutiger LT Com 45 Light" w:hAnsi="Frutiger LT Com 45 Light"/>
        </w:rPr>
        <w:t>: use 1 item/part minimum of each kind.</w:t>
      </w:r>
    </w:p>
    <w:p w14:paraId="1C3BE737" w14:textId="52B3B278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2 kinds of small </w:t>
      </w:r>
      <w:proofErr w:type="spellStart"/>
      <w:r w:rsidRPr="0014780F">
        <w:rPr>
          <w:rFonts w:ascii="Frutiger LT Com 45 Light" w:hAnsi="Frutiger LT Com 45 Light"/>
        </w:rPr>
        <w:t>surprisematerial</w:t>
      </w:r>
      <w:proofErr w:type="spellEnd"/>
      <w:r w:rsidRPr="0014780F">
        <w:rPr>
          <w:rFonts w:ascii="Frutiger LT Com 45 Light" w:hAnsi="Frutiger LT Com 45 Light"/>
        </w:rPr>
        <w:t>: use all material offered.</w:t>
      </w:r>
    </w:p>
    <w:p w14:paraId="4121F568" w14:textId="20B0DC9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Vinyl shapes </w:t>
      </w:r>
      <w:proofErr w:type="gramStart"/>
      <w:r w:rsidRPr="0014780F">
        <w:rPr>
          <w:rFonts w:ascii="Frutiger LT Com 45 Light" w:hAnsi="Frutiger LT Com 45 Light"/>
        </w:rPr>
        <w:t>are allowed to</w:t>
      </w:r>
      <w:proofErr w:type="gramEnd"/>
      <w:r w:rsidRPr="0014780F">
        <w:rPr>
          <w:rFonts w:ascii="Frutiger LT Com 45 Light" w:hAnsi="Frutiger LT Com 45 Light"/>
        </w:rPr>
        <w:t xml:space="preserve"> use as props in window, if drawn/design by </w:t>
      </w:r>
      <w:r w:rsidR="0014780F">
        <w:rPr>
          <w:rFonts w:ascii="Frutiger LT Com 45 Light" w:hAnsi="Frutiger LT Com 45 Light"/>
        </w:rPr>
        <w:t>C</w:t>
      </w:r>
      <w:r w:rsidRPr="0014780F">
        <w:rPr>
          <w:rFonts w:ascii="Frutiger LT Com 45 Light" w:hAnsi="Frutiger LT Com 45 Light"/>
        </w:rPr>
        <w:t>ompetitor self, no images from the internet. Evidenced design in illustrator is printed and presented in clear view on the workbench.</w:t>
      </w:r>
    </w:p>
    <w:p w14:paraId="4ED07B1C" w14:textId="625F2CC9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Making 3D props for a spatial composition is mandatory. </w:t>
      </w:r>
    </w:p>
    <w:p w14:paraId="2F0FC354" w14:textId="328CA288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3D props and 2D props in combination is allowed.</w:t>
      </w:r>
    </w:p>
    <w:p w14:paraId="0AC54569" w14:textId="3ED14057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Props are marked from </w:t>
      </w:r>
      <w:r w:rsidR="0014780F" w:rsidRPr="0014780F">
        <w:rPr>
          <w:rFonts w:ascii="Frutiger LT Com 45 Light" w:hAnsi="Frutiger LT Com 45 Light"/>
        </w:rPr>
        <w:t>1-meter</w:t>
      </w:r>
      <w:r w:rsidRPr="0014780F">
        <w:rPr>
          <w:rFonts w:ascii="Frutiger LT Com 45 Light" w:hAnsi="Frutiger LT Com 45 Light"/>
        </w:rPr>
        <w:t xml:space="preserve"> distances.</w:t>
      </w:r>
    </w:p>
    <w:p w14:paraId="4126012B" w14:textId="763501E4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 xml:space="preserve">F: Painting, covering and </w:t>
      </w:r>
      <w:proofErr w:type="spellStart"/>
      <w:r w:rsidRPr="00073D45">
        <w:rPr>
          <w:rFonts w:ascii="Frutiger LT Com 45 Light" w:hAnsi="Frutiger LT Com 45 Light"/>
          <w:b/>
        </w:rPr>
        <w:t>tekst</w:t>
      </w:r>
      <w:proofErr w:type="spellEnd"/>
    </w:p>
    <w:p w14:paraId="76DD0CAE" w14:textId="4A8A4876" w:rsidR="00073D45" w:rsidRPr="0014780F" w:rsidRDefault="00073D45" w:rsidP="004400FC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Competitors </w:t>
      </w:r>
      <w:proofErr w:type="gramStart"/>
      <w:r w:rsidRPr="0014780F">
        <w:rPr>
          <w:rFonts w:ascii="Frutiger LT Com 45 Light" w:hAnsi="Frutiger LT Com 45 Light"/>
        </w:rPr>
        <w:t>have to</w:t>
      </w:r>
      <w:proofErr w:type="gramEnd"/>
      <w:r w:rsidRPr="0014780F">
        <w:rPr>
          <w:rFonts w:ascii="Frutiger LT Com 45 Light" w:hAnsi="Frutiger LT Com 45 Light"/>
        </w:rPr>
        <w:t xml:space="preserve"> paint the wall, even if the wall is white in the design. </w:t>
      </w:r>
    </w:p>
    <w:p w14:paraId="193C6C1E" w14:textId="497AC30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Painting is also counted as 2D prop.</w:t>
      </w:r>
    </w:p>
    <w:p w14:paraId="3E0C8CF2" w14:textId="51441748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Painting is marked from </w:t>
      </w:r>
      <w:r w:rsidR="0014780F" w:rsidRPr="0014780F">
        <w:rPr>
          <w:rFonts w:ascii="Frutiger LT Com 45 Light" w:hAnsi="Frutiger LT Com 45 Light"/>
        </w:rPr>
        <w:t>1-meter</w:t>
      </w:r>
      <w:r w:rsidRPr="0014780F">
        <w:rPr>
          <w:rFonts w:ascii="Frutiger LT Com 45 Light" w:hAnsi="Frutiger LT Com 45 Light"/>
        </w:rPr>
        <w:t xml:space="preserve"> distances.</w:t>
      </w:r>
    </w:p>
    <w:p w14:paraId="0287F5C9" w14:textId="323E24D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Masking is marked inside the window from 15cm distance.</w:t>
      </w:r>
    </w:p>
    <w:p w14:paraId="34ECD9A4" w14:textId="3C3E0477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Covered panels are marked outside the window from 15cm distance.</w:t>
      </w:r>
    </w:p>
    <w:p w14:paraId="7D663634" w14:textId="580EE34C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Applying vinyl text: make the file in illustrator, offer this to </w:t>
      </w:r>
      <w:proofErr w:type="spellStart"/>
      <w:r w:rsidRPr="0014780F">
        <w:rPr>
          <w:rFonts w:ascii="Frutiger LT Com 45 Light" w:hAnsi="Frutiger LT Com 45 Light"/>
        </w:rPr>
        <w:t>WSM</w:t>
      </w:r>
      <w:proofErr w:type="spellEnd"/>
      <w:r w:rsidRPr="0014780F">
        <w:rPr>
          <w:rFonts w:ascii="Frutiger LT Com 45 Light" w:hAnsi="Frutiger LT Com 45 Light"/>
        </w:rPr>
        <w:t xml:space="preserve"> on USB offered by WSI. </w:t>
      </w:r>
    </w:p>
    <w:p w14:paraId="553A60A0" w14:textId="1519381C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Applying vinyl is marked inside the window from 15cm distance.</w:t>
      </w:r>
    </w:p>
    <w:p w14:paraId="1420CAD1" w14:textId="77777777" w:rsidR="00073D45" w:rsidRPr="0014780F" w:rsidRDefault="00073D45" w:rsidP="00073D45">
      <w:pPr>
        <w:rPr>
          <w:rFonts w:ascii="Frutiger LT Com 45 Light" w:hAnsi="Frutiger LT Com 45 Light"/>
          <w:i/>
        </w:rPr>
      </w:pPr>
      <w:r w:rsidRPr="0014780F">
        <w:rPr>
          <w:rFonts w:ascii="Frutiger LT Com 45 Light" w:hAnsi="Frutiger LT Com 45 Light"/>
          <w:i/>
        </w:rPr>
        <w:t xml:space="preserve">Note: </w:t>
      </w:r>
      <w:proofErr w:type="spellStart"/>
      <w:r w:rsidRPr="0014780F">
        <w:rPr>
          <w:rFonts w:ascii="Frutiger LT Com 45 Light" w:hAnsi="Frutiger LT Com 45 Light"/>
          <w:i/>
        </w:rPr>
        <w:t>WSM</w:t>
      </w:r>
      <w:proofErr w:type="spellEnd"/>
      <w:r w:rsidRPr="0014780F">
        <w:rPr>
          <w:rFonts w:ascii="Frutiger LT Com 45 Light" w:hAnsi="Frutiger LT Com 45 Light"/>
          <w:i/>
        </w:rPr>
        <w:t xml:space="preserve"> will not help with plotting or </w:t>
      </w:r>
      <w:proofErr w:type="spellStart"/>
      <w:r w:rsidRPr="0014780F">
        <w:rPr>
          <w:rFonts w:ascii="Frutiger LT Com 45 Light" w:hAnsi="Frutiger LT Com 45 Light"/>
          <w:i/>
        </w:rPr>
        <w:t>ilustrator</w:t>
      </w:r>
      <w:proofErr w:type="spellEnd"/>
      <w:r w:rsidRPr="0014780F">
        <w:rPr>
          <w:rFonts w:ascii="Frutiger LT Com 45 Light" w:hAnsi="Frutiger LT Com 45 Light"/>
          <w:i/>
        </w:rPr>
        <w:t xml:space="preserve"> problems during competition, only plot illustrator file as offered. </w:t>
      </w:r>
      <w:proofErr w:type="spellStart"/>
      <w:r w:rsidRPr="0014780F">
        <w:rPr>
          <w:rFonts w:ascii="Frutiger LT Com 45 Light" w:hAnsi="Frutiger LT Com 45 Light"/>
          <w:i/>
        </w:rPr>
        <w:t>WSM</w:t>
      </w:r>
      <w:proofErr w:type="spellEnd"/>
      <w:r w:rsidRPr="0014780F">
        <w:rPr>
          <w:rFonts w:ascii="Frutiger LT Com 45 Light" w:hAnsi="Frutiger LT Com 45 Light"/>
          <w:i/>
        </w:rPr>
        <w:t xml:space="preserve"> will tell only the file is not right.</w:t>
      </w:r>
    </w:p>
    <w:p w14:paraId="480B0689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lastRenderedPageBreak/>
        <w:t xml:space="preserve">G: Product presentation and styling </w:t>
      </w:r>
    </w:p>
    <w:p w14:paraId="6A067FF2" w14:textId="6BC77FD1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Install final window display to industry standards for product presentation and styling. </w:t>
      </w:r>
    </w:p>
    <w:p w14:paraId="16676060" w14:textId="3475EA80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Product presentation and styling follow the design.</w:t>
      </w:r>
    </w:p>
    <w:p w14:paraId="16E90736" w14:textId="089A3BEE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Product is handled, presented and promoted professional. </w:t>
      </w:r>
    </w:p>
    <w:p w14:paraId="04C66F46" w14:textId="3D0F3FB1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Product presentation and styling is marked from </w:t>
      </w:r>
      <w:r w:rsidR="0014780F" w:rsidRPr="0014780F">
        <w:rPr>
          <w:rFonts w:ascii="Frutiger LT Com 45 Light" w:hAnsi="Frutiger LT Com 45 Light"/>
        </w:rPr>
        <w:t>1-meter</w:t>
      </w:r>
      <w:r w:rsidRPr="0014780F">
        <w:rPr>
          <w:rFonts w:ascii="Frutiger LT Com 45 Light" w:hAnsi="Frutiger LT Com 45 Light"/>
        </w:rPr>
        <w:t xml:space="preserve"> distance.</w:t>
      </w:r>
    </w:p>
    <w:p w14:paraId="4B40EE33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 xml:space="preserve">H: Window Installing and finish </w:t>
      </w:r>
    </w:p>
    <w:p w14:paraId="14FEEC47" w14:textId="68B8C8C4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Install final window display to industry standards for window display.</w:t>
      </w:r>
    </w:p>
    <w:p w14:paraId="12BB19CA" w14:textId="4099D623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Installing the window follow the design.</w:t>
      </w:r>
    </w:p>
    <w:p w14:paraId="2ED9247D" w14:textId="1CB1BC7D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Finish of the window is to industry standards for window display.</w:t>
      </w:r>
    </w:p>
    <w:p w14:paraId="5B599B89" w14:textId="05EA58EF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Complete window is marked from </w:t>
      </w:r>
      <w:r w:rsidR="0014780F" w:rsidRPr="0014780F">
        <w:rPr>
          <w:rFonts w:ascii="Frutiger LT Com 45 Light" w:hAnsi="Frutiger LT Com 45 Light"/>
        </w:rPr>
        <w:t>1-meter</w:t>
      </w:r>
      <w:r w:rsidRPr="0014780F">
        <w:rPr>
          <w:rFonts w:ascii="Frutiger LT Com 45 Light" w:hAnsi="Frutiger LT Com 45 Light"/>
        </w:rPr>
        <w:t xml:space="preserve"> distance at the frontside.</w:t>
      </w:r>
    </w:p>
    <w:p w14:paraId="4F5A34BE" w14:textId="77777777" w:rsidR="00073D45" w:rsidRPr="00073D45" w:rsidRDefault="00073D45" w:rsidP="00073D45">
      <w:pPr>
        <w:rPr>
          <w:rFonts w:ascii="Frutiger LT Com 45 Light" w:hAnsi="Frutiger LT Com 45 Light"/>
          <w:b/>
        </w:rPr>
      </w:pPr>
      <w:r w:rsidRPr="00073D45">
        <w:rPr>
          <w:rFonts w:ascii="Frutiger LT Com 45 Light" w:hAnsi="Frutiger LT Com 45 Light"/>
          <w:b/>
        </w:rPr>
        <w:t>I: Visual appeal and client satisfaction</w:t>
      </w:r>
    </w:p>
    <w:p w14:paraId="52A6477F" w14:textId="7D841BF2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 xml:space="preserve">Install final window display to industry standards for window display. </w:t>
      </w:r>
    </w:p>
    <w:p w14:paraId="5011B13F" w14:textId="04DFA146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The window should have visual appeal and WOW factor.</w:t>
      </w:r>
    </w:p>
    <w:p w14:paraId="51C99D1F" w14:textId="70708BFA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Install window display as per client requirements in the brief.</w:t>
      </w:r>
    </w:p>
    <w:p w14:paraId="3E9D82EE" w14:textId="0B4315CC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Install window display follows the design.</w:t>
      </w:r>
    </w:p>
    <w:p w14:paraId="3BB4C80B" w14:textId="4ED392AB" w:rsidR="00073D45" w:rsidRPr="0014780F" w:rsidRDefault="00073D45" w:rsidP="0014780F">
      <w:pPr>
        <w:pStyle w:val="ListBullet"/>
        <w:rPr>
          <w:rFonts w:ascii="Frutiger LT Com 45 Light" w:hAnsi="Frutiger LT Com 45 Light"/>
        </w:rPr>
      </w:pPr>
      <w:r w:rsidRPr="0014780F">
        <w:rPr>
          <w:rFonts w:ascii="Frutiger LT Com 45 Light" w:hAnsi="Frutiger LT Com 45 Light"/>
        </w:rPr>
        <w:t>Complete window is marked from 1</w:t>
      </w:r>
      <w:r w:rsidR="0014780F">
        <w:rPr>
          <w:rFonts w:ascii="Frutiger LT Com 45 Light" w:hAnsi="Frutiger LT Com 45 Light"/>
        </w:rPr>
        <w:t>-</w:t>
      </w:r>
      <w:r w:rsidRPr="0014780F">
        <w:rPr>
          <w:rFonts w:ascii="Frutiger LT Com 45 Light" w:hAnsi="Frutiger LT Com 45 Light"/>
        </w:rPr>
        <w:t>meter distance at the frontside.</w:t>
      </w:r>
    </w:p>
    <w:p w14:paraId="2371961E" w14:textId="25AE88AF" w:rsidR="00073D45" w:rsidRPr="0014780F" w:rsidRDefault="00073D45" w:rsidP="00073D45">
      <w:pPr>
        <w:rPr>
          <w:rFonts w:ascii="Frutiger LT Com 45 Light" w:hAnsi="Frutiger LT Com 45 Light"/>
          <w:i/>
        </w:rPr>
      </w:pPr>
      <w:r w:rsidRPr="0014780F">
        <w:rPr>
          <w:rFonts w:ascii="Frutiger LT Com 45 Light" w:hAnsi="Frutiger LT Com 45 Light"/>
          <w:i/>
        </w:rPr>
        <w:t xml:space="preserve">Note: A specified clients brief with requirements will be offered on C1, this brief can have different wishes and/or more client wishes than mentioned in these </w:t>
      </w:r>
      <w:proofErr w:type="spellStart"/>
      <w:r w:rsidRPr="0014780F">
        <w:rPr>
          <w:rFonts w:ascii="Frutiger LT Com 45 Light" w:hAnsi="Frutiger LT Com 45 Light"/>
          <w:i/>
        </w:rPr>
        <w:t>citeria</w:t>
      </w:r>
      <w:proofErr w:type="spellEnd"/>
      <w:r w:rsidRPr="0014780F">
        <w:rPr>
          <w:rFonts w:ascii="Frutiger LT Com 45 Light" w:hAnsi="Frutiger LT Com 45 Light"/>
          <w:i/>
        </w:rPr>
        <w:t>.</w:t>
      </w:r>
      <w:bookmarkStart w:id="11" w:name="_GoBack"/>
      <w:bookmarkEnd w:id="0"/>
      <w:bookmarkEnd w:id="1"/>
      <w:bookmarkEnd w:id="11"/>
    </w:p>
    <w:sectPr w:rsidR="00073D45" w:rsidRPr="0014780F" w:rsidSect="00D2122D">
      <w:pgSz w:w="11906" w:h="16838" w:code="9"/>
      <w:pgMar w:top="2268" w:right="1134" w:bottom="1544" w:left="1134" w:header="1134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BB3C3" w14:textId="77777777" w:rsidR="00437403" w:rsidRDefault="00437403" w:rsidP="00313492">
      <w:r>
        <w:separator/>
      </w:r>
    </w:p>
    <w:p w14:paraId="038C1184" w14:textId="77777777" w:rsidR="00437403" w:rsidRDefault="00437403" w:rsidP="00313492"/>
    <w:p w14:paraId="2F88A7FB" w14:textId="77777777" w:rsidR="00437403" w:rsidRDefault="00437403"/>
    <w:p w14:paraId="28A11669" w14:textId="77777777" w:rsidR="00437403" w:rsidRDefault="00437403"/>
    <w:p w14:paraId="46E585E6" w14:textId="77777777" w:rsidR="00437403" w:rsidRDefault="00437403" w:rsidP="00887C3D"/>
    <w:p w14:paraId="6E4E9488" w14:textId="77777777" w:rsidR="00437403" w:rsidRDefault="00437403" w:rsidP="00887C3D"/>
  </w:endnote>
  <w:endnote w:type="continuationSeparator" w:id="0">
    <w:p w14:paraId="70EF1979" w14:textId="77777777" w:rsidR="00437403" w:rsidRDefault="00437403" w:rsidP="00313492">
      <w:r>
        <w:continuationSeparator/>
      </w:r>
    </w:p>
    <w:p w14:paraId="1FB139EF" w14:textId="77777777" w:rsidR="00437403" w:rsidRDefault="00437403" w:rsidP="00313492"/>
    <w:p w14:paraId="6D084CC7" w14:textId="77777777" w:rsidR="00437403" w:rsidRDefault="00437403"/>
    <w:p w14:paraId="72766F04" w14:textId="77777777" w:rsidR="00437403" w:rsidRDefault="00437403"/>
    <w:p w14:paraId="448DEF0E" w14:textId="77777777" w:rsidR="00437403" w:rsidRDefault="00437403" w:rsidP="00887C3D"/>
    <w:p w14:paraId="1418B6A5" w14:textId="77777777" w:rsidR="00437403" w:rsidRDefault="00437403" w:rsidP="00887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Com 55 Roman"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ria Serif">
    <w:altName w:val="Calibri"/>
    <w:panose1 w:val="00000000000000000000"/>
    <w:charset w:val="00"/>
    <w:family w:val="auto"/>
    <w:pitch w:val="variable"/>
    <w:sig w:usb0="A00000AF" w:usb1="5000604B" w:usb2="00000000" w:usb3="00000000" w:csb0="00000093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Frutiger LT Com 65">
    <w:altName w:val="Calibri"/>
    <w:charset w:val="4D"/>
    <w:family w:val="swiss"/>
    <w:pitch w:val="variable"/>
    <w:sig w:usb0="8000002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9930" w:type="dxa"/>
      <w:tblBorders>
        <w:top w:val="single" w:sz="48" w:space="0" w:color="003B5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42" w:type="dxa"/>
        <w:left w:w="142" w:type="dxa"/>
        <w:bottom w:w="142" w:type="dxa"/>
        <w:right w:w="142" w:type="dxa"/>
      </w:tblCellMar>
      <w:tblLook w:val="04A0" w:firstRow="1" w:lastRow="0" w:firstColumn="1" w:lastColumn="0" w:noHBand="0" w:noVBand="1"/>
    </w:tblPr>
    <w:tblGrid>
      <w:gridCol w:w="3686"/>
      <w:gridCol w:w="2410"/>
      <w:gridCol w:w="3834"/>
    </w:tblGrid>
    <w:tr w:rsidR="00D2122D" w:rsidRPr="00D2122D" w14:paraId="52C794DD" w14:textId="77777777" w:rsidTr="00453B91">
      <w:trPr>
        <w:trHeight w:val="381"/>
      </w:trPr>
      <w:tc>
        <w:tcPr>
          <w:tcW w:w="3686" w:type="dxa"/>
          <w:tcBorders>
            <w:top w:val="single" w:sz="48" w:space="0" w:color="003B5C"/>
            <w:left w:val="nil"/>
            <w:bottom w:val="nil"/>
            <w:right w:val="nil"/>
          </w:tcBorders>
          <w:vAlign w:val="center"/>
          <w:hideMark/>
        </w:tcPr>
        <w:p w14:paraId="3EF07D5A" w14:textId="696D6204" w:rsidR="00453B91" w:rsidRDefault="00453B91" w:rsidP="00D2122D">
          <w:pPr>
            <w:tabs>
              <w:tab w:val="center" w:pos="4513"/>
              <w:tab w:val="right" w:pos="9026"/>
            </w:tabs>
            <w:spacing w:after="0"/>
            <w:rPr>
              <w:rFonts w:ascii="Frutiger LT Com 45 Light" w:hAnsi="Frutiger LT Com 45 Light"/>
              <w:sz w:val="14"/>
            </w:rPr>
          </w:pPr>
          <w:r>
            <w:rPr>
              <w:rFonts w:ascii="Frutiger LT Com 45 Light" w:hAnsi="Frutiger LT Com 45 Light"/>
              <w:sz w:val="14"/>
            </w:rPr>
            <w:t xml:space="preserve">Date: </w:t>
          </w:r>
          <w:r w:rsidR="00073D45">
            <w:rPr>
              <w:rFonts w:ascii="Frutiger LT Com 45 Light" w:hAnsi="Frutiger LT Com 45 Light"/>
              <w:sz w:val="14"/>
            </w:rPr>
            <w:t>19</w:t>
          </w:r>
          <w:r>
            <w:rPr>
              <w:rFonts w:ascii="Frutiger LT Com 45 Light" w:hAnsi="Frutiger LT Com 45 Light"/>
              <w:sz w:val="14"/>
            </w:rPr>
            <w:t>.0</w:t>
          </w:r>
          <w:r w:rsidR="00073D45">
            <w:rPr>
              <w:rFonts w:ascii="Frutiger LT Com 45 Light" w:hAnsi="Frutiger LT Com 45 Light"/>
              <w:sz w:val="14"/>
            </w:rPr>
            <w:t>5</w:t>
          </w:r>
          <w:r w:rsidRPr="00D2122D">
            <w:rPr>
              <w:rFonts w:ascii="Frutiger LT Com 45 Light" w:hAnsi="Frutiger LT Com 45 Light"/>
              <w:sz w:val="14"/>
            </w:rPr>
            <w:t>.19</w:t>
          </w:r>
        </w:p>
        <w:p w14:paraId="53812AFB" w14:textId="2D4833B3" w:rsidR="00D2122D" w:rsidRPr="00D2122D" w:rsidRDefault="00453B91" w:rsidP="00D2122D">
          <w:pPr>
            <w:tabs>
              <w:tab w:val="center" w:pos="4513"/>
              <w:tab w:val="right" w:pos="9026"/>
            </w:tabs>
            <w:spacing w:after="0"/>
            <w:rPr>
              <w:rFonts w:ascii="Frutiger LT Com 45 Light" w:hAnsi="Frutiger LT Com 45 Light"/>
              <w:sz w:val="14"/>
            </w:rPr>
          </w:pPr>
          <w:r>
            <w:rPr>
              <w:rFonts w:ascii="Frutiger LT Com 45 Light" w:hAnsi="Frutiger LT Com 45 Light"/>
              <w:sz w:val="14"/>
            </w:rPr>
            <w:t>WSC2019_TP</w:t>
          </w:r>
          <w:r w:rsidR="00073D45">
            <w:rPr>
              <w:rFonts w:ascii="Frutiger LT Com 45 Light" w:hAnsi="Frutiger LT Com 45 Light"/>
              <w:sz w:val="14"/>
            </w:rPr>
            <w:t>44</w:t>
          </w:r>
          <w:r>
            <w:rPr>
              <w:rFonts w:ascii="Frutiger LT Com 45 Light" w:hAnsi="Frutiger LT Com 45 Light"/>
              <w:sz w:val="14"/>
            </w:rPr>
            <w:t>_</w:t>
          </w:r>
          <w:r w:rsidR="00794434">
            <w:rPr>
              <w:rFonts w:ascii="Frutiger LT Com 45 Light" w:hAnsi="Frutiger LT Com 45 Light"/>
              <w:sz w:val="14"/>
            </w:rPr>
            <w:t>actual</w:t>
          </w:r>
        </w:p>
      </w:tc>
      <w:tc>
        <w:tcPr>
          <w:tcW w:w="2410" w:type="dxa"/>
          <w:tcBorders>
            <w:top w:val="single" w:sz="48" w:space="0" w:color="003B5C"/>
            <w:left w:val="nil"/>
            <w:bottom w:val="nil"/>
            <w:right w:val="nil"/>
          </w:tcBorders>
          <w:vAlign w:val="center"/>
          <w:hideMark/>
        </w:tcPr>
        <w:p w14:paraId="2D67164B" w14:textId="72589964" w:rsidR="00D2122D" w:rsidRDefault="00D2122D" w:rsidP="00453B91">
          <w:pPr>
            <w:tabs>
              <w:tab w:val="center" w:pos="4513"/>
              <w:tab w:val="right" w:pos="9026"/>
            </w:tabs>
            <w:spacing w:after="0"/>
            <w:jc w:val="center"/>
            <w:rPr>
              <w:rFonts w:ascii="Frutiger LT Com 45 Light" w:hAnsi="Frutiger LT Com 45 Light"/>
              <w:sz w:val="14"/>
            </w:rPr>
          </w:pPr>
          <w:r w:rsidRPr="00D2122D">
            <w:rPr>
              <w:rFonts w:ascii="Frutiger LT Com 45 Light" w:hAnsi="Frutiger LT Com 45 Light"/>
              <w:sz w:val="14"/>
            </w:rPr>
            <w:t xml:space="preserve">Version: </w:t>
          </w:r>
          <w:r w:rsidR="00453B91">
            <w:rPr>
              <w:rFonts w:ascii="Frutiger LT Com 45 Light" w:hAnsi="Frutiger LT Com 45 Light"/>
              <w:sz w:val="14"/>
            </w:rPr>
            <w:t xml:space="preserve">1.0     </w:t>
          </w:r>
        </w:p>
        <w:p w14:paraId="3C424F4F" w14:textId="64C24484" w:rsidR="00453B91" w:rsidRPr="00D2122D" w:rsidRDefault="00453B91" w:rsidP="00453B91">
          <w:pPr>
            <w:tabs>
              <w:tab w:val="center" w:pos="4513"/>
              <w:tab w:val="right" w:pos="9026"/>
            </w:tabs>
            <w:spacing w:after="0"/>
            <w:jc w:val="center"/>
            <w:rPr>
              <w:rFonts w:ascii="Frutiger LT Com 45 Light" w:hAnsi="Frutiger LT Com 45 Light"/>
              <w:sz w:val="14"/>
            </w:rPr>
          </w:pPr>
          <w:r>
            <w:rPr>
              <w:rFonts w:ascii="Frutiger LT Com 45 Light" w:hAnsi="Frutiger LT Com 45 Light"/>
              <w:sz w:val="14"/>
            </w:rPr>
            <w:t>© WorldSkills International</w:t>
          </w:r>
        </w:p>
      </w:tc>
      <w:tc>
        <w:tcPr>
          <w:tcW w:w="3834" w:type="dxa"/>
          <w:tcBorders>
            <w:top w:val="single" w:sz="48" w:space="0" w:color="003B5C"/>
            <w:left w:val="nil"/>
            <w:bottom w:val="nil"/>
            <w:right w:val="nil"/>
          </w:tcBorders>
          <w:vAlign w:val="center"/>
          <w:hideMark/>
        </w:tcPr>
        <w:p w14:paraId="56E964A9" w14:textId="77777777" w:rsidR="00D2122D" w:rsidRPr="00D2122D" w:rsidRDefault="00D2122D" w:rsidP="00D2122D">
          <w:pPr>
            <w:tabs>
              <w:tab w:val="center" w:pos="4513"/>
              <w:tab w:val="right" w:pos="9026"/>
            </w:tabs>
            <w:spacing w:after="0"/>
            <w:jc w:val="right"/>
            <w:rPr>
              <w:rFonts w:ascii="Frutiger LT Com 45 Light" w:hAnsi="Frutiger LT Com 45 Light"/>
              <w:sz w:val="14"/>
            </w:rPr>
          </w:pPr>
          <w:r w:rsidRPr="00D2122D">
            <w:rPr>
              <w:rFonts w:ascii="Frutiger LT Com 45 Light" w:hAnsi="Frutiger LT Com 45 Light"/>
              <w:sz w:val="14"/>
            </w:rPr>
            <w:fldChar w:fldCharType="begin"/>
          </w:r>
          <w:r w:rsidRPr="00D2122D">
            <w:rPr>
              <w:rFonts w:ascii="Frutiger LT Com 45 Light" w:hAnsi="Frutiger LT Com 45 Light"/>
              <w:sz w:val="14"/>
            </w:rPr>
            <w:instrText xml:space="preserve"> PAGE   \* MERGEFORMAT </w:instrText>
          </w:r>
          <w:r w:rsidRPr="00D2122D">
            <w:rPr>
              <w:rFonts w:ascii="Frutiger LT Com 45 Light" w:hAnsi="Frutiger LT Com 45 Light"/>
              <w:sz w:val="14"/>
            </w:rPr>
            <w:fldChar w:fldCharType="separate"/>
          </w:r>
          <w:r w:rsidRPr="00D2122D">
            <w:rPr>
              <w:rFonts w:ascii="Frutiger LT Com 45 Light" w:hAnsi="Frutiger LT Com 45 Light"/>
              <w:noProof/>
              <w:sz w:val="14"/>
            </w:rPr>
            <w:t>2</w:t>
          </w:r>
          <w:r w:rsidRPr="00D2122D">
            <w:rPr>
              <w:rFonts w:ascii="Frutiger LT Com 45 Light" w:hAnsi="Frutiger LT Com 45 Light"/>
              <w:sz w:val="14"/>
            </w:rPr>
            <w:fldChar w:fldCharType="end"/>
          </w:r>
          <w:r w:rsidRPr="00D2122D">
            <w:rPr>
              <w:rFonts w:ascii="Frutiger LT Com 45 Light" w:hAnsi="Frutiger LT Com 45 Light"/>
              <w:sz w:val="14"/>
            </w:rPr>
            <w:t xml:space="preserve"> of </w:t>
          </w:r>
          <w:r w:rsidRPr="00D2122D">
            <w:rPr>
              <w:rFonts w:ascii="Frutiger LT Com 45 Light" w:hAnsi="Frutiger LT Com 45 Light"/>
              <w:sz w:val="14"/>
            </w:rPr>
            <w:fldChar w:fldCharType="begin"/>
          </w:r>
          <w:r w:rsidRPr="00D2122D">
            <w:rPr>
              <w:rFonts w:ascii="Frutiger LT Com 45 Light" w:hAnsi="Frutiger LT Com 45 Light"/>
              <w:sz w:val="14"/>
            </w:rPr>
            <w:instrText xml:space="preserve"> NUMPAGES   \* MERGEFORMAT </w:instrText>
          </w:r>
          <w:r w:rsidRPr="00D2122D">
            <w:rPr>
              <w:rFonts w:ascii="Frutiger LT Com 45 Light" w:hAnsi="Frutiger LT Com 45 Light"/>
              <w:sz w:val="14"/>
            </w:rPr>
            <w:fldChar w:fldCharType="separate"/>
          </w:r>
          <w:r w:rsidRPr="00D2122D">
            <w:rPr>
              <w:rFonts w:ascii="Frutiger LT Com 45 Light" w:hAnsi="Frutiger LT Com 45 Light"/>
              <w:noProof/>
              <w:sz w:val="14"/>
            </w:rPr>
            <w:t>2</w:t>
          </w:r>
          <w:r w:rsidRPr="00D2122D">
            <w:rPr>
              <w:rFonts w:ascii="Frutiger LT Com 45 Light" w:hAnsi="Frutiger LT Com 45 Light"/>
              <w:noProof/>
              <w:sz w:val="14"/>
            </w:rPr>
            <w:fldChar w:fldCharType="end"/>
          </w:r>
        </w:p>
      </w:tc>
    </w:tr>
  </w:tbl>
  <w:p w14:paraId="4DA6CA96" w14:textId="77777777" w:rsidR="002D07E2" w:rsidRPr="006A388C" w:rsidRDefault="002D07E2" w:rsidP="006A38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7230A" w14:textId="595A2EC2" w:rsidR="00AE528B" w:rsidRPr="00453B91" w:rsidRDefault="00453B91" w:rsidP="007575B9">
    <w:pPr>
      <w:pStyle w:val="Footer"/>
      <w:rPr>
        <w:lang w:val="en-AU"/>
      </w:rPr>
    </w:pPr>
    <w:r>
      <w:rPr>
        <w:lang w:val="en-AU"/>
      </w:rPr>
      <w:t>WSC2019_TP</w:t>
    </w:r>
    <w:r w:rsidR="00073D45">
      <w:rPr>
        <w:lang w:val="en-AU"/>
      </w:rPr>
      <w:t>44</w:t>
    </w:r>
    <w:r>
      <w:rPr>
        <w:lang w:val="en-AU"/>
      </w:rPr>
      <w:t>_EN</w:t>
    </w:r>
    <w:r w:rsidR="00794434">
      <w:rPr>
        <w:lang w:val="en-AU"/>
      </w:rPr>
      <w:t>_actual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C9149" w14:textId="77777777" w:rsidR="00437403" w:rsidRDefault="00437403">
      <w:r>
        <w:separator/>
      </w:r>
    </w:p>
    <w:p w14:paraId="2A7E94BB" w14:textId="77777777" w:rsidR="00437403" w:rsidRDefault="00437403"/>
    <w:p w14:paraId="551CA379" w14:textId="77777777" w:rsidR="00437403" w:rsidRDefault="00437403" w:rsidP="00887C3D"/>
    <w:p w14:paraId="46B8351E" w14:textId="77777777" w:rsidR="00437403" w:rsidRDefault="00437403" w:rsidP="00887C3D"/>
  </w:footnote>
  <w:footnote w:type="continuationSeparator" w:id="0">
    <w:p w14:paraId="16AFDDA9" w14:textId="77777777" w:rsidR="00437403" w:rsidRDefault="00437403" w:rsidP="00313492">
      <w:r>
        <w:continuationSeparator/>
      </w:r>
    </w:p>
    <w:p w14:paraId="73D74FDE" w14:textId="77777777" w:rsidR="00437403" w:rsidRDefault="00437403" w:rsidP="00313492"/>
    <w:p w14:paraId="261FEFAF" w14:textId="77777777" w:rsidR="00437403" w:rsidRDefault="00437403"/>
    <w:p w14:paraId="323AE61D" w14:textId="77777777" w:rsidR="00437403" w:rsidRDefault="00437403"/>
    <w:p w14:paraId="189AC2B3" w14:textId="77777777" w:rsidR="00437403" w:rsidRDefault="00437403" w:rsidP="00887C3D"/>
    <w:p w14:paraId="042C108B" w14:textId="77777777" w:rsidR="00437403" w:rsidRDefault="00437403" w:rsidP="00887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8C594" w14:textId="77777777" w:rsidR="006E26EF" w:rsidRDefault="00294DA2" w:rsidP="00313492">
    <w:pPr>
      <w:pStyle w:val="Header"/>
    </w:pPr>
    <w:r w:rsidRPr="007866C8">
      <w:rPr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 wp14:anchorId="737CDA30" wp14:editId="17CB5388">
          <wp:simplePos x="0" y="0"/>
          <wp:positionH relativeFrom="page">
            <wp:posOffset>6059805</wp:posOffset>
          </wp:positionH>
          <wp:positionV relativeFrom="page">
            <wp:posOffset>720090</wp:posOffset>
          </wp:positionV>
          <wp:extent cx="784800" cy="4608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Blue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800" cy="46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7B6E7" w14:textId="77777777" w:rsidR="006E1EA4" w:rsidRDefault="002057EF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E50580D" wp14:editId="5F6F949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5600" cy="1066680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v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06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1E825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8AB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8A79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46F1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88B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666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A4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981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2E39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E266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FF6E9C"/>
    <w:multiLevelType w:val="multilevel"/>
    <w:tmpl w:val="A00A1864"/>
    <w:styleLink w:val="ListNumbers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1FC177F1"/>
    <w:multiLevelType w:val="multilevel"/>
    <w:tmpl w:val="7954FA08"/>
    <w:lvl w:ilvl="0">
      <w:start w:val="1"/>
      <w:numFmt w:val="none"/>
      <w:pStyle w:val="TOC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OC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OC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5" w15:restartNumberingAfterBreak="0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8250714"/>
    <w:multiLevelType w:val="hybridMultilevel"/>
    <w:tmpl w:val="091EFEBE"/>
    <w:lvl w:ilvl="0" w:tplc="7E504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1"/>
  </w:num>
  <w:num w:numId="13">
    <w:abstractNumId w:val="15"/>
  </w:num>
  <w:num w:numId="14">
    <w:abstractNumId w:val="11"/>
    <w:lvlOverride w:ilvl="0">
      <w:startOverride w:val="1"/>
    </w:lvlOverride>
  </w:num>
  <w:num w:numId="15">
    <w:abstractNumId w:val="14"/>
  </w:num>
  <w:num w:numId="16">
    <w:abstractNumId w:val="12"/>
  </w:num>
  <w:num w:numId="17">
    <w:abstractNumId w:val="10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45D"/>
    <w:rsid w:val="00004078"/>
    <w:rsid w:val="00006EFF"/>
    <w:rsid w:val="00021530"/>
    <w:rsid w:val="0003398B"/>
    <w:rsid w:val="0003526B"/>
    <w:rsid w:val="00036A02"/>
    <w:rsid w:val="00050DCE"/>
    <w:rsid w:val="00052F6D"/>
    <w:rsid w:val="00057B12"/>
    <w:rsid w:val="00071AA7"/>
    <w:rsid w:val="00073D45"/>
    <w:rsid w:val="000A211A"/>
    <w:rsid w:val="000D576D"/>
    <w:rsid w:val="000E219D"/>
    <w:rsid w:val="000F4A5C"/>
    <w:rsid w:val="001172EF"/>
    <w:rsid w:val="0012553C"/>
    <w:rsid w:val="00134547"/>
    <w:rsid w:val="0014780F"/>
    <w:rsid w:val="001564F4"/>
    <w:rsid w:val="00156CA1"/>
    <w:rsid w:val="001571FB"/>
    <w:rsid w:val="00183BCA"/>
    <w:rsid w:val="00192D2B"/>
    <w:rsid w:val="001A545D"/>
    <w:rsid w:val="001A554B"/>
    <w:rsid w:val="001C5228"/>
    <w:rsid w:val="001C5F88"/>
    <w:rsid w:val="001C6B44"/>
    <w:rsid w:val="001E4FDC"/>
    <w:rsid w:val="002057EF"/>
    <w:rsid w:val="00264847"/>
    <w:rsid w:val="00271388"/>
    <w:rsid w:val="00294DA2"/>
    <w:rsid w:val="002A14D1"/>
    <w:rsid w:val="002B1320"/>
    <w:rsid w:val="002D07E2"/>
    <w:rsid w:val="002D4A7A"/>
    <w:rsid w:val="002E44B5"/>
    <w:rsid w:val="00310983"/>
    <w:rsid w:val="003133A3"/>
    <w:rsid w:val="00313492"/>
    <w:rsid w:val="003147E8"/>
    <w:rsid w:val="0032135D"/>
    <w:rsid w:val="00340348"/>
    <w:rsid w:val="00356625"/>
    <w:rsid w:val="00357CB1"/>
    <w:rsid w:val="0038099A"/>
    <w:rsid w:val="00383205"/>
    <w:rsid w:val="00385D0A"/>
    <w:rsid w:val="003F5849"/>
    <w:rsid w:val="0040746F"/>
    <w:rsid w:val="00413188"/>
    <w:rsid w:val="004131BB"/>
    <w:rsid w:val="00437403"/>
    <w:rsid w:val="00453B91"/>
    <w:rsid w:val="004605D7"/>
    <w:rsid w:val="00462CB3"/>
    <w:rsid w:val="00472F2E"/>
    <w:rsid w:val="00475DE8"/>
    <w:rsid w:val="004B6102"/>
    <w:rsid w:val="004B6219"/>
    <w:rsid w:val="004C77A7"/>
    <w:rsid w:val="004D3337"/>
    <w:rsid w:val="00512293"/>
    <w:rsid w:val="0051761D"/>
    <w:rsid w:val="00523F9C"/>
    <w:rsid w:val="00534780"/>
    <w:rsid w:val="005448B3"/>
    <w:rsid w:val="00563860"/>
    <w:rsid w:val="0056462B"/>
    <w:rsid w:val="00567BF1"/>
    <w:rsid w:val="00575F7A"/>
    <w:rsid w:val="00591304"/>
    <w:rsid w:val="005B6E49"/>
    <w:rsid w:val="005C1F3D"/>
    <w:rsid w:val="005C7E6F"/>
    <w:rsid w:val="005F01CC"/>
    <w:rsid w:val="005F4CBB"/>
    <w:rsid w:val="00610D35"/>
    <w:rsid w:val="00611E8B"/>
    <w:rsid w:val="00622F48"/>
    <w:rsid w:val="0062412F"/>
    <w:rsid w:val="00627E3D"/>
    <w:rsid w:val="0067352E"/>
    <w:rsid w:val="00673AA4"/>
    <w:rsid w:val="006805C1"/>
    <w:rsid w:val="00680D27"/>
    <w:rsid w:val="00692D20"/>
    <w:rsid w:val="00695335"/>
    <w:rsid w:val="006A388C"/>
    <w:rsid w:val="006A47C3"/>
    <w:rsid w:val="006E1EA4"/>
    <w:rsid w:val="006E26EF"/>
    <w:rsid w:val="006E6145"/>
    <w:rsid w:val="006E7810"/>
    <w:rsid w:val="007004AE"/>
    <w:rsid w:val="007022AD"/>
    <w:rsid w:val="007575B9"/>
    <w:rsid w:val="00766D9D"/>
    <w:rsid w:val="00782FB5"/>
    <w:rsid w:val="00790EFE"/>
    <w:rsid w:val="00794434"/>
    <w:rsid w:val="007A4C1D"/>
    <w:rsid w:val="007B5DEF"/>
    <w:rsid w:val="007B7975"/>
    <w:rsid w:val="007C4BB2"/>
    <w:rsid w:val="007E70CF"/>
    <w:rsid w:val="007F212B"/>
    <w:rsid w:val="008123B7"/>
    <w:rsid w:val="008362E2"/>
    <w:rsid w:val="00840836"/>
    <w:rsid w:val="008429C5"/>
    <w:rsid w:val="00860C67"/>
    <w:rsid w:val="00861273"/>
    <w:rsid w:val="008766D2"/>
    <w:rsid w:val="00887C3D"/>
    <w:rsid w:val="00897C0B"/>
    <w:rsid w:val="008A2F66"/>
    <w:rsid w:val="008A3942"/>
    <w:rsid w:val="008B249E"/>
    <w:rsid w:val="008F5CF8"/>
    <w:rsid w:val="00917EFE"/>
    <w:rsid w:val="00926C56"/>
    <w:rsid w:val="009356C1"/>
    <w:rsid w:val="00941F91"/>
    <w:rsid w:val="0095786C"/>
    <w:rsid w:val="00966D5E"/>
    <w:rsid w:val="0098297B"/>
    <w:rsid w:val="00987A9F"/>
    <w:rsid w:val="009B26E8"/>
    <w:rsid w:val="009B789E"/>
    <w:rsid w:val="009C17BB"/>
    <w:rsid w:val="00A05685"/>
    <w:rsid w:val="00A07901"/>
    <w:rsid w:val="00A537FA"/>
    <w:rsid w:val="00A63788"/>
    <w:rsid w:val="00A77E62"/>
    <w:rsid w:val="00A96AFC"/>
    <w:rsid w:val="00AC3721"/>
    <w:rsid w:val="00AC6513"/>
    <w:rsid w:val="00AE25EA"/>
    <w:rsid w:val="00AE528B"/>
    <w:rsid w:val="00AE5E57"/>
    <w:rsid w:val="00B019EC"/>
    <w:rsid w:val="00B11358"/>
    <w:rsid w:val="00B11665"/>
    <w:rsid w:val="00B40AE0"/>
    <w:rsid w:val="00B86932"/>
    <w:rsid w:val="00BE3BAD"/>
    <w:rsid w:val="00C75D7A"/>
    <w:rsid w:val="00C77D08"/>
    <w:rsid w:val="00CB1799"/>
    <w:rsid w:val="00CB2A9B"/>
    <w:rsid w:val="00CD3200"/>
    <w:rsid w:val="00CE4FC3"/>
    <w:rsid w:val="00D04318"/>
    <w:rsid w:val="00D04BE0"/>
    <w:rsid w:val="00D103CB"/>
    <w:rsid w:val="00D2122D"/>
    <w:rsid w:val="00D21907"/>
    <w:rsid w:val="00D333DE"/>
    <w:rsid w:val="00D57E01"/>
    <w:rsid w:val="00D830C0"/>
    <w:rsid w:val="00D84489"/>
    <w:rsid w:val="00DA3F51"/>
    <w:rsid w:val="00DA68E9"/>
    <w:rsid w:val="00DE1B5A"/>
    <w:rsid w:val="00DF25B9"/>
    <w:rsid w:val="00E355A4"/>
    <w:rsid w:val="00E411A7"/>
    <w:rsid w:val="00E4251A"/>
    <w:rsid w:val="00E63A08"/>
    <w:rsid w:val="00E65A56"/>
    <w:rsid w:val="00EC60E5"/>
    <w:rsid w:val="00EE014E"/>
    <w:rsid w:val="00EF6E85"/>
    <w:rsid w:val="00EF7E23"/>
    <w:rsid w:val="00F0109D"/>
    <w:rsid w:val="00F4251E"/>
    <w:rsid w:val="00F52D28"/>
    <w:rsid w:val="00F70023"/>
    <w:rsid w:val="00F729AF"/>
    <w:rsid w:val="00FA0688"/>
    <w:rsid w:val="00FC010B"/>
    <w:rsid w:val="00FF18F5"/>
    <w:rsid w:val="00F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80720D"/>
  <w15:docId w15:val="{687D02E5-5C6F-4EC3-8845-7D44E3BF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228"/>
    <w:pPr>
      <w:spacing w:after="120"/>
    </w:pPr>
    <w:rPr>
      <w:rFonts w:ascii="Frutiger LT Com 55 Roman" w:hAnsi="Frutiger LT Com 55 Roman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C3D"/>
    <w:pPr>
      <w:keepNext/>
      <w:keepLines/>
      <w:spacing w:before="400" w:line="240" w:lineRule="auto"/>
      <w:outlineLvl w:val="0"/>
    </w:pPr>
    <w:rPr>
      <w:rFonts w:ascii="Frutiger LT Com 45 Light" w:eastAsiaTheme="majorEastAsia" w:hAnsi="Frutiger LT Com 45 Light" w:cstheme="majorBidi"/>
      <w:b/>
      <w:color w:val="003764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C3D"/>
    <w:pPr>
      <w:keepNext/>
      <w:keepLines/>
      <w:spacing w:before="320" w:after="60" w:line="240" w:lineRule="auto"/>
      <w:outlineLvl w:val="1"/>
    </w:pPr>
    <w:rPr>
      <w:rFonts w:ascii="Frutiger LT Com 45 Light" w:eastAsiaTheme="majorEastAsia" w:hAnsi="Frutiger LT Com 45 Light" w:cstheme="majorBidi"/>
      <w:b/>
      <w:color w:val="0037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7C3D"/>
    <w:pPr>
      <w:keepNext/>
      <w:keepLines/>
      <w:spacing w:before="200" w:after="60" w:line="240" w:lineRule="auto"/>
      <w:outlineLvl w:val="2"/>
    </w:pPr>
    <w:rPr>
      <w:rFonts w:ascii="Frutiger LT Com 45 Light" w:eastAsiaTheme="majorEastAsia" w:hAnsi="Frutiger LT Com 45 Light" w:cstheme="majorBidi"/>
      <w:b/>
      <w:color w:val="003764"/>
      <w:sz w:val="22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rsid w:val="00006EF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rsid w:val="00006EFF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rsid w:val="00D103CB"/>
    <w:pPr>
      <w:keepNext/>
      <w:keepLines/>
      <w:snapToGrid w:val="0"/>
      <w:spacing w:after="200" w:line="1000" w:lineRule="exact"/>
      <w:ind w:left="-142"/>
      <w:contextualSpacing/>
      <w:jc w:val="right"/>
    </w:pPr>
    <w:rPr>
      <w:rFonts w:eastAsiaTheme="majorEastAsia" w:cs="Times New Roman (Headings CS)"/>
      <w:color w:val="FFFFFF" w:themeColor="background1"/>
      <w:spacing w:val="-10"/>
      <w:kern w:val="28"/>
      <w:sz w:val="92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D103CB"/>
    <w:rPr>
      <w:rFonts w:ascii="Frutiger LT Com 55 Roman" w:eastAsiaTheme="majorEastAsia" w:hAnsi="Frutiger LT Com 55 Roman" w:cs="Times New Roman (Headings CS)"/>
      <w:color w:val="FFFFFF" w:themeColor="background1"/>
      <w:spacing w:val="-10"/>
      <w:kern w:val="28"/>
      <w:sz w:val="92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887C3D"/>
    <w:rPr>
      <w:rFonts w:ascii="Frutiger LT Com 45 Light" w:eastAsiaTheme="majorEastAsia" w:hAnsi="Frutiger LT Com 45 Light" w:cstheme="majorBidi"/>
      <w:b/>
      <w:color w:val="003764"/>
      <w:sz w:val="40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E62"/>
  </w:style>
  <w:style w:type="paragraph" w:styleId="Footer">
    <w:name w:val="footer"/>
    <w:basedOn w:val="Normal"/>
    <w:link w:val="FooterChar"/>
    <w:uiPriority w:val="99"/>
    <w:unhideWhenUsed/>
    <w:rsid w:val="006A388C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6A388C"/>
    <w:rPr>
      <w:rFonts w:ascii="Frutiger LT Com 45 Light" w:hAnsi="Frutiger LT Com 45 Light"/>
      <w:sz w:val="14"/>
    </w:rPr>
  </w:style>
  <w:style w:type="character" w:customStyle="1" w:styleId="Heading2Char">
    <w:name w:val="Heading 2 Char"/>
    <w:basedOn w:val="DefaultParagraphFont"/>
    <w:link w:val="Heading2"/>
    <w:uiPriority w:val="9"/>
    <w:rsid w:val="00887C3D"/>
    <w:rPr>
      <w:rFonts w:ascii="Frutiger LT Com 45 Light" w:eastAsiaTheme="majorEastAsia" w:hAnsi="Frutiger LT Com 45 Light" w:cstheme="majorBidi"/>
      <w:b/>
      <w:color w:val="003764"/>
      <w:sz w:val="32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87C3D"/>
    <w:rPr>
      <w:rFonts w:ascii="Frutiger LT Com 45 Light" w:eastAsiaTheme="majorEastAsia" w:hAnsi="Frutiger LT Com 45 Light" w:cstheme="majorBidi"/>
      <w:b/>
      <w:color w:val="003764"/>
      <w:szCs w:val="24"/>
      <w:lang w:val="en-US"/>
    </w:rPr>
  </w:style>
  <w:style w:type="table" w:styleId="TableGrid">
    <w:name w:val="Table Grid"/>
    <w:basedOn w:val="TableNormal"/>
    <w:uiPriority w:val="39"/>
    <w:rsid w:val="00F7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CB3"/>
    <w:rPr>
      <w:rFonts w:ascii="Segoe UI" w:hAnsi="Segoe UI" w:cs="Segoe UI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D333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SI-Table">
    <w:name w:val="WSI - Table"/>
    <w:basedOn w:val="TableNormal"/>
    <w:uiPriority w:val="99"/>
    <w:rsid w:val="00472F2E"/>
    <w:pPr>
      <w:spacing w:after="0" w:line="240" w:lineRule="auto"/>
    </w:pPr>
    <w:rPr>
      <w:rFonts w:ascii="Inria Serif" w:hAnsi="Inria Serif" w:cs="Times New Roman (Body CS)"/>
      <w:color w:val="000000" w:themeColor="text1"/>
      <w:sz w:val="16"/>
    </w:rPr>
    <w:tblPr>
      <w:tblStyleRowBandSize w:val="1"/>
      <w:tblBorders>
        <w:bottom w:val="single" w:sz="4" w:space="0" w:color="0084AD"/>
        <w:insideH w:val="single" w:sz="4" w:space="0" w:color="0084AD"/>
      </w:tblBorders>
      <w:tblCellMar>
        <w:top w:w="142" w:type="dxa"/>
        <w:left w:w="113" w:type="dxa"/>
        <w:bottom w:w="142" w:type="dxa"/>
        <w:right w:w="113" w:type="dxa"/>
      </w:tblCellMar>
    </w:tblPr>
    <w:trPr>
      <w:cantSplit/>
    </w:tr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65" w:hAnsi="Frutiger LT Com 65"/>
        <w:b/>
        <w:i w:val="0"/>
        <w:caps w:val="0"/>
        <w:smallCaps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84AD"/>
        <w:tcMar>
          <w:top w:w="198" w:type="dxa"/>
          <w:left w:w="142" w:type="dxa"/>
          <w:bottom w:w="57" w:type="dxa"/>
          <w:right w:w="142" w:type="dxa"/>
        </w:tcMar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ListNumber4">
    <w:name w:val="List Number 4"/>
    <w:basedOn w:val="Normal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Hyperlink">
    <w:name w:val="Hyperlink"/>
    <w:basedOn w:val="DefaultParagraphFont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D04BE0"/>
    <w:pPr>
      <w:numPr>
        <w:numId w:val="16"/>
      </w:numPr>
      <w:contextualSpacing/>
    </w:pPr>
  </w:style>
  <w:style w:type="paragraph" w:styleId="ListBullet">
    <w:name w:val="List Bullet"/>
    <w:basedOn w:val="Normal"/>
    <w:uiPriority w:val="99"/>
    <w:unhideWhenUsed/>
    <w:qFormat/>
    <w:rsid w:val="008429C5"/>
    <w:pPr>
      <w:numPr>
        <w:numId w:val="15"/>
      </w:numPr>
      <w:contextualSpacing/>
    </w:pPr>
  </w:style>
  <w:style w:type="paragraph" w:styleId="ListBullet2">
    <w:name w:val="List Bullet 2"/>
    <w:basedOn w:val="Normal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ListBullet3">
    <w:name w:val="List Bullet 3"/>
    <w:basedOn w:val="Normal"/>
    <w:uiPriority w:val="99"/>
    <w:unhideWhenUsed/>
    <w:rsid w:val="00192D2B"/>
    <w:pPr>
      <w:numPr>
        <w:ilvl w:val="2"/>
        <w:numId w:val="15"/>
      </w:numPr>
      <w:ind w:left="851"/>
      <w:contextualSpacing/>
    </w:pPr>
  </w:style>
  <w:style w:type="paragraph" w:styleId="ListBullet4">
    <w:name w:val="List Bullet 4"/>
    <w:basedOn w:val="Normal"/>
    <w:uiPriority w:val="99"/>
    <w:unhideWhenUsed/>
    <w:rsid w:val="008429C5"/>
    <w:pPr>
      <w:numPr>
        <w:ilvl w:val="3"/>
        <w:numId w:val="15"/>
      </w:numPr>
      <w:ind w:left="1135"/>
      <w:contextualSpacing/>
    </w:pPr>
  </w:style>
  <w:style w:type="paragraph" w:styleId="ListBullet5">
    <w:name w:val="List Bullet 5"/>
    <w:basedOn w:val="Normal"/>
    <w:uiPriority w:val="99"/>
    <w:unhideWhenUsed/>
    <w:rsid w:val="008429C5"/>
    <w:pPr>
      <w:numPr>
        <w:ilvl w:val="4"/>
        <w:numId w:val="15"/>
      </w:numPr>
      <w:ind w:left="1418"/>
      <w:contextualSpacing/>
    </w:pPr>
  </w:style>
  <w:style w:type="paragraph" w:styleId="ListNumber2">
    <w:name w:val="List Number 2"/>
    <w:basedOn w:val="Normal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D103CB"/>
    <w:pPr>
      <w:numPr>
        <w:numId w:val="19"/>
      </w:numPr>
      <w:spacing w:before="120" w:after="0"/>
      <w:contextualSpacing/>
    </w:pPr>
    <w:rPr>
      <w:rFonts w:cs="Times New Roman (Body CS)"/>
      <w:b/>
    </w:rPr>
  </w:style>
  <w:style w:type="paragraph" w:styleId="TOC3">
    <w:name w:val="toc 3"/>
    <w:basedOn w:val="Normal"/>
    <w:next w:val="Normal"/>
    <w:autoRedefine/>
    <w:uiPriority w:val="39"/>
    <w:unhideWhenUsed/>
    <w:rsid w:val="002D4A7A"/>
    <w:pPr>
      <w:numPr>
        <w:ilvl w:val="2"/>
        <w:numId w:val="19"/>
      </w:numPr>
      <w:spacing w:before="40"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06EF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06EF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PlainTable4">
    <w:name w:val="Plain Table 4"/>
    <w:basedOn w:val="TableNormal"/>
    <w:uiPriority w:val="44"/>
    <w:rsid w:val="005646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6462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183B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183B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4083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rsid w:val="00782FB5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rsid w:val="00D103CB"/>
    <w:pPr>
      <w:keepNext/>
      <w:keepLines/>
      <w:numPr>
        <w:ilvl w:val="1"/>
      </w:numPr>
      <w:snapToGrid w:val="0"/>
      <w:spacing w:before="240" w:after="0" w:line="620" w:lineRule="exact"/>
      <w:ind w:left="-142"/>
      <w:jc w:val="right"/>
    </w:pPr>
    <w:rPr>
      <w:rFonts w:ascii="Inria Serif" w:eastAsiaTheme="minorEastAsia" w:hAnsi="Inria Serif" w:cs="Times New Roman (Body CS)"/>
      <w:i/>
      <w:color w:val="8AE2D1"/>
      <w:sz w:val="56"/>
      <w:szCs w:val="64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D103CB"/>
    <w:rPr>
      <w:rFonts w:ascii="Inria Serif" w:eastAsiaTheme="minorEastAsia" w:hAnsi="Inria Serif" w:cs="Times New Roman (Body CS)"/>
      <w:i/>
      <w:color w:val="8AE2D1"/>
      <w:sz w:val="56"/>
      <w:szCs w:val="64"/>
      <w:lang w:val="en-AU"/>
    </w:rPr>
  </w:style>
  <w:style w:type="table" w:customStyle="1" w:styleId="WSI-Table1">
    <w:name w:val="WSI - Table1"/>
    <w:basedOn w:val="TableNormal"/>
    <w:uiPriority w:val="99"/>
    <w:rsid w:val="00887C3D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Borders>
        <w:top w:val="single" w:sz="8" w:space="0" w:color="003B5C"/>
        <w:left w:val="single" w:sz="8" w:space="0" w:color="003B5C"/>
        <w:bottom w:val="single" w:sz="8" w:space="0" w:color="003B5C"/>
        <w:right w:val="single" w:sz="8" w:space="0" w:color="003B5C"/>
        <w:insideH w:val="single" w:sz="8" w:space="0" w:color="003B5C"/>
        <w:insideV w:val="single" w:sz="8" w:space="0" w:color="003B5C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tcBorders>
          <w:top w:val="single" w:sz="8" w:space="0" w:color="003B5C"/>
          <w:left w:val="single" w:sz="8" w:space="0" w:color="003B5C"/>
          <w:bottom w:val="single" w:sz="8" w:space="0" w:color="003B5C"/>
          <w:right w:val="single" w:sz="8" w:space="0" w:color="003B5C"/>
          <w:insideH w:val="single" w:sz="8" w:space="0" w:color="003B5C"/>
          <w:insideV w:val="single" w:sz="8" w:space="0" w:color="003B5C"/>
          <w:tl2br w:val="nil"/>
          <w:tr2bl w:val="nil"/>
        </w:tcBorders>
        <w:shd w:val="clear" w:color="auto" w:fill="003B5C"/>
      </w:tcPr>
    </w:tblStylePr>
  </w:style>
  <w:style w:type="paragraph" w:customStyle="1" w:styleId="DocumentTitle">
    <w:name w:val="Document Title"/>
    <w:basedOn w:val="Normal"/>
    <w:qFormat/>
    <w:rsid w:val="00887C3D"/>
    <w:rPr>
      <w:rFonts w:ascii="Inria Serif" w:hAnsi="Inria Serif"/>
      <w:b/>
      <w:color w:val="0084AD"/>
      <w:sz w:val="50"/>
      <w:szCs w:val="50"/>
    </w:rPr>
  </w:style>
  <w:style w:type="table" w:customStyle="1" w:styleId="TableGrid1">
    <w:name w:val="Table Grid1"/>
    <w:basedOn w:val="TableNormal"/>
    <w:next w:val="TableGrid"/>
    <w:uiPriority w:val="39"/>
    <w:rsid w:val="00D21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2">
    <w:name w:val="WSI - Table2"/>
    <w:basedOn w:val="TableNormal"/>
    <w:uiPriority w:val="99"/>
    <w:rsid w:val="00453B91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4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Stokie\Dropbox%20(WS%20Secretariat)\WS\Templates\NEW%20Brand\WSI_doc_cover_v4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C8A74-65C8-47B3-968A-F09363A7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WSI_doc_cover_v4.0.dotx</Template>
  <TotalTime>0</TotalTime>
  <Pages>7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Stokie</dc:creator>
  <cp:keywords/>
  <dc:description/>
  <cp:lastModifiedBy>Luise Kuehnel</cp:lastModifiedBy>
  <cp:revision>3</cp:revision>
  <cp:lastPrinted>2018-11-29T12:08:00Z</cp:lastPrinted>
  <dcterms:created xsi:type="dcterms:W3CDTF">2019-08-29T13:45:00Z</dcterms:created>
  <dcterms:modified xsi:type="dcterms:W3CDTF">2019-08-29T13:46:00Z</dcterms:modified>
</cp:coreProperties>
</file>