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063B" w14:textId="77777777" w:rsidR="00C42607" w:rsidRPr="00AD309E" w:rsidRDefault="00C42607" w:rsidP="001A30C2">
      <w:pPr>
        <w:pStyle w:val="Titre"/>
        <w:rPr>
          <w:rFonts w:cs="Arial"/>
          <w:caps w:val="0"/>
          <w:color w:val="003B5C"/>
          <w:sz w:val="42"/>
          <w:szCs w:val="42"/>
          <w:lang w:val="fr-FR"/>
        </w:rPr>
      </w:pPr>
    </w:p>
    <w:p w14:paraId="2DFA3E85" w14:textId="7D7E38FC" w:rsidR="006A63BB" w:rsidRPr="006A63BB" w:rsidRDefault="001A30C2" w:rsidP="006A63BB">
      <w:pPr>
        <w:pStyle w:val="Titre"/>
        <w:spacing w:line="276" w:lineRule="auto"/>
        <w:ind w:right="851"/>
        <w:rPr>
          <w:rFonts w:cs="Arial"/>
          <w:caps w:val="0"/>
          <w:color w:val="003B5C"/>
          <w:sz w:val="42"/>
          <w:szCs w:val="42"/>
          <w:lang w:val="fr-FR"/>
        </w:rPr>
      </w:pPr>
      <w:r w:rsidRPr="00AD309E">
        <w:rPr>
          <w:rFonts w:cs="Arial"/>
          <w:caps w:val="0"/>
          <w:color w:val="003B5C"/>
          <w:sz w:val="42"/>
          <w:szCs w:val="42"/>
          <w:lang w:val="fr-FR"/>
        </w:rPr>
        <w:t xml:space="preserve">Sujet </w:t>
      </w:r>
      <w:r w:rsidR="00F77527" w:rsidRPr="00AD309E">
        <w:rPr>
          <w:rFonts w:cs="Arial"/>
          <w:caps w:val="0"/>
          <w:color w:val="003B5C"/>
          <w:sz w:val="42"/>
          <w:szCs w:val="42"/>
          <w:lang w:val="fr-FR"/>
        </w:rPr>
        <w:t>d’épreuve des Finales Nationales</w:t>
      </w:r>
      <w:r w:rsidR="002A339C">
        <w:rPr>
          <w:rFonts w:cs="Arial"/>
          <w:caps w:val="0"/>
          <w:color w:val="003B5C"/>
          <w:sz w:val="42"/>
          <w:szCs w:val="42"/>
          <w:lang w:val="fr-FR"/>
        </w:rPr>
        <w:t xml:space="preserve"> </w:t>
      </w:r>
      <w:r w:rsidR="006A63BB">
        <w:rPr>
          <w:rFonts w:cs="Arial"/>
          <w:caps w:val="0"/>
          <w:color w:val="003B5C"/>
          <w:sz w:val="42"/>
          <w:szCs w:val="42"/>
          <w:lang w:val="fr-FR"/>
        </w:rPr>
        <w:t xml:space="preserve">Phase </w:t>
      </w:r>
      <w:r w:rsidR="00343349">
        <w:rPr>
          <w:rFonts w:cs="Arial"/>
          <w:caps w:val="0"/>
          <w:color w:val="003B5C"/>
          <w:sz w:val="42"/>
          <w:szCs w:val="42"/>
          <w:lang w:val="fr-FR"/>
        </w:rPr>
        <w:t>2</w:t>
      </w:r>
      <w:r w:rsidR="006A63BB">
        <w:rPr>
          <w:rFonts w:cs="Arial"/>
          <w:caps w:val="0"/>
          <w:color w:val="003B5C"/>
          <w:sz w:val="42"/>
          <w:szCs w:val="42"/>
          <w:lang w:val="fr-FR"/>
        </w:rPr>
        <w:t xml:space="preserve"> </w:t>
      </w:r>
      <w:r w:rsidR="00F77527" w:rsidRPr="00AD309E">
        <w:rPr>
          <w:rFonts w:cs="Arial"/>
          <w:caps w:val="0"/>
          <w:color w:val="003B5C"/>
          <w:sz w:val="42"/>
          <w:szCs w:val="42"/>
          <w:lang w:val="fr-FR"/>
        </w:rPr>
        <w:t>de</w:t>
      </w:r>
      <w:r w:rsidR="003A1253">
        <w:rPr>
          <w:rFonts w:cs="Arial"/>
          <w:caps w:val="0"/>
          <w:color w:val="003B5C"/>
          <w:sz w:val="42"/>
          <w:szCs w:val="42"/>
          <w:lang w:val="fr-FR"/>
        </w:rPr>
        <w:t xml:space="preserve"> la</w:t>
      </w:r>
      <w:r w:rsidR="00F77527" w:rsidRPr="00AD309E">
        <w:rPr>
          <w:rFonts w:cs="Arial"/>
          <w:caps w:val="0"/>
          <w:color w:val="003B5C"/>
          <w:sz w:val="42"/>
          <w:szCs w:val="42"/>
          <w:lang w:val="fr-FR"/>
        </w:rPr>
        <w:t xml:space="preserve"> 4</w:t>
      </w:r>
      <w:r w:rsidR="00B336EB" w:rsidRPr="00AD309E">
        <w:rPr>
          <w:rFonts w:cs="Arial"/>
          <w:caps w:val="0"/>
          <w:color w:val="003B5C"/>
          <w:sz w:val="42"/>
          <w:szCs w:val="42"/>
          <w:lang w:val="fr-FR"/>
        </w:rPr>
        <w:t>6</w:t>
      </w:r>
      <w:r w:rsidR="00F77527" w:rsidRPr="00AD309E">
        <w:rPr>
          <w:rFonts w:cs="Arial"/>
          <w:caps w:val="0"/>
          <w:color w:val="003B5C"/>
          <w:sz w:val="42"/>
          <w:szCs w:val="42"/>
          <w:vertAlign w:val="superscript"/>
          <w:lang w:val="fr-FR"/>
        </w:rPr>
        <w:t>e</w:t>
      </w:r>
      <w:r w:rsidR="00F77527" w:rsidRPr="00AD309E">
        <w:rPr>
          <w:rFonts w:cs="Arial"/>
          <w:caps w:val="0"/>
          <w:color w:val="003B5C"/>
          <w:sz w:val="42"/>
          <w:szCs w:val="42"/>
          <w:lang w:val="fr-FR"/>
        </w:rPr>
        <w:t xml:space="preserve"> </w:t>
      </w:r>
      <w:proofErr w:type="spellStart"/>
      <w:r w:rsidR="003A1253">
        <w:rPr>
          <w:rFonts w:cs="Arial"/>
          <w:caps w:val="0"/>
          <w:color w:val="003B5C"/>
          <w:sz w:val="42"/>
          <w:szCs w:val="42"/>
          <w:lang w:val="fr-FR"/>
        </w:rPr>
        <w:t>WorldSkills</w:t>
      </w:r>
      <w:proofErr w:type="spellEnd"/>
      <w:r w:rsidR="003A1253">
        <w:rPr>
          <w:rFonts w:cs="Arial"/>
          <w:caps w:val="0"/>
          <w:color w:val="003B5C"/>
          <w:sz w:val="42"/>
          <w:szCs w:val="42"/>
          <w:lang w:val="fr-FR"/>
        </w:rPr>
        <w:t xml:space="preserve"> Compétition</w:t>
      </w:r>
    </w:p>
    <w:p w14:paraId="6CBB39C3" w14:textId="77777777" w:rsidR="001A30C2" w:rsidRPr="00C779E3" w:rsidRDefault="001A30C2" w:rsidP="001A30C2">
      <w:pPr>
        <w:pStyle w:val="Titre"/>
        <w:rPr>
          <w:rFonts w:cs="Arial"/>
          <w:caps w:val="0"/>
          <w:color w:val="auto"/>
          <w:sz w:val="72"/>
          <w:szCs w:val="108"/>
          <w:lang w:val="fr-FR"/>
        </w:rPr>
      </w:pPr>
      <w:r w:rsidRPr="00AD309E">
        <w:rPr>
          <w:rFonts w:cs="Arial"/>
          <w:color w:val="003B5C"/>
          <w:sz w:val="72"/>
          <w:szCs w:val="108"/>
          <w:lang w:val="fr-FR"/>
        </w:rPr>
        <w:t>MÉTIER</w:t>
      </w:r>
      <w:r w:rsidRPr="00AD309E">
        <w:rPr>
          <w:rFonts w:cs="Arial"/>
          <w:caps w:val="0"/>
          <w:color w:val="003B5C"/>
          <w:sz w:val="72"/>
          <w:szCs w:val="108"/>
          <w:lang w:val="fr-FR"/>
        </w:rPr>
        <w:t xml:space="preserve"> </w:t>
      </w:r>
      <w:r w:rsidR="009F0CC6" w:rsidRPr="00AD309E">
        <w:rPr>
          <w:rFonts w:cs="Arial"/>
          <w:caps w:val="0"/>
          <w:color w:val="003B5C"/>
          <w:sz w:val="72"/>
          <w:szCs w:val="108"/>
          <w:lang w:val="fr-FR"/>
        </w:rPr>
        <w:t>N</w:t>
      </w:r>
      <w:r w:rsidRPr="00AD309E">
        <w:rPr>
          <w:rFonts w:cs="Arial"/>
          <w:caps w:val="0"/>
          <w:color w:val="003B5C"/>
          <w:sz w:val="72"/>
          <w:szCs w:val="108"/>
          <w:lang w:val="fr-FR"/>
        </w:rPr>
        <w:t>°</w:t>
      </w:r>
      <w:r w:rsidR="00C2027F">
        <w:rPr>
          <w:rFonts w:cs="Arial"/>
          <w:caps w:val="0"/>
          <w:color w:val="00A7E1"/>
          <w:sz w:val="72"/>
          <w:szCs w:val="108"/>
          <w:lang w:val="fr-FR"/>
        </w:rPr>
        <w:t>05</w:t>
      </w:r>
    </w:p>
    <w:p w14:paraId="65A3D9BC" w14:textId="77777777" w:rsidR="001A30C2" w:rsidRPr="00B336EB" w:rsidRDefault="00C2027F" w:rsidP="001A30C2">
      <w:pPr>
        <w:pStyle w:val="Titre"/>
        <w:rPr>
          <w:rFonts w:cs="Arial"/>
          <w:color w:val="00A7E1"/>
          <w:sz w:val="72"/>
          <w:szCs w:val="108"/>
          <w:lang w:val="fr-FR"/>
        </w:rPr>
      </w:pPr>
      <w:r>
        <w:rPr>
          <w:rFonts w:cs="Arial"/>
          <w:color w:val="00A7E1"/>
          <w:sz w:val="72"/>
          <w:szCs w:val="108"/>
          <w:lang w:val="fr-FR"/>
        </w:rPr>
        <w:t>DAO – Dessin industriel</w:t>
      </w:r>
    </w:p>
    <w:p w14:paraId="59E4F0B7" w14:textId="77777777" w:rsidR="001A30C2" w:rsidRPr="00C779E3" w:rsidRDefault="001A30C2" w:rsidP="00C2027F"/>
    <w:p w14:paraId="3EF37A24" w14:textId="77777777" w:rsidR="001A30C2" w:rsidRPr="00C779E3" w:rsidRDefault="001A30C2" w:rsidP="00C2027F"/>
    <w:p w14:paraId="1DA192DE" w14:textId="77777777" w:rsidR="001A30C2" w:rsidRDefault="001A30C2" w:rsidP="00C2027F"/>
    <w:p w14:paraId="5A8C15AE" w14:textId="77777777" w:rsidR="00360608" w:rsidRDefault="00360608" w:rsidP="00C2027F"/>
    <w:p w14:paraId="4B28958B" w14:textId="77777777" w:rsidR="00360608" w:rsidRDefault="00360608" w:rsidP="00C2027F"/>
    <w:p w14:paraId="6EFDCD76" w14:textId="77777777" w:rsidR="00360608" w:rsidRPr="00C779E3" w:rsidRDefault="00360608" w:rsidP="00C2027F"/>
    <w:p w14:paraId="19C00B26" w14:textId="77777777" w:rsidR="001A30C2" w:rsidRPr="00C779E3" w:rsidRDefault="001A30C2" w:rsidP="00C2027F"/>
    <w:p w14:paraId="77787E34" w14:textId="77777777" w:rsidR="001A30C2" w:rsidRPr="00C779E3" w:rsidRDefault="001A30C2" w:rsidP="00C2027F"/>
    <w:p w14:paraId="648E8314" w14:textId="77777777" w:rsidR="001A30C2" w:rsidRPr="00C779E3" w:rsidRDefault="001A30C2" w:rsidP="00C2027F"/>
    <w:p w14:paraId="4A478F93" w14:textId="77777777" w:rsidR="001A30C2" w:rsidRPr="00C779E3" w:rsidRDefault="001A30C2" w:rsidP="001A30C2">
      <w:pPr>
        <w:rPr>
          <w:rFonts w:cs="Arial"/>
          <w:sz w:val="28"/>
          <w:szCs w:val="28"/>
        </w:rPr>
      </w:pPr>
      <w:r w:rsidRPr="00C779E3">
        <w:rPr>
          <w:rFonts w:cs="Arial"/>
          <w:sz w:val="28"/>
          <w:szCs w:val="28"/>
        </w:rPr>
        <w:t xml:space="preserve">Soumis par : </w:t>
      </w:r>
    </w:p>
    <w:p w14:paraId="365BD72A" w14:textId="77777777" w:rsidR="002F56FB" w:rsidRPr="0075237A" w:rsidRDefault="00C2027F" w:rsidP="002F56FB">
      <w:pPr>
        <w:rPr>
          <w:rFonts w:cs="Arial"/>
          <w:sz w:val="28"/>
          <w:szCs w:val="28"/>
          <w:lang w:val="en-GB"/>
        </w:rPr>
      </w:pPr>
      <w:r w:rsidRPr="0075237A">
        <w:rPr>
          <w:rFonts w:cs="Arial"/>
          <w:color w:val="00A7E1"/>
          <w:sz w:val="28"/>
          <w:szCs w:val="28"/>
          <w:lang w:val="en-GB"/>
        </w:rPr>
        <w:t>Philippe JEANNEROD</w:t>
      </w:r>
      <w:r w:rsidR="007855C5" w:rsidRPr="0075237A">
        <w:rPr>
          <w:rFonts w:cs="Arial"/>
          <w:sz w:val="28"/>
          <w:szCs w:val="28"/>
          <w:lang w:val="en-GB"/>
        </w:rPr>
        <w:t>, Expert WorldSkills France</w:t>
      </w:r>
    </w:p>
    <w:p w14:paraId="7C5A3B26" w14:textId="77777777" w:rsidR="001A30C2" w:rsidRPr="0075237A" w:rsidRDefault="001A30C2" w:rsidP="00C2027F">
      <w:pPr>
        <w:rPr>
          <w:lang w:val="en-GB"/>
        </w:rPr>
      </w:pPr>
    </w:p>
    <w:p w14:paraId="2C9C194A" w14:textId="77777777" w:rsidR="00C2027F" w:rsidRPr="0075237A" w:rsidRDefault="00C2027F" w:rsidP="00C2027F">
      <w:pPr>
        <w:rPr>
          <w:lang w:val="en-GB"/>
        </w:rPr>
      </w:pPr>
    </w:p>
    <w:p w14:paraId="7B8308B7" w14:textId="77777777" w:rsidR="00C2027F" w:rsidRPr="0075237A" w:rsidRDefault="00C2027F" w:rsidP="00C2027F">
      <w:pPr>
        <w:rPr>
          <w:lang w:val="en-GB"/>
        </w:rPr>
      </w:pPr>
    </w:p>
    <w:p w14:paraId="6CF256B4" w14:textId="77777777" w:rsidR="009812F0" w:rsidRPr="0075237A" w:rsidRDefault="009812F0" w:rsidP="00C2027F">
      <w:pPr>
        <w:rPr>
          <w:lang w:val="en-GB"/>
        </w:rPr>
        <w:sectPr w:rsidR="009812F0" w:rsidRPr="0075237A" w:rsidSect="009812F0">
          <w:headerReference w:type="default" r:id="rId8"/>
          <w:footerReference w:type="default" r:id="rId9"/>
          <w:footerReference w:type="first" r:id="rId10"/>
          <w:pgSz w:w="11907" w:h="16839" w:code="9"/>
          <w:pgMar w:top="1276" w:right="850" w:bottom="1276" w:left="1134" w:header="454" w:footer="206" w:gutter="0"/>
          <w:cols w:space="708"/>
          <w:docGrid w:linePitch="360"/>
        </w:sectPr>
      </w:pPr>
    </w:p>
    <w:p w14:paraId="27F52BE8" w14:textId="77777777" w:rsidR="00C2229A" w:rsidRPr="0075237A" w:rsidRDefault="00C2229A" w:rsidP="00C2229A">
      <w:pPr>
        <w:rPr>
          <w:lang w:val="en-GB"/>
        </w:rPr>
      </w:pPr>
    </w:p>
    <w:p w14:paraId="03A22825" w14:textId="77777777" w:rsidR="009812F0" w:rsidRPr="0075237A" w:rsidRDefault="009812F0" w:rsidP="00C2229A">
      <w:pPr>
        <w:rPr>
          <w:lang w:val="en-GB"/>
        </w:rPr>
      </w:pPr>
    </w:p>
    <w:p w14:paraId="7EEAC424" w14:textId="77777777" w:rsidR="009812F0" w:rsidRPr="0075237A" w:rsidRDefault="009812F0" w:rsidP="00C2229A">
      <w:pPr>
        <w:rPr>
          <w:lang w:val="en-GB"/>
        </w:rPr>
      </w:pPr>
    </w:p>
    <w:p w14:paraId="0F739BD5" w14:textId="77777777" w:rsidR="00C2229A" w:rsidRPr="0075237A" w:rsidRDefault="00C2229A" w:rsidP="00F41FE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en-GB"/>
        </w:rPr>
      </w:pPr>
    </w:p>
    <w:p w14:paraId="612DEC81" w14:textId="21AC5245" w:rsidR="001A30C2" w:rsidRPr="000B602E" w:rsidRDefault="00A46638" w:rsidP="00F41FE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fr-FR"/>
        </w:rPr>
      </w:pPr>
      <w:r w:rsidRPr="000B602E">
        <w:rPr>
          <w:rFonts w:cs="Arial"/>
          <w:caps w:val="0"/>
          <w:color w:val="003B5C"/>
          <w:sz w:val="42"/>
          <w:szCs w:val="42"/>
          <w:lang w:val="fr-FR"/>
        </w:rPr>
        <w:t xml:space="preserve">MODULE </w:t>
      </w:r>
      <w:r w:rsidR="000B602E" w:rsidRPr="000B602E">
        <w:rPr>
          <w:rFonts w:cs="Arial"/>
          <w:caps w:val="0"/>
          <w:color w:val="003B5C"/>
          <w:sz w:val="42"/>
          <w:szCs w:val="42"/>
          <w:lang w:val="fr-FR"/>
        </w:rPr>
        <w:t>4</w:t>
      </w:r>
      <w:r w:rsidR="00A8654B" w:rsidRPr="000B602E">
        <w:rPr>
          <w:color w:val="auto"/>
          <w:sz w:val="36"/>
          <w:szCs w:val="32"/>
          <w:lang w:val="fr-FR"/>
        </w:rPr>
        <w:br/>
      </w:r>
      <w:r w:rsidR="000B602E" w:rsidRPr="000B602E">
        <w:rPr>
          <w:color w:val="auto"/>
          <w:sz w:val="36"/>
          <w:szCs w:val="32"/>
          <w:lang w:val="fr-FR"/>
        </w:rPr>
        <w:t>S</w:t>
      </w:r>
      <w:r w:rsidR="000B602E">
        <w:rPr>
          <w:color w:val="auto"/>
          <w:sz w:val="36"/>
          <w:szCs w:val="32"/>
          <w:lang w:val="fr-FR"/>
        </w:rPr>
        <w:t>IMULATION D’UN MECANISME</w:t>
      </w:r>
    </w:p>
    <w:p w14:paraId="39D6FE8F" w14:textId="77777777" w:rsidR="00F41FEF" w:rsidRPr="000B602E" w:rsidRDefault="00F41FEF" w:rsidP="00F41FE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fr-FR"/>
        </w:rPr>
      </w:pPr>
    </w:p>
    <w:p w14:paraId="07F08ACB" w14:textId="77777777" w:rsidR="00A46638" w:rsidRPr="000B602E" w:rsidRDefault="00A46638" w:rsidP="004172BF"/>
    <w:p w14:paraId="3209553B" w14:textId="77777777" w:rsidR="004172BF" w:rsidRPr="000B602E" w:rsidRDefault="004172BF" w:rsidP="004172BF"/>
    <w:p w14:paraId="2B1776DA" w14:textId="77777777" w:rsidR="004172BF" w:rsidRPr="000B602E" w:rsidRDefault="004172BF" w:rsidP="004172BF"/>
    <w:p w14:paraId="3E37486F" w14:textId="77777777" w:rsidR="004172BF" w:rsidRPr="000B602E" w:rsidRDefault="004172BF" w:rsidP="004172BF"/>
    <w:p w14:paraId="69E2AFDA" w14:textId="77777777" w:rsidR="00F41FEF" w:rsidRPr="000B602E" w:rsidRDefault="00F41FEF" w:rsidP="00C2027F"/>
    <w:p w14:paraId="38811CC1" w14:textId="77777777" w:rsidR="00D0186A" w:rsidRDefault="00AF095A" w:rsidP="00AF095A">
      <w:pPr>
        <w:rPr>
          <w:b/>
          <w:sz w:val="32"/>
        </w:rPr>
      </w:pPr>
      <w:bookmarkStart w:id="0" w:name="_Toc60882171"/>
      <w:bookmarkStart w:id="1" w:name="_Toc60887857"/>
      <w:r w:rsidRPr="00553508">
        <w:rPr>
          <w:b/>
          <w:sz w:val="32"/>
        </w:rPr>
        <w:t>TABLE DES MATIERES</w:t>
      </w:r>
      <w:bookmarkEnd w:id="0"/>
      <w:bookmarkEnd w:id="1"/>
    </w:p>
    <w:p w14:paraId="1F0F01D2" w14:textId="3CDACEE2" w:rsidR="005B6371" w:rsidRPr="00D15AEA" w:rsidRDefault="00ED62CF">
      <w:pPr>
        <w:pStyle w:val="TM1"/>
        <w:tabs>
          <w:tab w:val="left" w:pos="440"/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r-FR"/>
        </w:rPr>
      </w:pPr>
      <w:r>
        <w:rPr>
          <w:b w:val="0"/>
          <w:caps w:val="0"/>
          <w:lang w:val="nl-NL"/>
        </w:rPr>
        <w:fldChar w:fldCharType="begin"/>
      </w:r>
      <w:r>
        <w:rPr>
          <w:b w:val="0"/>
          <w:caps w:val="0"/>
          <w:lang w:val="nl-NL"/>
        </w:rPr>
        <w:instrText xml:space="preserve"> </w:instrText>
      </w:r>
      <w:r w:rsidR="00040C4E">
        <w:rPr>
          <w:b w:val="0"/>
          <w:caps w:val="0"/>
          <w:lang w:val="nl-NL"/>
        </w:rPr>
        <w:instrText>TOC</w:instrText>
      </w:r>
      <w:r>
        <w:rPr>
          <w:b w:val="0"/>
          <w:caps w:val="0"/>
          <w:lang w:val="nl-NL"/>
        </w:rPr>
        <w:instrText xml:space="preserve"> \o "1-1" \h \z \u </w:instrText>
      </w:r>
      <w:r>
        <w:rPr>
          <w:b w:val="0"/>
          <w:caps w:val="0"/>
          <w:lang w:val="nl-NL"/>
        </w:rPr>
        <w:fldChar w:fldCharType="separate"/>
      </w:r>
      <w:hyperlink w:anchor="_Toc86908996" w:history="1">
        <w:r w:rsidR="005B6371" w:rsidRPr="00EE296B">
          <w:rPr>
            <w:rStyle w:val="Lienhypertexte"/>
            <w:noProof/>
          </w:rPr>
          <w:t>1</w:t>
        </w:r>
        <w:r w:rsidR="005B6371" w:rsidRPr="00D15AEA">
          <w:rPr>
            <w:rFonts w:ascii="Calibri" w:hAnsi="Calibri"/>
            <w:b w:val="0"/>
            <w:caps w:val="0"/>
            <w:noProof/>
            <w:sz w:val="22"/>
            <w:szCs w:val="22"/>
            <w:lang w:eastAsia="fr-FR"/>
          </w:rPr>
          <w:tab/>
        </w:r>
        <w:r w:rsidR="005B6371" w:rsidRPr="00EE296B">
          <w:rPr>
            <w:rStyle w:val="Lienhypertexte"/>
            <w:noProof/>
          </w:rPr>
          <w:t>MISE EN SITUATION</w:t>
        </w:r>
        <w:r w:rsidR="005B6371">
          <w:rPr>
            <w:noProof/>
            <w:webHidden/>
          </w:rPr>
          <w:tab/>
        </w:r>
        <w:r w:rsidR="005B6371">
          <w:rPr>
            <w:noProof/>
            <w:webHidden/>
          </w:rPr>
          <w:fldChar w:fldCharType="begin"/>
        </w:r>
        <w:r w:rsidR="005B6371">
          <w:rPr>
            <w:noProof/>
            <w:webHidden/>
          </w:rPr>
          <w:instrText xml:space="preserve"> PAGEREF _Toc86908996 \h </w:instrText>
        </w:r>
        <w:r w:rsidR="005B6371">
          <w:rPr>
            <w:noProof/>
            <w:webHidden/>
          </w:rPr>
        </w:r>
        <w:r w:rsidR="005B6371">
          <w:rPr>
            <w:noProof/>
            <w:webHidden/>
          </w:rPr>
          <w:fldChar w:fldCharType="separate"/>
        </w:r>
        <w:r w:rsidR="005B6371">
          <w:rPr>
            <w:noProof/>
            <w:webHidden/>
          </w:rPr>
          <w:t>3</w:t>
        </w:r>
        <w:r w:rsidR="005B6371">
          <w:rPr>
            <w:noProof/>
            <w:webHidden/>
          </w:rPr>
          <w:fldChar w:fldCharType="end"/>
        </w:r>
      </w:hyperlink>
    </w:p>
    <w:p w14:paraId="1DC59AC0" w14:textId="3A86DAB4" w:rsidR="005B6371" w:rsidRPr="00D15AEA" w:rsidRDefault="00490BC1">
      <w:pPr>
        <w:pStyle w:val="TM1"/>
        <w:tabs>
          <w:tab w:val="left" w:pos="440"/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r-FR"/>
        </w:rPr>
      </w:pPr>
      <w:hyperlink w:anchor="_Toc86908997" w:history="1">
        <w:r w:rsidR="005B6371" w:rsidRPr="00EE296B">
          <w:rPr>
            <w:rStyle w:val="Lienhypertexte"/>
            <w:noProof/>
          </w:rPr>
          <w:t>2</w:t>
        </w:r>
        <w:r w:rsidR="005B6371" w:rsidRPr="00D15AEA">
          <w:rPr>
            <w:rFonts w:ascii="Calibri" w:hAnsi="Calibri"/>
            <w:b w:val="0"/>
            <w:caps w:val="0"/>
            <w:noProof/>
            <w:sz w:val="22"/>
            <w:szCs w:val="22"/>
            <w:lang w:eastAsia="fr-FR"/>
          </w:rPr>
          <w:tab/>
        </w:r>
        <w:r w:rsidR="005B6371" w:rsidRPr="00EE296B">
          <w:rPr>
            <w:rStyle w:val="Lienhypertexte"/>
            <w:noProof/>
          </w:rPr>
          <w:t>DONNEES</w:t>
        </w:r>
        <w:r w:rsidR="005B6371">
          <w:rPr>
            <w:noProof/>
            <w:webHidden/>
          </w:rPr>
          <w:tab/>
        </w:r>
        <w:r w:rsidR="005B6371">
          <w:rPr>
            <w:noProof/>
            <w:webHidden/>
          </w:rPr>
          <w:fldChar w:fldCharType="begin"/>
        </w:r>
        <w:r w:rsidR="005B6371">
          <w:rPr>
            <w:noProof/>
            <w:webHidden/>
          </w:rPr>
          <w:instrText xml:space="preserve"> PAGEREF _Toc86908997 \h </w:instrText>
        </w:r>
        <w:r w:rsidR="005B6371">
          <w:rPr>
            <w:noProof/>
            <w:webHidden/>
          </w:rPr>
        </w:r>
        <w:r w:rsidR="005B6371">
          <w:rPr>
            <w:noProof/>
            <w:webHidden/>
          </w:rPr>
          <w:fldChar w:fldCharType="separate"/>
        </w:r>
        <w:r w:rsidR="005B6371">
          <w:rPr>
            <w:noProof/>
            <w:webHidden/>
          </w:rPr>
          <w:t>3</w:t>
        </w:r>
        <w:r w:rsidR="005B6371">
          <w:rPr>
            <w:noProof/>
            <w:webHidden/>
          </w:rPr>
          <w:fldChar w:fldCharType="end"/>
        </w:r>
      </w:hyperlink>
    </w:p>
    <w:p w14:paraId="40CE79D6" w14:textId="75C97503" w:rsidR="005B6371" w:rsidRPr="00D15AEA" w:rsidRDefault="00490BC1">
      <w:pPr>
        <w:pStyle w:val="TM1"/>
        <w:tabs>
          <w:tab w:val="left" w:pos="440"/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r-FR"/>
        </w:rPr>
      </w:pPr>
      <w:hyperlink w:anchor="_Toc86908998" w:history="1">
        <w:r w:rsidR="005B6371" w:rsidRPr="00EE296B">
          <w:rPr>
            <w:rStyle w:val="Lienhypertexte"/>
            <w:noProof/>
          </w:rPr>
          <w:t>3</w:t>
        </w:r>
        <w:r w:rsidR="005B6371" w:rsidRPr="00D15AEA">
          <w:rPr>
            <w:rFonts w:ascii="Calibri" w:hAnsi="Calibri"/>
            <w:b w:val="0"/>
            <w:caps w:val="0"/>
            <w:noProof/>
            <w:sz w:val="22"/>
            <w:szCs w:val="22"/>
            <w:lang w:eastAsia="fr-FR"/>
          </w:rPr>
          <w:tab/>
        </w:r>
        <w:r w:rsidR="005B6371" w:rsidRPr="00EE296B">
          <w:rPr>
            <w:rStyle w:val="Lienhypertexte"/>
            <w:noProof/>
          </w:rPr>
          <w:t>TRAVAIL DEMANDE</w:t>
        </w:r>
        <w:r w:rsidR="005B6371">
          <w:rPr>
            <w:noProof/>
            <w:webHidden/>
          </w:rPr>
          <w:tab/>
        </w:r>
        <w:r w:rsidR="005B6371">
          <w:rPr>
            <w:noProof/>
            <w:webHidden/>
          </w:rPr>
          <w:fldChar w:fldCharType="begin"/>
        </w:r>
        <w:r w:rsidR="005B6371">
          <w:rPr>
            <w:noProof/>
            <w:webHidden/>
          </w:rPr>
          <w:instrText xml:space="preserve"> PAGEREF _Toc86908998 \h </w:instrText>
        </w:r>
        <w:r w:rsidR="005B6371">
          <w:rPr>
            <w:noProof/>
            <w:webHidden/>
          </w:rPr>
        </w:r>
        <w:r w:rsidR="005B6371">
          <w:rPr>
            <w:noProof/>
            <w:webHidden/>
          </w:rPr>
          <w:fldChar w:fldCharType="separate"/>
        </w:r>
        <w:r w:rsidR="005B6371">
          <w:rPr>
            <w:noProof/>
            <w:webHidden/>
          </w:rPr>
          <w:t>4</w:t>
        </w:r>
        <w:r w:rsidR="005B6371">
          <w:rPr>
            <w:noProof/>
            <w:webHidden/>
          </w:rPr>
          <w:fldChar w:fldCharType="end"/>
        </w:r>
      </w:hyperlink>
    </w:p>
    <w:p w14:paraId="4C24E886" w14:textId="10E6074A" w:rsidR="005B6371" w:rsidRPr="00D15AEA" w:rsidRDefault="00490BC1">
      <w:pPr>
        <w:pStyle w:val="TM1"/>
        <w:tabs>
          <w:tab w:val="left" w:pos="440"/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r-FR"/>
        </w:rPr>
      </w:pPr>
      <w:hyperlink w:anchor="_Toc86908999" w:history="1">
        <w:r w:rsidR="005B6371" w:rsidRPr="00EE296B">
          <w:rPr>
            <w:rStyle w:val="Lienhypertexte"/>
            <w:noProof/>
          </w:rPr>
          <w:t>4</w:t>
        </w:r>
        <w:r w:rsidR="005B6371" w:rsidRPr="00D15AEA">
          <w:rPr>
            <w:rFonts w:ascii="Calibri" w:hAnsi="Calibri"/>
            <w:b w:val="0"/>
            <w:caps w:val="0"/>
            <w:noProof/>
            <w:sz w:val="22"/>
            <w:szCs w:val="22"/>
            <w:lang w:eastAsia="fr-FR"/>
          </w:rPr>
          <w:tab/>
        </w:r>
        <w:r w:rsidR="005B6371" w:rsidRPr="00EE296B">
          <w:rPr>
            <w:rStyle w:val="Lienhypertexte"/>
            <w:noProof/>
          </w:rPr>
          <w:t>Planning</w:t>
        </w:r>
        <w:r w:rsidR="005B6371">
          <w:rPr>
            <w:noProof/>
            <w:webHidden/>
          </w:rPr>
          <w:tab/>
        </w:r>
        <w:r w:rsidR="005B6371">
          <w:rPr>
            <w:noProof/>
            <w:webHidden/>
          </w:rPr>
          <w:fldChar w:fldCharType="begin"/>
        </w:r>
        <w:r w:rsidR="005B6371">
          <w:rPr>
            <w:noProof/>
            <w:webHidden/>
          </w:rPr>
          <w:instrText xml:space="preserve"> PAGEREF _Toc86908999 \h </w:instrText>
        </w:r>
        <w:r w:rsidR="005B6371">
          <w:rPr>
            <w:noProof/>
            <w:webHidden/>
          </w:rPr>
        </w:r>
        <w:r w:rsidR="005B6371">
          <w:rPr>
            <w:noProof/>
            <w:webHidden/>
          </w:rPr>
          <w:fldChar w:fldCharType="separate"/>
        </w:r>
        <w:r w:rsidR="005B6371">
          <w:rPr>
            <w:noProof/>
            <w:webHidden/>
          </w:rPr>
          <w:t>5</w:t>
        </w:r>
        <w:r w:rsidR="005B6371">
          <w:rPr>
            <w:noProof/>
            <w:webHidden/>
          </w:rPr>
          <w:fldChar w:fldCharType="end"/>
        </w:r>
      </w:hyperlink>
    </w:p>
    <w:p w14:paraId="3EF93818" w14:textId="4DC8DF27" w:rsidR="005B6371" w:rsidRPr="00D15AEA" w:rsidRDefault="00490BC1">
      <w:pPr>
        <w:pStyle w:val="TM1"/>
        <w:tabs>
          <w:tab w:val="left" w:pos="440"/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r-FR"/>
        </w:rPr>
      </w:pPr>
      <w:hyperlink w:anchor="_Toc86909000" w:history="1">
        <w:r w:rsidR="005B6371" w:rsidRPr="00EE296B">
          <w:rPr>
            <w:rStyle w:val="Lienhypertexte"/>
            <w:noProof/>
          </w:rPr>
          <w:t>5</w:t>
        </w:r>
        <w:r w:rsidR="005B6371" w:rsidRPr="00D15AEA">
          <w:rPr>
            <w:rFonts w:ascii="Calibri" w:hAnsi="Calibri"/>
            <w:b w:val="0"/>
            <w:caps w:val="0"/>
            <w:noProof/>
            <w:sz w:val="22"/>
            <w:szCs w:val="22"/>
            <w:lang w:eastAsia="fr-FR"/>
          </w:rPr>
          <w:tab/>
        </w:r>
        <w:r w:rsidR="005B6371" w:rsidRPr="00EE296B">
          <w:rPr>
            <w:rStyle w:val="Lienhypertexte"/>
            <w:noProof/>
          </w:rPr>
          <w:t>BARÊME DE CORRECTION</w:t>
        </w:r>
        <w:r w:rsidR="005B6371">
          <w:rPr>
            <w:noProof/>
            <w:webHidden/>
          </w:rPr>
          <w:tab/>
        </w:r>
        <w:r w:rsidR="005B6371">
          <w:rPr>
            <w:noProof/>
            <w:webHidden/>
          </w:rPr>
          <w:fldChar w:fldCharType="begin"/>
        </w:r>
        <w:r w:rsidR="005B6371">
          <w:rPr>
            <w:noProof/>
            <w:webHidden/>
          </w:rPr>
          <w:instrText xml:space="preserve"> PAGEREF _Toc86909000 \h </w:instrText>
        </w:r>
        <w:r w:rsidR="005B6371">
          <w:rPr>
            <w:noProof/>
            <w:webHidden/>
          </w:rPr>
        </w:r>
        <w:r w:rsidR="005B6371">
          <w:rPr>
            <w:noProof/>
            <w:webHidden/>
          </w:rPr>
          <w:fldChar w:fldCharType="separate"/>
        </w:r>
        <w:r w:rsidR="005B6371">
          <w:rPr>
            <w:noProof/>
            <w:webHidden/>
          </w:rPr>
          <w:t>5</w:t>
        </w:r>
        <w:r w:rsidR="005B6371">
          <w:rPr>
            <w:noProof/>
            <w:webHidden/>
          </w:rPr>
          <w:fldChar w:fldCharType="end"/>
        </w:r>
      </w:hyperlink>
    </w:p>
    <w:p w14:paraId="414D7B4D" w14:textId="79E9BB45" w:rsidR="00417FC3" w:rsidRDefault="00ED62CF" w:rsidP="00417FC3">
      <w:pPr>
        <w:rPr>
          <w:lang w:val="nl-NL"/>
        </w:rPr>
      </w:pPr>
      <w:r>
        <w:rPr>
          <w:lang w:val="nl-NL"/>
        </w:rPr>
        <w:fldChar w:fldCharType="end"/>
      </w:r>
    </w:p>
    <w:p w14:paraId="54800759" w14:textId="77777777" w:rsidR="00F17BCC" w:rsidRDefault="00F17BCC" w:rsidP="00417FC3">
      <w:pPr>
        <w:rPr>
          <w:lang w:val="nl-NL"/>
        </w:rPr>
      </w:pPr>
    </w:p>
    <w:p w14:paraId="4EA6BB05" w14:textId="77777777" w:rsidR="00F17BCC" w:rsidRDefault="00F17BCC" w:rsidP="00417FC3">
      <w:pPr>
        <w:rPr>
          <w:lang w:val="nl-NL"/>
        </w:rPr>
      </w:pPr>
    </w:p>
    <w:p w14:paraId="6D6198EA" w14:textId="77777777" w:rsidR="00F11D09" w:rsidRDefault="00F11D09" w:rsidP="00417FC3">
      <w:pPr>
        <w:rPr>
          <w:lang w:val="nl-NL"/>
        </w:rPr>
      </w:pPr>
    </w:p>
    <w:p w14:paraId="54342AA3" w14:textId="77777777" w:rsidR="004172BF" w:rsidRDefault="004172BF" w:rsidP="00417FC3">
      <w:pPr>
        <w:rPr>
          <w:lang w:val="nl-NL"/>
        </w:rPr>
      </w:pPr>
    </w:p>
    <w:p w14:paraId="7054A320" w14:textId="77777777" w:rsidR="004172BF" w:rsidRDefault="004172BF" w:rsidP="00417FC3">
      <w:pPr>
        <w:rPr>
          <w:lang w:val="nl-NL"/>
        </w:rPr>
      </w:pPr>
    </w:p>
    <w:tbl>
      <w:tblPr>
        <w:tblW w:w="10173" w:type="dxa"/>
        <w:tblBorders>
          <w:top w:val="single" w:sz="4" w:space="0" w:color="A6192E"/>
          <w:left w:val="single" w:sz="4" w:space="0" w:color="A6192E"/>
          <w:bottom w:val="single" w:sz="4" w:space="0" w:color="A6192E"/>
          <w:right w:val="single" w:sz="4" w:space="0" w:color="A6192E"/>
          <w:insideH w:val="single" w:sz="4" w:space="0" w:color="A6192E"/>
          <w:insideV w:val="single" w:sz="4" w:space="0" w:color="A6192E"/>
        </w:tblBorders>
        <w:shd w:val="clear" w:color="auto" w:fill="A6192E"/>
        <w:tblLook w:val="04A0" w:firstRow="1" w:lastRow="0" w:firstColumn="1" w:lastColumn="0" w:noHBand="0" w:noVBand="1"/>
      </w:tblPr>
      <w:tblGrid>
        <w:gridCol w:w="3794"/>
        <w:gridCol w:w="6379"/>
      </w:tblGrid>
      <w:tr w:rsidR="00AF095A" w:rsidRPr="00A10E3D" w14:paraId="2D339F41" w14:textId="77777777" w:rsidTr="004172BF">
        <w:trPr>
          <w:trHeight w:val="567"/>
        </w:trPr>
        <w:tc>
          <w:tcPr>
            <w:tcW w:w="379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003B5C"/>
            <w:vAlign w:val="center"/>
          </w:tcPr>
          <w:p w14:paraId="7A0302C0" w14:textId="77777777" w:rsidR="00AF095A" w:rsidRPr="00A10E3D" w:rsidRDefault="00F41FEF" w:rsidP="006A539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FFFF"/>
                <w:szCs w:val="20"/>
              </w:rPr>
            </w:pPr>
            <w:r>
              <w:br w:type="page"/>
            </w:r>
            <w:r w:rsidR="00AF095A" w:rsidRPr="00A10E3D">
              <w:rPr>
                <w:rFonts w:cs="Arial"/>
                <w:b/>
                <w:color w:val="FFFFFF"/>
                <w:szCs w:val="20"/>
              </w:rPr>
              <w:t>DUREE TOTALE DE L’ÉPREUVE :</w:t>
            </w:r>
          </w:p>
        </w:tc>
        <w:tc>
          <w:tcPr>
            <w:tcW w:w="6379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608D70F7" w14:textId="05B4795C" w:rsidR="00AF095A" w:rsidRPr="004172BF" w:rsidRDefault="00C2027F" w:rsidP="006A539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2E4D1F">
              <w:rPr>
                <w:rFonts w:cs="Arial"/>
                <w:b/>
                <w:color w:val="000000"/>
                <w:sz w:val="32"/>
                <w:szCs w:val="20"/>
              </w:rPr>
              <w:t>0</w:t>
            </w:r>
            <w:r w:rsidR="007A4225">
              <w:rPr>
                <w:rFonts w:cs="Arial"/>
                <w:b/>
                <w:color w:val="000000"/>
                <w:sz w:val="32"/>
                <w:szCs w:val="20"/>
              </w:rPr>
              <w:t>2</w:t>
            </w:r>
            <w:r w:rsidR="00AF095A" w:rsidRPr="002E4D1F">
              <w:rPr>
                <w:rFonts w:cs="Arial"/>
                <w:b/>
                <w:color w:val="000000"/>
                <w:sz w:val="32"/>
                <w:szCs w:val="20"/>
              </w:rPr>
              <w:t xml:space="preserve"> heures</w:t>
            </w:r>
            <w:r w:rsidRPr="002E4D1F">
              <w:rPr>
                <w:rFonts w:cs="Arial"/>
                <w:b/>
                <w:color w:val="000000"/>
                <w:sz w:val="32"/>
                <w:szCs w:val="20"/>
              </w:rPr>
              <w:t xml:space="preserve"> </w:t>
            </w:r>
            <w:r w:rsidR="00550950">
              <w:rPr>
                <w:rFonts w:cs="Arial"/>
                <w:b/>
                <w:color w:val="000000"/>
                <w:sz w:val="32"/>
                <w:szCs w:val="20"/>
              </w:rPr>
              <w:t>3</w:t>
            </w:r>
            <w:r w:rsidRPr="002E4D1F">
              <w:rPr>
                <w:rFonts w:cs="Arial"/>
                <w:b/>
                <w:color w:val="000000"/>
                <w:sz w:val="32"/>
                <w:szCs w:val="20"/>
              </w:rPr>
              <w:t>0</w:t>
            </w:r>
          </w:p>
        </w:tc>
      </w:tr>
    </w:tbl>
    <w:p w14:paraId="30714D31" w14:textId="77777777" w:rsidR="00AF095A" w:rsidRDefault="00AF095A" w:rsidP="00AF095A">
      <w:pPr>
        <w:rPr>
          <w:lang w:eastAsia="fr-FR"/>
        </w:rPr>
      </w:pPr>
    </w:p>
    <w:p w14:paraId="05AB1CB5" w14:textId="77777777" w:rsidR="00F17BCC" w:rsidRDefault="00F17BCC" w:rsidP="00AF095A">
      <w:pPr>
        <w:rPr>
          <w:lang w:eastAsia="fr-FR"/>
        </w:rPr>
      </w:pPr>
    </w:p>
    <w:p w14:paraId="1078FF4F" w14:textId="77777777" w:rsidR="00F17BCC" w:rsidRPr="00AF095A" w:rsidRDefault="00F17BCC" w:rsidP="00AF095A">
      <w:pPr>
        <w:rPr>
          <w:lang w:eastAsia="fr-FR"/>
        </w:rPr>
      </w:pPr>
    </w:p>
    <w:tbl>
      <w:tblPr>
        <w:tblW w:w="10173" w:type="dxa"/>
        <w:tblBorders>
          <w:top w:val="single" w:sz="4" w:space="0" w:color="A6192E"/>
          <w:left w:val="single" w:sz="4" w:space="0" w:color="A6192E"/>
          <w:bottom w:val="single" w:sz="4" w:space="0" w:color="A6192E"/>
          <w:right w:val="single" w:sz="4" w:space="0" w:color="A6192E"/>
          <w:insideH w:val="single" w:sz="4" w:space="0" w:color="A6192E"/>
          <w:insideV w:val="single" w:sz="4" w:space="0" w:color="A6192E"/>
        </w:tblBorders>
        <w:shd w:val="clear" w:color="auto" w:fill="A6192E"/>
        <w:tblLook w:val="04A0" w:firstRow="1" w:lastRow="0" w:firstColumn="1" w:lastColumn="0" w:noHBand="0" w:noVBand="1"/>
      </w:tblPr>
      <w:tblGrid>
        <w:gridCol w:w="3794"/>
        <w:gridCol w:w="6379"/>
      </w:tblGrid>
      <w:tr w:rsidR="00D65F78" w:rsidRPr="00343349" w14:paraId="54DD9FF4" w14:textId="77777777" w:rsidTr="004172BF">
        <w:trPr>
          <w:trHeight w:val="567"/>
        </w:trPr>
        <w:tc>
          <w:tcPr>
            <w:tcW w:w="379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003B5C"/>
            <w:vAlign w:val="center"/>
          </w:tcPr>
          <w:p w14:paraId="0CE72BFB" w14:textId="77777777" w:rsidR="00D65F78" w:rsidRPr="004F16FE" w:rsidRDefault="00D65F78" w:rsidP="00644CD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4F16FE">
              <w:rPr>
                <w:rFonts w:cs="Arial"/>
                <w:b/>
                <w:color w:val="FFFFFF"/>
                <w:szCs w:val="20"/>
              </w:rPr>
              <w:t>DIFFUSION DU SUJET :</w:t>
            </w:r>
          </w:p>
        </w:tc>
        <w:tc>
          <w:tcPr>
            <w:tcW w:w="6379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1B8EEB17" w14:textId="77777777" w:rsidR="00E176F2" w:rsidRPr="004172BF" w:rsidRDefault="00E176F2" w:rsidP="00644CD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4172BF">
              <w:rPr>
                <w:rFonts w:cs="Arial"/>
                <w:b/>
                <w:color w:val="000000"/>
                <w:szCs w:val="20"/>
              </w:rPr>
              <w:t>Découvert le jour de la compétition</w:t>
            </w:r>
          </w:p>
        </w:tc>
      </w:tr>
    </w:tbl>
    <w:p w14:paraId="554E423C" w14:textId="77777777" w:rsidR="004172BF" w:rsidRDefault="004172BF" w:rsidP="00F41FEF"/>
    <w:p w14:paraId="364FD588" w14:textId="77777777" w:rsidR="004172BF" w:rsidRPr="004172BF" w:rsidRDefault="004172BF" w:rsidP="004172B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fr-FR"/>
        </w:rPr>
      </w:pPr>
      <w:r>
        <w:rPr>
          <w:lang w:val="fr-FR"/>
        </w:rPr>
        <w:br w:type="page"/>
      </w:r>
    </w:p>
    <w:p w14:paraId="2FBFA52A" w14:textId="0EDE443A" w:rsidR="004172BF" w:rsidRDefault="00550950" w:rsidP="004172B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fr-FR"/>
        </w:rPr>
      </w:pPr>
      <w:r>
        <w:rPr>
          <w:color w:val="auto"/>
          <w:sz w:val="36"/>
          <w:szCs w:val="32"/>
          <w:lang w:val="fr-FR"/>
        </w:rPr>
        <w:t>STEPPER</w:t>
      </w:r>
    </w:p>
    <w:p w14:paraId="662FFF2B" w14:textId="38F684DB" w:rsidR="004172BF" w:rsidRPr="004172BF" w:rsidRDefault="004172BF" w:rsidP="004172BF">
      <w:pPr>
        <w:pStyle w:val="Titre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color w:val="auto"/>
          <w:sz w:val="36"/>
          <w:szCs w:val="32"/>
          <w:lang w:val="fr-FR"/>
        </w:rPr>
      </w:pPr>
    </w:p>
    <w:p w14:paraId="5A5CF654" w14:textId="7845DC9B" w:rsidR="00F64BDD" w:rsidRDefault="00F51852" w:rsidP="00D133AD">
      <w:pPr>
        <w:pStyle w:val="Titre1"/>
      </w:pPr>
      <w:bookmarkStart w:id="2" w:name="_Toc86908996"/>
      <w:r>
        <w:t>MISE EN SITUATION</w:t>
      </w:r>
      <w:bookmarkEnd w:id="2"/>
    </w:p>
    <w:p w14:paraId="55C3BEAE" w14:textId="5808DA0F" w:rsidR="007F5CF4" w:rsidRDefault="00550950" w:rsidP="007F5CF4">
      <w:r>
        <w:t xml:space="preserve">Le stepper est un appareil utilisé pour simuler une activité </w:t>
      </w:r>
      <w:r w:rsidR="006D348B">
        <w:t>physique de montée d’escaliers.</w:t>
      </w:r>
    </w:p>
    <w:p w14:paraId="088EBF81" w14:textId="06D0407D" w:rsidR="0075237A" w:rsidRDefault="00490BC1" w:rsidP="007F5CF4">
      <w:r>
        <w:rPr>
          <w:noProof/>
        </w:rPr>
        <w:pict w14:anchorId="65EE23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132.35pt;margin-top:13.1pt;width:292.15pt;height:279pt;z-index:1;mso-position-horizontal-relative:text;mso-position-vertical-relative:text;mso-width-relative:page;mso-height-relative:page">
            <v:imagedata r:id="rId11" o:title=""/>
            <v:shadow opacity=".5" offset="6pt,6pt"/>
            <w10:wrap type="topAndBottom"/>
          </v:shape>
        </w:pict>
      </w:r>
    </w:p>
    <w:p w14:paraId="15108E35" w14:textId="29DE799D" w:rsidR="000367E7" w:rsidRDefault="000367E7" w:rsidP="007F5CF4"/>
    <w:p w14:paraId="55A6418A" w14:textId="4A3CCB23" w:rsidR="00F51852" w:rsidRDefault="002048B8" w:rsidP="003D76E3">
      <w:pPr>
        <w:pStyle w:val="Titre1"/>
      </w:pPr>
      <w:bookmarkStart w:id="3" w:name="_Toc86908997"/>
      <w:r>
        <w:t>DONNEES</w:t>
      </w:r>
      <w:bookmarkEnd w:id="3"/>
    </w:p>
    <w:p w14:paraId="6FA91101" w14:textId="6E6ABE2B" w:rsidR="00F87E54" w:rsidRDefault="000149B8" w:rsidP="00550950">
      <w:r>
        <w:t xml:space="preserve">Plans du </w:t>
      </w:r>
      <w:r w:rsidR="00AF0293">
        <w:t>C</w:t>
      </w:r>
      <w:r>
        <w:t>hâssis et d</w:t>
      </w:r>
      <w:r w:rsidR="002304B0">
        <w:t>es</w:t>
      </w:r>
      <w:r>
        <w:t xml:space="preserve"> </w:t>
      </w:r>
      <w:r w:rsidR="00AF0293">
        <w:t>S</w:t>
      </w:r>
      <w:r>
        <w:t>upport</w:t>
      </w:r>
      <w:r w:rsidR="002304B0">
        <w:t>s-pédales</w:t>
      </w:r>
      <w:r w:rsidR="00AF0293">
        <w:t xml:space="preserve"> en </w:t>
      </w:r>
      <w:proofErr w:type="spellStart"/>
      <w:r w:rsidR="00AF0293">
        <w:t>pdf</w:t>
      </w:r>
      <w:proofErr w:type="spellEnd"/>
      <w:r w:rsidR="000B089F">
        <w:t xml:space="preserve"> et papier</w:t>
      </w:r>
      <w:r w:rsidR="002304B0">
        <w:t>.</w:t>
      </w:r>
    </w:p>
    <w:p w14:paraId="13FE2AF8" w14:textId="667C8DC0" w:rsidR="009E16EA" w:rsidRDefault="000149B8" w:rsidP="00550950">
      <w:r>
        <w:t>Modèles CAO</w:t>
      </w:r>
      <w:r w:rsidR="00AF0293">
        <w:t xml:space="preserve"> </w:t>
      </w:r>
      <w:r w:rsidR="009E16EA">
        <w:t xml:space="preserve">: </w:t>
      </w:r>
    </w:p>
    <w:p w14:paraId="5A704BA0" w14:textId="3A61F3FA" w:rsidR="00AF0293" w:rsidRDefault="00AF0293" w:rsidP="00AF0293">
      <w:pPr>
        <w:numPr>
          <w:ilvl w:val="0"/>
          <w:numId w:val="45"/>
        </w:numPr>
      </w:pPr>
      <w:r>
        <w:t>Toutes les pièces autres que le Châssis et les Supports-pédales,</w:t>
      </w:r>
    </w:p>
    <w:p w14:paraId="1FD9F5BA" w14:textId="7B4368E7" w:rsidR="00AF0293" w:rsidRDefault="00AF0293" w:rsidP="00AF0293">
      <w:pPr>
        <w:numPr>
          <w:ilvl w:val="0"/>
          <w:numId w:val="45"/>
        </w:numPr>
      </w:pPr>
      <w:r>
        <w:t>Sous-ensembles Vérin-Tige et Vérin-Corps,</w:t>
      </w:r>
    </w:p>
    <w:p w14:paraId="219951B0" w14:textId="08482B56" w:rsidR="009E16EA" w:rsidRDefault="009E16EA" w:rsidP="00550950">
      <w:pPr>
        <w:numPr>
          <w:ilvl w:val="0"/>
          <w:numId w:val="45"/>
        </w:numPr>
      </w:pPr>
      <w:r>
        <w:t>Composants standards dans le dossier Biblio</w:t>
      </w:r>
      <w:r w:rsidR="00AF0293">
        <w:t>.</w:t>
      </w:r>
    </w:p>
    <w:p w14:paraId="2E33EE7F" w14:textId="097235DF" w:rsidR="000161E7" w:rsidRDefault="000161E7" w:rsidP="00550950">
      <w:r>
        <w:t>Plan d’ensemble du stepper</w:t>
      </w:r>
      <w:r w:rsidR="000B089F">
        <w:t xml:space="preserve"> en </w:t>
      </w:r>
      <w:proofErr w:type="spellStart"/>
      <w:r w:rsidR="000B089F">
        <w:t>pdf</w:t>
      </w:r>
      <w:proofErr w:type="spellEnd"/>
      <w:r w:rsidR="000B089F">
        <w:t xml:space="preserve"> et papier</w:t>
      </w:r>
      <w:r w:rsidR="00BB16E1">
        <w:t>.</w:t>
      </w:r>
    </w:p>
    <w:p w14:paraId="4E8D13D3" w14:textId="77777777" w:rsidR="000149B8" w:rsidRDefault="000149B8" w:rsidP="00550950"/>
    <w:p w14:paraId="59E85A10" w14:textId="40C7DA51" w:rsidR="00F51852" w:rsidRDefault="001E72CF" w:rsidP="00341EEF">
      <w:pPr>
        <w:pStyle w:val="Titre1"/>
      </w:pPr>
      <w:r>
        <w:br w:type="page"/>
      </w:r>
      <w:bookmarkStart w:id="4" w:name="_Toc86908998"/>
      <w:r w:rsidR="00560FD5">
        <w:lastRenderedPageBreak/>
        <w:t>TRAVAIL DEMANDE</w:t>
      </w:r>
      <w:bookmarkEnd w:id="4"/>
    </w:p>
    <w:p w14:paraId="41D40608" w14:textId="55BDE3A2" w:rsidR="00560FD5" w:rsidRDefault="00550950" w:rsidP="00015C6C">
      <w:pPr>
        <w:pStyle w:val="Titre2"/>
      </w:pPr>
      <w:r>
        <w:t xml:space="preserve">MODELISATION </w:t>
      </w:r>
      <w:r w:rsidR="00BB16E1">
        <w:t xml:space="preserve">DU </w:t>
      </w:r>
      <w:r>
        <w:t>CHASSIS</w:t>
      </w:r>
    </w:p>
    <w:p w14:paraId="01AE1BB6" w14:textId="246EB4FD" w:rsidR="00560FD5" w:rsidRDefault="005A7BA6" w:rsidP="00560FD5">
      <w:r>
        <w:t xml:space="preserve">A partir du plan fourni, </w:t>
      </w:r>
      <w:r w:rsidRPr="005A7BA6">
        <w:rPr>
          <w:b/>
          <w:bCs/>
        </w:rPr>
        <w:t>MODELISER</w:t>
      </w:r>
      <w:r w:rsidR="000149B8">
        <w:t xml:space="preserve"> le châssis </w:t>
      </w:r>
      <w:r>
        <w:t xml:space="preserve">mécano-soudé en utilisant </w:t>
      </w:r>
      <w:r w:rsidR="000149B8">
        <w:t xml:space="preserve">les fonctionnalités </w:t>
      </w:r>
      <w:r w:rsidR="00B12F79">
        <w:t xml:space="preserve">logicielles </w:t>
      </w:r>
      <w:r w:rsidR="000149B8">
        <w:t>adaptées.</w:t>
      </w:r>
    </w:p>
    <w:p w14:paraId="33BA3FD1" w14:textId="77777777" w:rsidR="000161E7" w:rsidRDefault="000161E7" w:rsidP="00560FD5">
      <w:pPr>
        <w:rPr>
          <w:b/>
          <w:bCs/>
        </w:rPr>
      </w:pPr>
    </w:p>
    <w:p w14:paraId="254199DB" w14:textId="04BE7279" w:rsidR="000161E7" w:rsidRDefault="005A7BA6" w:rsidP="000161E7">
      <w:pPr>
        <w:rPr>
          <w:rFonts w:cs="Arial"/>
          <w:szCs w:val="24"/>
        </w:rPr>
      </w:pPr>
      <w:r w:rsidRPr="00245E34">
        <w:rPr>
          <w:b/>
          <w:bCs/>
        </w:rPr>
        <w:t>SAUVEGARDER</w:t>
      </w:r>
      <w:r>
        <w:t xml:space="preserve"> vos fichiers </w:t>
      </w:r>
      <w:r w:rsidR="00B3578D" w:rsidRPr="005455B0">
        <w:rPr>
          <w:rFonts w:cs="Arial"/>
          <w:szCs w:val="24"/>
        </w:rPr>
        <w:t xml:space="preserve">dans le dossier </w:t>
      </w:r>
      <w:r w:rsidR="00B3578D" w:rsidRPr="005455B0">
        <w:rPr>
          <w:rFonts w:cs="Arial"/>
          <w:b/>
          <w:szCs w:val="24"/>
        </w:rPr>
        <w:t>« </w:t>
      </w:r>
      <w:r w:rsidR="00B3578D" w:rsidRPr="005455B0">
        <w:rPr>
          <w:rFonts w:cs="Arial"/>
          <w:b/>
          <w:bCs/>
          <w:szCs w:val="24"/>
        </w:rPr>
        <w:t>C:\WorldSkills2022\</w:t>
      </w:r>
      <w:r w:rsidR="00B3578D" w:rsidRPr="005455B0">
        <w:rPr>
          <w:rFonts w:cs="Arial"/>
          <w:b/>
          <w:szCs w:val="24"/>
        </w:rPr>
        <w:t>M</w:t>
      </w:r>
      <w:r w:rsidR="00B3578D">
        <w:rPr>
          <w:rFonts w:cs="Arial"/>
          <w:b/>
          <w:szCs w:val="24"/>
        </w:rPr>
        <w:t>4</w:t>
      </w:r>
      <w:r w:rsidR="00B3578D" w:rsidRPr="005455B0">
        <w:rPr>
          <w:rFonts w:cs="Arial"/>
          <w:b/>
          <w:bCs/>
          <w:szCs w:val="24"/>
        </w:rPr>
        <w:t>_xxxxx »</w:t>
      </w:r>
      <w:r w:rsidR="00B3578D" w:rsidRPr="005455B0">
        <w:rPr>
          <w:rFonts w:cs="Arial"/>
          <w:szCs w:val="24"/>
        </w:rPr>
        <w:t xml:space="preserve"> (</w:t>
      </w:r>
      <w:proofErr w:type="spellStart"/>
      <w:r w:rsidR="00B3578D" w:rsidRPr="005455B0">
        <w:rPr>
          <w:rFonts w:cs="Arial"/>
          <w:szCs w:val="24"/>
        </w:rPr>
        <w:t>xxxxx</w:t>
      </w:r>
      <w:proofErr w:type="spellEnd"/>
      <w:r w:rsidR="00B3578D" w:rsidRPr="005455B0">
        <w:rPr>
          <w:rFonts w:cs="Arial"/>
          <w:szCs w:val="24"/>
        </w:rPr>
        <w:t xml:space="preserve"> étant les 5 premières lettres de votre NOM)</w:t>
      </w:r>
      <w:r w:rsidR="00B3578D">
        <w:rPr>
          <w:rFonts w:cs="Arial"/>
          <w:szCs w:val="24"/>
        </w:rPr>
        <w:t xml:space="preserve"> </w:t>
      </w:r>
      <w:r w:rsidR="00BB16E1">
        <w:t>en respectant</w:t>
      </w:r>
      <w:r>
        <w:t xml:space="preserve"> les noms </w:t>
      </w:r>
      <w:r w:rsidR="00B12F79">
        <w:t>indiqués sur le plan fourni</w:t>
      </w:r>
      <w:r w:rsidR="00B3578D">
        <w:t>.</w:t>
      </w:r>
    </w:p>
    <w:p w14:paraId="0840491D" w14:textId="23F4A482" w:rsidR="000161E7" w:rsidRDefault="000161E7" w:rsidP="00560FD5"/>
    <w:p w14:paraId="7B57E4DE" w14:textId="77777777" w:rsidR="000161E7" w:rsidRDefault="000161E7" w:rsidP="00560FD5"/>
    <w:p w14:paraId="22FCF907" w14:textId="77777777" w:rsidR="00594106" w:rsidRDefault="00594106" w:rsidP="00560FD5"/>
    <w:p w14:paraId="46026C88" w14:textId="31401DC8" w:rsidR="001E72CF" w:rsidRDefault="00550950" w:rsidP="008871AE">
      <w:pPr>
        <w:pStyle w:val="Titre2"/>
      </w:pPr>
      <w:r>
        <w:t xml:space="preserve">MODELISATION </w:t>
      </w:r>
      <w:r w:rsidR="00BB16E1">
        <w:t xml:space="preserve">DES </w:t>
      </w:r>
      <w:r>
        <w:t>SUPPORT</w:t>
      </w:r>
      <w:r w:rsidR="000149B8">
        <w:t>S</w:t>
      </w:r>
    </w:p>
    <w:p w14:paraId="00075BBE" w14:textId="0065DD19" w:rsidR="00245E34" w:rsidRDefault="00245E34" w:rsidP="00245E34">
      <w:r>
        <w:t xml:space="preserve">A partir des plans fournis, </w:t>
      </w:r>
      <w:r w:rsidRPr="005A7BA6">
        <w:rPr>
          <w:b/>
          <w:bCs/>
        </w:rPr>
        <w:t>MODELISER</w:t>
      </w:r>
      <w:r>
        <w:t xml:space="preserve"> les supports </w:t>
      </w:r>
      <w:r w:rsidR="000B602E">
        <w:t xml:space="preserve">mécano-soudés </w:t>
      </w:r>
      <w:r>
        <w:t xml:space="preserve">des pédales droite et gauche en utilisant les fonctionnalités </w:t>
      </w:r>
      <w:r w:rsidR="00B12F79">
        <w:t xml:space="preserve">logicielles </w:t>
      </w:r>
      <w:r>
        <w:t>adaptées.</w:t>
      </w:r>
    </w:p>
    <w:p w14:paraId="78656095" w14:textId="77777777" w:rsidR="000161E7" w:rsidRDefault="000161E7" w:rsidP="00245E34">
      <w:pPr>
        <w:rPr>
          <w:b/>
          <w:bCs/>
        </w:rPr>
      </w:pPr>
    </w:p>
    <w:p w14:paraId="7DDF1FBA" w14:textId="4E6ABF84" w:rsidR="00A50BF3" w:rsidRDefault="00245E34" w:rsidP="00A50BF3">
      <w:pPr>
        <w:rPr>
          <w:rFonts w:cs="Arial"/>
          <w:szCs w:val="24"/>
        </w:rPr>
      </w:pPr>
      <w:r w:rsidRPr="00245E34">
        <w:rPr>
          <w:b/>
          <w:bCs/>
        </w:rPr>
        <w:t>SAUVEGARDER</w:t>
      </w:r>
      <w:r>
        <w:t xml:space="preserve"> vos fichiers </w:t>
      </w:r>
      <w:r w:rsidR="00B3578D" w:rsidRPr="005455B0">
        <w:rPr>
          <w:rFonts w:cs="Arial"/>
          <w:szCs w:val="24"/>
        </w:rPr>
        <w:t xml:space="preserve">dans le dossier </w:t>
      </w:r>
      <w:r w:rsidR="00B3578D" w:rsidRPr="005455B0">
        <w:rPr>
          <w:rFonts w:cs="Arial"/>
          <w:b/>
          <w:szCs w:val="24"/>
        </w:rPr>
        <w:t>« </w:t>
      </w:r>
      <w:r w:rsidR="00B3578D" w:rsidRPr="005455B0">
        <w:rPr>
          <w:rFonts w:cs="Arial"/>
          <w:b/>
          <w:bCs/>
          <w:szCs w:val="24"/>
        </w:rPr>
        <w:t>C:\WorldSkills2022\</w:t>
      </w:r>
      <w:r w:rsidR="00B3578D" w:rsidRPr="005455B0">
        <w:rPr>
          <w:rFonts w:cs="Arial"/>
          <w:b/>
          <w:szCs w:val="24"/>
        </w:rPr>
        <w:t>M</w:t>
      </w:r>
      <w:r w:rsidR="00B3578D">
        <w:rPr>
          <w:rFonts w:cs="Arial"/>
          <w:b/>
          <w:szCs w:val="24"/>
        </w:rPr>
        <w:t>4</w:t>
      </w:r>
      <w:r w:rsidR="00B3578D" w:rsidRPr="005455B0">
        <w:rPr>
          <w:rFonts w:cs="Arial"/>
          <w:b/>
          <w:bCs/>
          <w:szCs w:val="24"/>
        </w:rPr>
        <w:t>_xxxxx »</w:t>
      </w:r>
      <w:r w:rsidR="00B3578D" w:rsidRPr="005455B0">
        <w:rPr>
          <w:rFonts w:cs="Arial"/>
          <w:szCs w:val="24"/>
        </w:rPr>
        <w:t xml:space="preserve"> (</w:t>
      </w:r>
      <w:proofErr w:type="spellStart"/>
      <w:r w:rsidR="00B3578D" w:rsidRPr="005455B0">
        <w:rPr>
          <w:rFonts w:cs="Arial"/>
          <w:szCs w:val="24"/>
        </w:rPr>
        <w:t>xxxxx</w:t>
      </w:r>
      <w:proofErr w:type="spellEnd"/>
      <w:r w:rsidR="00B3578D" w:rsidRPr="005455B0">
        <w:rPr>
          <w:rFonts w:cs="Arial"/>
          <w:szCs w:val="24"/>
        </w:rPr>
        <w:t xml:space="preserve"> étant les 5 premières lettres de votre NOM)</w:t>
      </w:r>
      <w:r w:rsidR="00B3578D">
        <w:rPr>
          <w:rFonts w:cs="Arial"/>
          <w:szCs w:val="24"/>
        </w:rPr>
        <w:t xml:space="preserve"> </w:t>
      </w:r>
      <w:r w:rsidR="00BB16E1">
        <w:t>en respectant les noms indiqués sur le plan fourni</w:t>
      </w:r>
      <w:r w:rsidR="00B3578D">
        <w:rPr>
          <w:rFonts w:cs="Arial"/>
          <w:szCs w:val="24"/>
        </w:rPr>
        <w:t>.</w:t>
      </w:r>
    </w:p>
    <w:p w14:paraId="105A8298" w14:textId="77777777" w:rsidR="001E72CF" w:rsidRPr="001E72CF" w:rsidRDefault="001E72CF" w:rsidP="001E72CF"/>
    <w:p w14:paraId="3EEF781E" w14:textId="176D5B65" w:rsidR="00C10E09" w:rsidRPr="00C10E09" w:rsidRDefault="00C10E09" w:rsidP="00C10E09"/>
    <w:p w14:paraId="02FF644F" w14:textId="4773DE54" w:rsidR="006B5E4C" w:rsidRDefault="006B5E4C" w:rsidP="00F51852"/>
    <w:p w14:paraId="497B6571" w14:textId="2BA7168A" w:rsidR="006B5E4C" w:rsidRDefault="00EF7576" w:rsidP="006B5E4C">
      <w:pPr>
        <w:pStyle w:val="Titre2"/>
      </w:pPr>
      <w:r>
        <w:t>ANIM</w:t>
      </w:r>
      <w:r w:rsidR="00550950">
        <w:t>ATION</w:t>
      </w:r>
    </w:p>
    <w:p w14:paraId="124D04CE" w14:textId="5EB4732A" w:rsidR="00E30560" w:rsidRDefault="00E30560" w:rsidP="00E30560">
      <w:r>
        <w:t>Afin de mettre en valeur le stepper</w:t>
      </w:r>
      <w:r w:rsidR="00EF7576">
        <w:t xml:space="preserve"> dans le magasin de sport en tête de gondole</w:t>
      </w:r>
      <w:r>
        <w:t xml:space="preserve">, l’entreprise </w:t>
      </w:r>
      <w:r w:rsidR="00EF7576">
        <w:t>souhaite montrer son fonctionnement</w:t>
      </w:r>
      <w:r>
        <w:t xml:space="preserve"> grâce à une animation.</w:t>
      </w:r>
      <w:r w:rsidR="00EF7576">
        <w:t xml:space="preserve"> </w:t>
      </w:r>
      <w:r>
        <w:t xml:space="preserve">Le travail qui vous est demandé consiste à faire </w:t>
      </w:r>
      <w:r w:rsidR="00EF7576">
        <w:t>cette</w:t>
      </w:r>
      <w:r>
        <w:t xml:space="preserve"> </w:t>
      </w:r>
      <w:r w:rsidR="00EF7576">
        <w:t>vidéo d’</w:t>
      </w:r>
      <w:r>
        <w:t>animation</w:t>
      </w:r>
      <w:r w:rsidR="00EF7576">
        <w:t>.</w:t>
      </w:r>
    </w:p>
    <w:p w14:paraId="2FBE13CD" w14:textId="77777777" w:rsidR="00E30560" w:rsidRDefault="00E30560" w:rsidP="00E30560"/>
    <w:p w14:paraId="60759318" w14:textId="77777777" w:rsidR="00EF7576" w:rsidRDefault="00EF7576" w:rsidP="00EF7576">
      <w:r>
        <w:t>Dans cette vidéo, on souhaite voir :</w:t>
      </w:r>
    </w:p>
    <w:p w14:paraId="1998EAF2" w14:textId="77777777" w:rsidR="00EF7576" w:rsidRDefault="00EF7576" w:rsidP="00EF7576">
      <w:pPr>
        <w:numPr>
          <w:ilvl w:val="0"/>
          <w:numId w:val="44"/>
        </w:numPr>
      </w:pPr>
      <w:r>
        <w:t>Un cycle de montée et descente de chaque pédale,</w:t>
      </w:r>
    </w:p>
    <w:p w14:paraId="1A79F69F" w14:textId="77777777" w:rsidR="00EF7576" w:rsidRDefault="00EF7576" w:rsidP="00EF7576">
      <w:pPr>
        <w:numPr>
          <w:ilvl w:val="0"/>
          <w:numId w:val="44"/>
        </w:numPr>
      </w:pPr>
      <w:r>
        <w:t>Un zoom sur l’élément qui limite la position extrême des pédales,</w:t>
      </w:r>
    </w:p>
    <w:p w14:paraId="53F6E7C9" w14:textId="08208888" w:rsidR="00EF7576" w:rsidRDefault="00EF7576" w:rsidP="00EF7576">
      <w:pPr>
        <w:numPr>
          <w:ilvl w:val="0"/>
          <w:numId w:val="44"/>
        </w:numPr>
      </w:pPr>
      <w:r>
        <w:t>Un zoom sur le mécanisme de renvoi au contact des deux butées,</w:t>
      </w:r>
    </w:p>
    <w:p w14:paraId="6322802D" w14:textId="5500C366" w:rsidR="005A3AE3" w:rsidRPr="000161E7" w:rsidRDefault="005A3AE3" w:rsidP="00EF7576">
      <w:pPr>
        <w:numPr>
          <w:ilvl w:val="0"/>
          <w:numId w:val="44"/>
        </w:numPr>
      </w:pPr>
      <w:r>
        <w:t>L’intérieur d’un des vérins.</w:t>
      </w:r>
    </w:p>
    <w:p w14:paraId="504E208C" w14:textId="77777777" w:rsidR="00E30560" w:rsidRDefault="00E30560" w:rsidP="00E30560"/>
    <w:p w14:paraId="604386AE" w14:textId="77777777" w:rsidR="00E30560" w:rsidRDefault="00E30560" w:rsidP="00E30560">
      <w:r>
        <w:t>Les critères d’appréciation seront :</w:t>
      </w:r>
    </w:p>
    <w:p w14:paraId="1992A9AA" w14:textId="07FD49BF" w:rsidR="00E30560" w:rsidRDefault="00E30560" w:rsidP="00E30560">
      <w:pPr>
        <w:numPr>
          <w:ilvl w:val="0"/>
          <w:numId w:val="47"/>
        </w:numPr>
      </w:pPr>
      <w:r>
        <w:t>Format AVI, 1024 x 768</w:t>
      </w:r>
      <w:r w:rsidR="005A3AE3">
        <w:t>, durée 20 secondes maximum,</w:t>
      </w:r>
    </w:p>
    <w:p w14:paraId="2A839A2D" w14:textId="1B02C9B4" w:rsidR="00E30560" w:rsidRDefault="00E30560" w:rsidP="00E30560">
      <w:pPr>
        <w:numPr>
          <w:ilvl w:val="0"/>
          <w:numId w:val="47"/>
        </w:numPr>
      </w:pPr>
      <w:r w:rsidRPr="009D047D">
        <w:t xml:space="preserve">Respect des </w:t>
      </w:r>
      <w:r>
        <w:t xml:space="preserve">amplitudes des </w:t>
      </w:r>
      <w:r w:rsidRPr="009D047D">
        <w:t>mouvements</w:t>
      </w:r>
      <w:r w:rsidR="005A3AE3">
        <w:t>,</w:t>
      </w:r>
    </w:p>
    <w:p w14:paraId="15BE8BC3" w14:textId="77777777" w:rsidR="00E30560" w:rsidRPr="009D047D" w:rsidRDefault="00E30560" w:rsidP="00E30560">
      <w:pPr>
        <w:numPr>
          <w:ilvl w:val="0"/>
          <w:numId w:val="47"/>
        </w:numPr>
      </w:pPr>
      <w:r>
        <w:t>Respect des points de vue</w:t>
      </w:r>
      <w:r w:rsidRPr="009D047D">
        <w:t>,</w:t>
      </w:r>
    </w:p>
    <w:p w14:paraId="4A048265" w14:textId="77777777" w:rsidR="00E30560" w:rsidRPr="00212FAE" w:rsidRDefault="00E30560" w:rsidP="00E30560">
      <w:pPr>
        <w:numPr>
          <w:ilvl w:val="0"/>
          <w:numId w:val="47"/>
        </w:numPr>
      </w:pPr>
      <w:r w:rsidRPr="00212FAE">
        <w:t>Qualité de la vidéo.</w:t>
      </w:r>
    </w:p>
    <w:p w14:paraId="2A0B2C44" w14:textId="77777777" w:rsidR="00E30560" w:rsidRDefault="00E30560" w:rsidP="00E30560"/>
    <w:p w14:paraId="09AE02CD" w14:textId="77777777" w:rsidR="00E30560" w:rsidRDefault="00E30560" w:rsidP="00E30560">
      <w:r>
        <w:t>Le résultat de votre travail sera jugé à partir :</w:t>
      </w:r>
    </w:p>
    <w:p w14:paraId="748B22B2" w14:textId="7114919E" w:rsidR="00E30560" w:rsidRPr="00EF7576" w:rsidRDefault="00E30560" w:rsidP="000161E7">
      <w:pPr>
        <w:pStyle w:val="Paragraphedeliste"/>
        <w:numPr>
          <w:ilvl w:val="0"/>
          <w:numId w:val="46"/>
        </w:numPr>
        <w:rPr>
          <w:lang w:val="fr-FR"/>
        </w:rPr>
      </w:pPr>
      <w:r w:rsidRPr="00696EC3">
        <w:rPr>
          <w:lang w:val="fr-FR"/>
        </w:rPr>
        <w:t>Du fichier vidéo qui sera ouvert pour analyser la qualité</w:t>
      </w:r>
      <w:r>
        <w:rPr>
          <w:lang w:val="fr-FR"/>
        </w:rPr>
        <w:t>,</w:t>
      </w:r>
      <w:r w:rsidRPr="00696EC3">
        <w:rPr>
          <w:lang w:val="fr-FR"/>
        </w:rPr>
        <w:t xml:space="preserve"> la fluidité des mouvements</w:t>
      </w:r>
      <w:r>
        <w:rPr>
          <w:lang w:val="fr-FR"/>
        </w:rPr>
        <w:t xml:space="preserve"> et les points de vue</w:t>
      </w:r>
      <w:r w:rsidRPr="00696EC3">
        <w:rPr>
          <w:lang w:val="fr-FR"/>
        </w:rPr>
        <w:t>.</w:t>
      </w:r>
    </w:p>
    <w:p w14:paraId="6FE52D85" w14:textId="77777777" w:rsidR="00E30560" w:rsidRDefault="00E30560" w:rsidP="000161E7">
      <w:pPr>
        <w:rPr>
          <w:b/>
          <w:bCs/>
        </w:rPr>
      </w:pPr>
    </w:p>
    <w:p w14:paraId="3AA85A74" w14:textId="77777777" w:rsidR="00EF7576" w:rsidRDefault="00E30560" w:rsidP="000161E7">
      <w:r w:rsidRPr="00E30560">
        <w:rPr>
          <w:b/>
          <w:bCs/>
        </w:rPr>
        <w:t>ASSEMBLER</w:t>
      </w:r>
      <w:r>
        <w:t xml:space="preserve"> le stepper dans le but de </w:t>
      </w:r>
      <w:r w:rsidRPr="00E30560">
        <w:rPr>
          <w:b/>
          <w:bCs/>
        </w:rPr>
        <w:t>REALISER</w:t>
      </w:r>
      <w:r w:rsidR="000161E7">
        <w:t xml:space="preserve"> une vidéo de simulation du fonctionnement du stepper.</w:t>
      </w:r>
      <w:r w:rsidR="00B3578D">
        <w:t xml:space="preserve"> </w:t>
      </w:r>
    </w:p>
    <w:p w14:paraId="6DFB6599" w14:textId="77777777" w:rsidR="00EF7576" w:rsidRDefault="00EF7576" w:rsidP="000161E7"/>
    <w:p w14:paraId="6A054193" w14:textId="67A2DCBE" w:rsidR="000161E7" w:rsidRDefault="000161E7" w:rsidP="000161E7">
      <w:pPr>
        <w:rPr>
          <w:rFonts w:cs="Arial"/>
          <w:szCs w:val="24"/>
        </w:rPr>
      </w:pPr>
      <w:r w:rsidRPr="00D36D4D">
        <w:rPr>
          <w:rFonts w:cs="Arial"/>
          <w:b/>
          <w:bCs/>
          <w:szCs w:val="24"/>
        </w:rPr>
        <w:t>SAUVEGARDER</w:t>
      </w:r>
      <w:r w:rsidRPr="00D36D4D">
        <w:rPr>
          <w:rFonts w:cs="Arial"/>
          <w:szCs w:val="24"/>
        </w:rPr>
        <w:t xml:space="preserve"> vo</w:t>
      </w:r>
      <w:r>
        <w:rPr>
          <w:rFonts w:cs="Arial"/>
          <w:szCs w:val="24"/>
        </w:rPr>
        <w:t>s fichiers</w:t>
      </w:r>
      <w:r w:rsidRPr="00D36D4D">
        <w:rPr>
          <w:rFonts w:cs="Arial"/>
          <w:szCs w:val="24"/>
        </w:rPr>
        <w:t xml:space="preserve"> sous les noms</w:t>
      </w:r>
      <w:r>
        <w:rPr>
          <w:rFonts w:cs="Arial"/>
          <w:szCs w:val="24"/>
        </w:rPr>
        <w:t> :</w:t>
      </w:r>
    </w:p>
    <w:p w14:paraId="37F4DE50" w14:textId="4689F32C" w:rsidR="00E30560" w:rsidRDefault="00E30560" w:rsidP="00EF7576">
      <w:pPr>
        <w:numPr>
          <w:ilvl w:val="0"/>
          <w:numId w:val="46"/>
        </w:numPr>
        <w:rPr>
          <w:rFonts w:cs="Arial"/>
          <w:b/>
          <w:bCs/>
          <w:szCs w:val="24"/>
        </w:rPr>
      </w:pPr>
      <w:r w:rsidRPr="00D36D4D">
        <w:rPr>
          <w:rFonts w:cs="Arial"/>
          <w:b/>
          <w:szCs w:val="24"/>
        </w:rPr>
        <w:t>« </w:t>
      </w:r>
      <w:r w:rsidR="00EF7576">
        <w:rPr>
          <w:rFonts w:cs="Arial"/>
          <w:b/>
          <w:szCs w:val="24"/>
        </w:rPr>
        <w:t>Anim</w:t>
      </w:r>
      <w:r>
        <w:rPr>
          <w:rFonts w:cs="Arial"/>
          <w:b/>
          <w:szCs w:val="24"/>
        </w:rPr>
        <w:t>ation-</w:t>
      </w:r>
      <w:proofErr w:type="spellStart"/>
      <w:r>
        <w:rPr>
          <w:rFonts w:cs="Arial"/>
          <w:b/>
          <w:szCs w:val="24"/>
        </w:rPr>
        <w:t>Stepper_</w:t>
      </w:r>
      <w:r w:rsidRPr="00D36D4D">
        <w:rPr>
          <w:rFonts w:cs="Arial"/>
          <w:b/>
          <w:bCs/>
          <w:szCs w:val="24"/>
        </w:rPr>
        <w:t>xxxxx.</w:t>
      </w:r>
      <w:r>
        <w:rPr>
          <w:rFonts w:cs="Arial"/>
          <w:b/>
          <w:bCs/>
          <w:szCs w:val="24"/>
        </w:rPr>
        <w:t>iam</w:t>
      </w:r>
      <w:proofErr w:type="spellEnd"/>
      <w:r w:rsidRPr="00D36D4D">
        <w:rPr>
          <w:rFonts w:cs="Arial"/>
          <w:b/>
          <w:bCs/>
          <w:szCs w:val="24"/>
        </w:rPr>
        <w:t> »</w:t>
      </w:r>
      <w:r w:rsidRPr="00877080">
        <w:rPr>
          <w:rFonts w:cs="Arial"/>
          <w:szCs w:val="24"/>
        </w:rPr>
        <w:t xml:space="preserve"> pour </w:t>
      </w:r>
      <w:r>
        <w:rPr>
          <w:rFonts w:cs="Arial"/>
          <w:szCs w:val="24"/>
        </w:rPr>
        <w:t>le fichier d’ensemble</w:t>
      </w:r>
      <w:r w:rsidRPr="00877080">
        <w:rPr>
          <w:rFonts w:cs="Arial"/>
          <w:szCs w:val="24"/>
        </w:rPr>
        <w:t xml:space="preserve"> </w:t>
      </w:r>
    </w:p>
    <w:p w14:paraId="480171E3" w14:textId="6AB1EACF" w:rsidR="00E30560" w:rsidRDefault="00E30560" w:rsidP="00EF7576">
      <w:pPr>
        <w:numPr>
          <w:ilvl w:val="0"/>
          <w:numId w:val="46"/>
        </w:numPr>
        <w:rPr>
          <w:rFonts w:cs="Arial"/>
          <w:b/>
          <w:bCs/>
          <w:szCs w:val="24"/>
        </w:rPr>
      </w:pPr>
      <w:r w:rsidRPr="00D36D4D">
        <w:rPr>
          <w:rFonts w:cs="Arial"/>
          <w:b/>
          <w:szCs w:val="24"/>
        </w:rPr>
        <w:t>« </w:t>
      </w:r>
      <w:r w:rsidR="00EF7576">
        <w:rPr>
          <w:rFonts w:cs="Arial"/>
          <w:b/>
          <w:szCs w:val="24"/>
        </w:rPr>
        <w:t>Anima</w:t>
      </w:r>
      <w:r>
        <w:rPr>
          <w:rFonts w:cs="Arial"/>
          <w:b/>
          <w:szCs w:val="24"/>
        </w:rPr>
        <w:t>tion-Stepper_</w:t>
      </w:r>
      <w:r w:rsidRPr="00D36D4D">
        <w:rPr>
          <w:rFonts w:cs="Arial"/>
          <w:b/>
          <w:bCs/>
          <w:szCs w:val="24"/>
        </w:rPr>
        <w:t>xxxxx.</w:t>
      </w:r>
      <w:r>
        <w:rPr>
          <w:rFonts w:cs="Arial"/>
          <w:b/>
          <w:bCs/>
          <w:szCs w:val="24"/>
        </w:rPr>
        <w:t>avi</w:t>
      </w:r>
      <w:r w:rsidRPr="00D36D4D">
        <w:rPr>
          <w:rFonts w:cs="Arial"/>
          <w:b/>
          <w:bCs/>
          <w:szCs w:val="24"/>
        </w:rPr>
        <w:t> »</w:t>
      </w:r>
      <w:r w:rsidRPr="00877080">
        <w:rPr>
          <w:rFonts w:cs="Arial"/>
          <w:szCs w:val="24"/>
        </w:rPr>
        <w:t xml:space="preserve"> pour la vidéo </w:t>
      </w:r>
    </w:p>
    <w:p w14:paraId="201FF84A" w14:textId="496F016D" w:rsidR="000161E7" w:rsidRPr="000161E7" w:rsidRDefault="00A50BF3" w:rsidP="00EF7576">
      <w:pPr>
        <w:ind w:right="1559"/>
      </w:pPr>
      <w:r>
        <w:rPr>
          <w:rFonts w:cs="Arial"/>
          <w:szCs w:val="24"/>
        </w:rPr>
        <w:t xml:space="preserve">… </w:t>
      </w:r>
      <w:r w:rsidRPr="005455B0">
        <w:rPr>
          <w:rFonts w:cs="Arial"/>
          <w:szCs w:val="24"/>
        </w:rPr>
        <w:t xml:space="preserve">dans le dossier </w:t>
      </w:r>
      <w:r w:rsidRPr="005455B0">
        <w:rPr>
          <w:rFonts w:cs="Arial"/>
          <w:b/>
          <w:szCs w:val="24"/>
        </w:rPr>
        <w:t>« </w:t>
      </w:r>
      <w:r w:rsidRPr="005455B0">
        <w:rPr>
          <w:rFonts w:cs="Arial"/>
          <w:b/>
          <w:bCs/>
          <w:szCs w:val="24"/>
        </w:rPr>
        <w:t>C:\WorldSkills2022\</w:t>
      </w:r>
      <w:r w:rsidRPr="005455B0">
        <w:rPr>
          <w:rFonts w:cs="Arial"/>
          <w:b/>
          <w:szCs w:val="24"/>
        </w:rPr>
        <w:t>M</w:t>
      </w:r>
      <w:r>
        <w:rPr>
          <w:rFonts w:cs="Arial"/>
          <w:b/>
          <w:szCs w:val="24"/>
        </w:rPr>
        <w:t>4</w:t>
      </w:r>
      <w:r w:rsidRPr="005455B0">
        <w:rPr>
          <w:rFonts w:cs="Arial"/>
          <w:b/>
          <w:bCs/>
          <w:szCs w:val="24"/>
        </w:rPr>
        <w:t>_xxxxx »</w:t>
      </w:r>
      <w:r w:rsidRPr="005455B0">
        <w:rPr>
          <w:rFonts w:cs="Arial"/>
          <w:szCs w:val="24"/>
        </w:rPr>
        <w:t xml:space="preserve"> (</w:t>
      </w:r>
      <w:proofErr w:type="spellStart"/>
      <w:r w:rsidRPr="005455B0">
        <w:rPr>
          <w:rFonts w:cs="Arial"/>
          <w:szCs w:val="24"/>
        </w:rPr>
        <w:t>xxxxx</w:t>
      </w:r>
      <w:proofErr w:type="spellEnd"/>
      <w:r w:rsidRPr="005455B0">
        <w:rPr>
          <w:rFonts w:cs="Arial"/>
          <w:szCs w:val="24"/>
        </w:rPr>
        <w:t xml:space="preserve"> étant les 5 premières lettres de votre NOM).</w:t>
      </w:r>
    </w:p>
    <w:p w14:paraId="7CF6B180" w14:textId="1F0467B3" w:rsidR="00550950" w:rsidRPr="00550950" w:rsidRDefault="00550950" w:rsidP="00550950">
      <w:r>
        <w:br w:type="page"/>
      </w:r>
    </w:p>
    <w:p w14:paraId="10FE4384" w14:textId="08522EA0" w:rsidR="00FC6636" w:rsidRDefault="00FC6636" w:rsidP="008D7DCF">
      <w:pPr>
        <w:pStyle w:val="Titre1"/>
        <w:tabs>
          <w:tab w:val="num" w:pos="851"/>
        </w:tabs>
      </w:pPr>
      <w:bookmarkStart w:id="5" w:name="_Toc86908999"/>
      <w:bookmarkStart w:id="6" w:name="_Toc434330077"/>
      <w:r>
        <w:t>Planning</w:t>
      </w:r>
      <w:bookmarkEnd w:id="5"/>
      <w:r>
        <w:t xml:space="preserve"> </w:t>
      </w:r>
    </w:p>
    <w:p w14:paraId="53B5DE19" w14:textId="77777777" w:rsidR="003C0A5A" w:rsidRPr="004F16FE" w:rsidRDefault="003C0A5A" w:rsidP="00FC6636">
      <w:pPr>
        <w:pStyle w:val="Tramecouleur-Accent31"/>
        <w:ind w:left="0"/>
        <w:rPr>
          <w:rFonts w:cs="Arial"/>
          <w:b/>
          <w:szCs w:val="20"/>
        </w:rPr>
      </w:pPr>
    </w:p>
    <w:tbl>
      <w:tblPr>
        <w:tblW w:w="9668" w:type="dxa"/>
        <w:jc w:val="center"/>
        <w:tblBorders>
          <w:top w:val="single" w:sz="4" w:space="0" w:color="62B5E5"/>
          <w:left w:val="single" w:sz="4" w:space="0" w:color="62B5E5"/>
          <w:bottom w:val="single" w:sz="4" w:space="0" w:color="62B5E5"/>
          <w:right w:val="single" w:sz="4" w:space="0" w:color="62B5E5"/>
          <w:insideH w:val="single" w:sz="4" w:space="0" w:color="62B5E5"/>
          <w:insideV w:val="single" w:sz="4" w:space="0" w:color="62B5E5"/>
        </w:tblBorders>
        <w:tblLook w:val="01E0" w:firstRow="1" w:lastRow="1" w:firstColumn="1" w:lastColumn="1" w:noHBand="0" w:noVBand="0"/>
      </w:tblPr>
      <w:tblGrid>
        <w:gridCol w:w="1291"/>
        <w:gridCol w:w="1327"/>
        <w:gridCol w:w="1501"/>
        <w:gridCol w:w="4118"/>
        <w:gridCol w:w="1431"/>
      </w:tblGrid>
      <w:tr w:rsidR="006F25D6" w:rsidRPr="004F16FE" w14:paraId="2CABB01F" w14:textId="77777777" w:rsidTr="00FC7A11">
        <w:trPr>
          <w:cantSplit/>
          <w:trHeight w:val="283"/>
          <w:jc w:val="center"/>
        </w:trPr>
        <w:tc>
          <w:tcPr>
            <w:tcW w:w="1291" w:type="dxa"/>
            <w:vMerge w:val="restart"/>
            <w:tcBorders>
              <w:top w:val="single" w:sz="4" w:space="0" w:color="003B5C"/>
              <w:left w:val="single" w:sz="4" w:space="0" w:color="003B5C"/>
              <w:right w:val="single" w:sz="4" w:space="0" w:color="003B5C"/>
            </w:tcBorders>
            <w:shd w:val="clear" w:color="auto" w:fill="003B5C"/>
            <w:textDirection w:val="btLr"/>
            <w:vAlign w:val="center"/>
          </w:tcPr>
          <w:p w14:paraId="03164CB6" w14:textId="2ED06F06" w:rsidR="006F25D6" w:rsidRPr="004F16FE" w:rsidRDefault="006F25D6" w:rsidP="006F25D6">
            <w:pPr>
              <w:ind w:right="113"/>
              <w:jc w:val="center"/>
              <w:rPr>
                <w:rFonts w:cs="Arial"/>
                <w:b/>
                <w:color w:val="FFFFFF"/>
                <w:sz w:val="28"/>
                <w:szCs w:val="18"/>
              </w:rPr>
            </w:pPr>
            <w:r w:rsidRPr="004F16FE">
              <w:rPr>
                <w:rFonts w:cs="Arial"/>
                <w:b/>
                <w:color w:val="FFFFFF"/>
                <w:sz w:val="28"/>
                <w:szCs w:val="18"/>
              </w:rPr>
              <w:t xml:space="preserve">Jour </w:t>
            </w:r>
            <w:r w:rsidR="00D04755">
              <w:rPr>
                <w:rFonts w:cs="Arial"/>
                <w:b/>
                <w:color w:val="FFFFFF"/>
                <w:sz w:val="28"/>
                <w:szCs w:val="18"/>
              </w:rPr>
              <w:t>3</w:t>
            </w:r>
            <w:r>
              <w:rPr>
                <w:rFonts w:cs="Arial"/>
                <w:b/>
                <w:color w:val="FFFFFF"/>
                <w:sz w:val="28"/>
                <w:szCs w:val="18"/>
              </w:rPr>
              <w:t xml:space="preserve"> : </w:t>
            </w:r>
            <w:r w:rsidRPr="00FC7A11">
              <w:rPr>
                <w:rFonts w:cs="Arial"/>
                <w:b/>
                <w:color w:val="FFFFFF"/>
                <w:sz w:val="24"/>
                <w:szCs w:val="16"/>
              </w:rPr>
              <w:t>M</w:t>
            </w:r>
            <w:r w:rsidR="00D04755">
              <w:rPr>
                <w:rFonts w:cs="Arial"/>
                <w:b/>
                <w:color w:val="FFFFFF"/>
                <w:sz w:val="24"/>
                <w:szCs w:val="16"/>
              </w:rPr>
              <w:t>4</w:t>
            </w:r>
          </w:p>
          <w:p w14:paraId="09899D9D" w14:textId="4068BECD" w:rsidR="006F25D6" w:rsidRPr="004F16FE" w:rsidRDefault="00D04755" w:rsidP="00B168A1">
            <w:pPr>
              <w:ind w:left="113" w:right="113"/>
              <w:jc w:val="center"/>
              <w:rPr>
                <w:rFonts w:cs="Arial"/>
                <w:color w:val="FFFFFF"/>
              </w:rPr>
            </w:pPr>
            <w:r>
              <w:rPr>
                <w:rFonts w:cs="Arial"/>
                <w:color w:val="FFFFFF"/>
                <w:szCs w:val="18"/>
              </w:rPr>
              <w:t>Same</w:t>
            </w:r>
            <w:r w:rsidR="007D1813">
              <w:rPr>
                <w:rFonts w:cs="Arial"/>
                <w:color w:val="FFFFFF"/>
                <w:szCs w:val="18"/>
              </w:rPr>
              <w:t>d</w:t>
            </w:r>
            <w:r w:rsidR="006F25D6" w:rsidRPr="004F16FE">
              <w:rPr>
                <w:rFonts w:cs="Arial"/>
                <w:color w:val="FFFFFF"/>
                <w:szCs w:val="18"/>
              </w:rPr>
              <w:t xml:space="preserve">i </w:t>
            </w:r>
            <w:r w:rsidR="00B168A1">
              <w:rPr>
                <w:rFonts w:cs="Arial"/>
                <w:color w:val="FFFFFF"/>
                <w:szCs w:val="18"/>
              </w:rPr>
              <w:t>1</w:t>
            </w:r>
            <w:r>
              <w:rPr>
                <w:rFonts w:cs="Arial"/>
                <w:color w:val="FFFFFF"/>
                <w:szCs w:val="18"/>
              </w:rPr>
              <w:t>5</w:t>
            </w:r>
            <w:r w:rsidR="006F25D6" w:rsidRPr="004F16FE">
              <w:rPr>
                <w:rFonts w:cs="Arial"/>
                <w:color w:val="FFFFFF"/>
                <w:szCs w:val="18"/>
              </w:rPr>
              <w:t>/</w:t>
            </w:r>
            <w:r w:rsidR="007D1813">
              <w:rPr>
                <w:rFonts w:cs="Arial"/>
                <w:color w:val="FFFFFF"/>
                <w:szCs w:val="18"/>
              </w:rPr>
              <w:t>0</w:t>
            </w:r>
            <w:r w:rsidR="000B4206">
              <w:rPr>
                <w:rFonts w:cs="Arial"/>
                <w:color w:val="FFFFFF"/>
                <w:szCs w:val="18"/>
              </w:rPr>
              <w:t>1</w:t>
            </w:r>
            <w:r w:rsidR="006F25D6" w:rsidRPr="004F16FE">
              <w:rPr>
                <w:rFonts w:cs="Arial"/>
                <w:color w:val="FFFFFF"/>
                <w:szCs w:val="18"/>
              </w:rPr>
              <w:t>/20</w:t>
            </w:r>
            <w:r w:rsidR="006F25D6">
              <w:rPr>
                <w:rFonts w:cs="Arial"/>
                <w:color w:val="FFFFFF"/>
                <w:szCs w:val="18"/>
              </w:rPr>
              <w:t>2</w:t>
            </w:r>
            <w:r w:rsidR="000B4206">
              <w:rPr>
                <w:rFonts w:cs="Arial"/>
                <w:color w:val="FFFFFF"/>
                <w:szCs w:val="18"/>
              </w:rPr>
              <w:t>2</w:t>
            </w:r>
          </w:p>
        </w:tc>
        <w:tc>
          <w:tcPr>
            <w:tcW w:w="1327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003B5C"/>
            <w:vAlign w:val="center"/>
          </w:tcPr>
          <w:p w14:paraId="7F704C0D" w14:textId="77777777" w:rsidR="006F25D6" w:rsidRPr="004F16FE" w:rsidRDefault="006F25D6" w:rsidP="00644CDC">
            <w:pPr>
              <w:jc w:val="center"/>
              <w:rPr>
                <w:rFonts w:cs="Arial"/>
                <w:b/>
                <w:color w:val="FFFFFF"/>
                <w:szCs w:val="18"/>
              </w:rPr>
            </w:pPr>
            <w:r w:rsidRPr="004F16FE">
              <w:rPr>
                <w:rFonts w:cs="Arial"/>
                <w:b/>
                <w:color w:val="FFFFFF"/>
                <w:szCs w:val="18"/>
              </w:rPr>
              <w:t>DÉBUT</w:t>
            </w:r>
          </w:p>
        </w:tc>
        <w:tc>
          <w:tcPr>
            <w:tcW w:w="150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003B5C"/>
            <w:vAlign w:val="center"/>
          </w:tcPr>
          <w:p w14:paraId="12229284" w14:textId="77777777" w:rsidR="006F25D6" w:rsidRPr="004F16FE" w:rsidRDefault="006F25D6" w:rsidP="00644CDC">
            <w:pPr>
              <w:jc w:val="center"/>
              <w:rPr>
                <w:rFonts w:cs="Arial"/>
                <w:b/>
                <w:color w:val="FFFFFF"/>
                <w:szCs w:val="18"/>
              </w:rPr>
            </w:pPr>
            <w:r w:rsidRPr="004F16FE">
              <w:rPr>
                <w:rFonts w:cs="Arial"/>
                <w:b/>
                <w:color w:val="FFFFFF"/>
                <w:szCs w:val="18"/>
              </w:rPr>
              <w:t>FIN</w:t>
            </w:r>
          </w:p>
        </w:tc>
        <w:tc>
          <w:tcPr>
            <w:tcW w:w="4118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003B5C"/>
            <w:vAlign w:val="center"/>
          </w:tcPr>
          <w:p w14:paraId="535B89A0" w14:textId="77777777" w:rsidR="006F25D6" w:rsidRPr="004F16FE" w:rsidRDefault="006F25D6" w:rsidP="00644CDC">
            <w:pPr>
              <w:rPr>
                <w:rFonts w:cs="Arial"/>
                <w:b/>
                <w:color w:val="FFFFFF"/>
                <w:szCs w:val="18"/>
              </w:rPr>
            </w:pPr>
            <w:r w:rsidRPr="004F16FE">
              <w:rPr>
                <w:rFonts w:cs="Arial"/>
                <w:b/>
                <w:color w:val="FFFFFF"/>
                <w:szCs w:val="18"/>
              </w:rPr>
              <w:t>TÂCHES</w:t>
            </w:r>
          </w:p>
        </w:tc>
        <w:tc>
          <w:tcPr>
            <w:tcW w:w="143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003B5C"/>
            <w:vAlign w:val="center"/>
          </w:tcPr>
          <w:p w14:paraId="79BB9763" w14:textId="77777777" w:rsidR="006F25D6" w:rsidRPr="004F16FE" w:rsidRDefault="006F25D6" w:rsidP="00644CDC">
            <w:pPr>
              <w:jc w:val="center"/>
              <w:rPr>
                <w:rFonts w:cs="Arial"/>
                <w:b/>
                <w:color w:val="FFFFFF"/>
                <w:szCs w:val="18"/>
              </w:rPr>
            </w:pPr>
            <w:r w:rsidRPr="004F16FE">
              <w:rPr>
                <w:rFonts w:cs="Arial"/>
                <w:b/>
                <w:color w:val="FFFFFF"/>
                <w:szCs w:val="18"/>
              </w:rPr>
              <w:t>TOTAL</w:t>
            </w:r>
          </w:p>
        </w:tc>
      </w:tr>
      <w:tr w:rsidR="00B23D20" w:rsidRPr="004F16FE" w14:paraId="65250630" w14:textId="77777777" w:rsidTr="00D15AEA">
        <w:trPr>
          <w:cantSplit/>
          <w:trHeight w:val="283"/>
          <w:jc w:val="center"/>
        </w:trPr>
        <w:tc>
          <w:tcPr>
            <w:tcW w:w="1291" w:type="dxa"/>
            <w:vMerge/>
            <w:tcBorders>
              <w:left w:val="single" w:sz="4" w:space="0" w:color="003B5C"/>
              <w:right w:val="single" w:sz="4" w:space="0" w:color="003B5C"/>
            </w:tcBorders>
            <w:shd w:val="clear" w:color="auto" w:fill="003B5C"/>
            <w:textDirection w:val="btLr"/>
            <w:vAlign w:val="center"/>
          </w:tcPr>
          <w:p w14:paraId="5190522D" w14:textId="77777777" w:rsidR="00B23D20" w:rsidRPr="004F16FE" w:rsidRDefault="00B23D20" w:rsidP="00644CDC">
            <w:pPr>
              <w:ind w:left="113" w:right="113"/>
              <w:jc w:val="center"/>
              <w:rPr>
                <w:rFonts w:cs="Arial"/>
                <w:color w:val="FFFFFF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0000"/>
            </w:tcBorders>
            <w:vAlign w:val="center"/>
          </w:tcPr>
          <w:p w14:paraId="227C507E" w14:textId="1A71F127" w:rsidR="00B23D20" w:rsidRPr="004F16FE" w:rsidRDefault="00B23D20" w:rsidP="00644CDC">
            <w:pPr>
              <w:jc w:val="center"/>
              <w:rPr>
                <w:rFonts w:cs="Arial"/>
              </w:rPr>
            </w:pPr>
            <w:r w:rsidRPr="004F16FE">
              <w:rPr>
                <w:rFonts w:cs="Arial"/>
              </w:rPr>
              <w:t>8h</w:t>
            </w:r>
            <w:r w:rsidR="00B01F9A">
              <w:rPr>
                <w:rFonts w:cs="Arial"/>
              </w:rPr>
              <w:t>15</w:t>
            </w:r>
          </w:p>
        </w:tc>
        <w:tc>
          <w:tcPr>
            <w:tcW w:w="4118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vAlign w:val="center"/>
          </w:tcPr>
          <w:p w14:paraId="1628C8D8" w14:textId="77777777" w:rsidR="00B23D20" w:rsidRPr="004F16FE" w:rsidRDefault="00B23D20" w:rsidP="00644CDC">
            <w:pPr>
              <w:rPr>
                <w:rFonts w:cs="Arial"/>
              </w:rPr>
            </w:pPr>
            <w:r w:rsidRPr="004F16FE">
              <w:rPr>
                <w:rFonts w:cs="Arial"/>
              </w:rPr>
              <w:t>Arrivée des candidats</w:t>
            </w:r>
          </w:p>
        </w:tc>
        <w:tc>
          <w:tcPr>
            <w:tcW w:w="1431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3B5C"/>
            </w:tcBorders>
            <w:shd w:val="clear" w:color="auto" w:fill="BFBFBF"/>
            <w:vAlign w:val="center"/>
          </w:tcPr>
          <w:p w14:paraId="35ADBC7E" w14:textId="77777777" w:rsidR="00B23D20" w:rsidRPr="004F16FE" w:rsidRDefault="00B23D20" w:rsidP="00644CDC">
            <w:pPr>
              <w:jc w:val="center"/>
              <w:rPr>
                <w:rFonts w:cs="Arial"/>
              </w:rPr>
            </w:pPr>
          </w:p>
        </w:tc>
      </w:tr>
      <w:tr w:rsidR="006F25D6" w:rsidRPr="004F16FE" w14:paraId="10A713A5" w14:textId="77777777" w:rsidTr="00D15AEA">
        <w:trPr>
          <w:cantSplit/>
          <w:trHeight w:val="283"/>
          <w:jc w:val="center"/>
        </w:trPr>
        <w:tc>
          <w:tcPr>
            <w:tcW w:w="1291" w:type="dxa"/>
            <w:vMerge/>
            <w:tcBorders>
              <w:left w:val="single" w:sz="4" w:space="0" w:color="003B5C"/>
              <w:right w:val="single" w:sz="4" w:space="0" w:color="003B5C"/>
            </w:tcBorders>
            <w:shd w:val="clear" w:color="auto" w:fill="003B5C"/>
            <w:textDirection w:val="btLr"/>
            <w:vAlign w:val="center"/>
          </w:tcPr>
          <w:p w14:paraId="586B462A" w14:textId="77777777" w:rsidR="006F25D6" w:rsidRPr="004F16FE" w:rsidRDefault="006F25D6" w:rsidP="00644CDC">
            <w:pPr>
              <w:ind w:left="113" w:right="113"/>
              <w:jc w:val="center"/>
              <w:rPr>
                <w:rFonts w:cs="Arial"/>
                <w:color w:val="FFFFFF"/>
              </w:rPr>
            </w:pPr>
          </w:p>
        </w:tc>
        <w:tc>
          <w:tcPr>
            <w:tcW w:w="1327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0000"/>
            </w:tcBorders>
            <w:vAlign w:val="center"/>
          </w:tcPr>
          <w:p w14:paraId="266F9439" w14:textId="56AA5C97" w:rsidR="006F25D6" w:rsidRPr="004F16FE" w:rsidRDefault="006F25D6" w:rsidP="00644CDC">
            <w:pPr>
              <w:jc w:val="center"/>
              <w:rPr>
                <w:rFonts w:cs="Arial"/>
              </w:rPr>
            </w:pPr>
            <w:r w:rsidRPr="004F16FE">
              <w:rPr>
                <w:rFonts w:cs="Arial"/>
              </w:rPr>
              <w:t>8h</w:t>
            </w:r>
            <w:r w:rsidR="00B01F9A">
              <w:rPr>
                <w:rFonts w:cs="Arial"/>
              </w:rPr>
              <w:t>30</w:t>
            </w:r>
          </w:p>
        </w:tc>
        <w:tc>
          <w:tcPr>
            <w:tcW w:w="1501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vAlign w:val="center"/>
          </w:tcPr>
          <w:p w14:paraId="219615D1" w14:textId="01683CA1" w:rsidR="006F25D6" w:rsidRPr="004F16FE" w:rsidRDefault="003F3096" w:rsidP="00644C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6F25D6" w:rsidRPr="004F16FE">
              <w:rPr>
                <w:rFonts w:cs="Arial"/>
              </w:rPr>
              <w:t>h</w:t>
            </w:r>
            <w:r>
              <w:rPr>
                <w:rFonts w:cs="Arial"/>
              </w:rPr>
              <w:t>45</w:t>
            </w:r>
          </w:p>
        </w:tc>
        <w:tc>
          <w:tcPr>
            <w:tcW w:w="4118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vAlign w:val="center"/>
          </w:tcPr>
          <w:p w14:paraId="15CFB4DE" w14:textId="77777777" w:rsidR="006F25D6" w:rsidRPr="004F16FE" w:rsidRDefault="006F25D6" w:rsidP="00644CDC">
            <w:pPr>
              <w:rPr>
                <w:rFonts w:cs="Arial"/>
              </w:rPr>
            </w:pPr>
            <w:r>
              <w:rPr>
                <w:rFonts w:cs="Arial"/>
              </w:rPr>
              <w:t>Consignes de l’Expert et é</w:t>
            </w:r>
            <w:r w:rsidRPr="004F16FE">
              <w:rPr>
                <w:rFonts w:cs="Arial"/>
              </w:rPr>
              <w:t>tude du sujet</w:t>
            </w:r>
          </w:p>
        </w:tc>
        <w:tc>
          <w:tcPr>
            <w:tcW w:w="1431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3B5C"/>
            </w:tcBorders>
            <w:vAlign w:val="center"/>
          </w:tcPr>
          <w:p w14:paraId="5C5A5621" w14:textId="336D0E76" w:rsidR="006F25D6" w:rsidRPr="004F16FE" w:rsidRDefault="006F25D6" w:rsidP="00644C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Pr="000A35AF">
              <w:rPr>
                <w:rFonts w:cs="Arial"/>
              </w:rPr>
              <w:t>h</w:t>
            </w:r>
            <w:r w:rsidR="00B01F9A">
              <w:rPr>
                <w:rFonts w:cs="Arial"/>
              </w:rPr>
              <w:t>1</w:t>
            </w:r>
            <w:r w:rsidR="00B66B42">
              <w:rPr>
                <w:rFonts w:cs="Arial"/>
              </w:rPr>
              <w:t>5</w:t>
            </w:r>
          </w:p>
        </w:tc>
      </w:tr>
      <w:tr w:rsidR="00D15AEA" w:rsidRPr="004F16FE" w14:paraId="0AE19230" w14:textId="77777777" w:rsidTr="00D15AEA">
        <w:trPr>
          <w:cantSplit/>
          <w:trHeight w:val="283"/>
          <w:jc w:val="center"/>
        </w:trPr>
        <w:tc>
          <w:tcPr>
            <w:tcW w:w="1291" w:type="dxa"/>
            <w:vMerge/>
            <w:tcBorders>
              <w:left w:val="single" w:sz="4" w:space="0" w:color="003B5C"/>
              <w:right w:val="single" w:sz="4" w:space="0" w:color="003B5C"/>
            </w:tcBorders>
            <w:shd w:val="clear" w:color="auto" w:fill="003B5C"/>
            <w:textDirection w:val="btLr"/>
            <w:vAlign w:val="center"/>
          </w:tcPr>
          <w:p w14:paraId="74A96ABE" w14:textId="77777777" w:rsidR="006F25D6" w:rsidRPr="004F16FE" w:rsidRDefault="006F25D6" w:rsidP="00644CDC">
            <w:pPr>
              <w:ind w:left="113" w:right="113"/>
              <w:jc w:val="center"/>
              <w:rPr>
                <w:rFonts w:cs="Arial"/>
                <w:color w:val="FFFFFF"/>
              </w:rPr>
            </w:pPr>
          </w:p>
        </w:tc>
        <w:tc>
          <w:tcPr>
            <w:tcW w:w="1327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2270F802" w14:textId="0A374E71" w:rsidR="006F25D6" w:rsidRPr="00CD4E13" w:rsidRDefault="003F3096" w:rsidP="00644CDC">
            <w:pPr>
              <w:jc w:val="center"/>
              <w:rPr>
                <w:rFonts w:cs="Arial"/>
                <w:b/>
                <w:color w:val="003B5C"/>
              </w:rPr>
            </w:pPr>
            <w:r>
              <w:rPr>
                <w:rFonts w:cs="Arial"/>
                <w:b/>
                <w:color w:val="003B5C"/>
              </w:rPr>
              <w:t>8</w:t>
            </w:r>
            <w:r w:rsidR="006F25D6" w:rsidRPr="00CD4E13">
              <w:rPr>
                <w:rFonts w:cs="Arial"/>
                <w:b/>
                <w:color w:val="003B5C"/>
              </w:rPr>
              <w:t>h</w:t>
            </w:r>
            <w:r>
              <w:rPr>
                <w:rFonts w:cs="Arial"/>
                <w:b/>
                <w:color w:val="003B5C"/>
              </w:rPr>
              <w:t>45</w:t>
            </w:r>
          </w:p>
        </w:tc>
        <w:tc>
          <w:tcPr>
            <w:tcW w:w="1501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62E7174D" w14:textId="2CB30E42" w:rsidR="006F25D6" w:rsidRPr="00CD4E13" w:rsidRDefault="006F25D6" w:rsidP="00644CDC">
            <w:pPr>
              <w:jc w:val="center"/>
              <w:rPr>
                <w:rFonts w:cs="Arial"/>
                <w:b/>
                <w:color w:val="003B5C"/>
              </w:rPr>
            </w:pPr>
            <w:r w:rsidRPr="00CD4E13">
              <w:rPr>
                <w:rFonts w:cs="Arial"/>
                <w:b/>
                <w:color w:val="003B5C"/>
              </w:rPr>
              <w:t>11h</w:t>
            </w:r>
            <w:r w:rsidR="003F3096">
              <w:rPr>
                <w:rFonts w:cs="Arial"/>
                <w:b/>
                <w:color w:val="003B5C"/>
              </w:rPr>
              <w:t>15</w:t>
            </w:r>
          </w:p>
        </w:tc>
        <w:tc>
          <w:tcPr>
            <w:tcW w:w="4118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5675D61D" w14:textId="74B68916" w:rsidR="006F25D6" w:rsidRPr="00CD4E13" w:rsidRDefault="006F25D6" w:rsidP="00644CDC">
            <w:pPr>
              <w:rPr>
                <w:rFonts w:cs="Arial"/>
                <w:b/>
                <w:color w:val="003B5C"/>
              </w:rPr>
            </w:pPr>
            <w:r w:rsidRPr="00CD4E13">
              <w:rPr>
                <w:rFonts w:cs="Arial"/>
                <w:b/>
                <w:color w:val="003B5C"/>
              </w:rPr>
              <w:t>Epreuve</w:t>
            </w:r>
            <w:r>
              <w:rPr>
                <w:rFonts w:cs="Arial"/>
                <w:b/>
                <w:color w:val="003B5C"/>
              </w:rPr>
              <w:t xml:space="preserve"> </w:t>
            </w:r>
            <w:r w:rsidR="00B23D20">
              <w:rPr>
                <w:rFonts w:cs="Arial"/>
                <w:b/>
                <w:color w:val="003B5C"/>
              </w:rPr>
              <w:t>M</w:t>
            </w:r>
            <w:r>
              <w:rPr>
                <w:rFonts w:cs="Arial"/>
                <w:b/>
                <w:color w:val="003B5C"/>
              </w:rPr>
              <w:t xml:space="preserve">odule </w:t>
            </w:r>
            <w:r w:rsidR="00CC24EF">
              <w:rPr>
                <w:rFonts w:cs="Arial"/>
                <w:b/>
                <w:color w:val="003B5C"/>
              </w:rPr>
              <w:t>4</w:t>
            </w:r>
          </w:p>
        </w:tc>
        <w:tc>
          <w:tcPr>
            <w:tcW w:w="1431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01A3FB05" w14:textId="77777777" w:rsidR="006F25D6" w:rsidRPr="00CD4E13" w:rsidRDefault="006F25D6" w:rsidP="00644CDC">
            <w:pPr>
              <w:jc w:val="center"/>
              <w:rPr>
                <w:rFonts w:cs="Arial"/>
                <w:b/>
                <w:color w:val="003B5C"/>
              </w:rPr>
            </w:pPr>
            <w:r w:rsidRPr="00CD4E13">
              <w:rPr>
                <w:rFonts w:cs="Arial"/>
                <w:b/>
                <w:color w:val="003B5C"/>
              </w:rPr>
              <w:t>2h</w:t>
            </w:r>
            <w:r>
              <w:rPr>
                <w:rFonts w:cs="Arial"/>
                <w:b/>
                <w:color w:val="003B5C"/>
              </w:rPr>
              <w:t>3</w:t>
            </w:r>
            <w:r w:rsidRPr="00CD4E13">
              <w:rPr>
                <w:rFonts w:cs="Arial"/>
                <w:b/>
                <w:color w:val="003B5C"/>
              </w:rPr>
              <w:t>0</w:t>
            </w:r>
          </w:p>
        </w:tc>
      </w:tr>
      <w:tr w:rsidR="00B23D20" w:rsidRPr="004F16FE" w14:paraId="0C66FFE8" w14:textId="77777777" w:rsidTr="00D15AEA">
        <w:trPr>
          <w:cantSplit/>
          <w:trHeight w:val="283"/>
          <w:jc w:val="center"/>
        </w:trPr>
        <w:tc>
          <w:tcPr>
            <w:tcW w:w="1291" w:type="dxa"/>
            <w:vMerge/>
            <w:tcBorders>
              <w:left w:val="single" w:sz="4" w:space="0" w:color="003B5C"/>
              <w:right w:val="single" w:sz="4" w:space="0" w:color="003B5C"/>
            </w:tcBorders>
            <w:shd w:val="clear" w:color="auto" w:fill="003B5C"/>
            <w:textDirection w:val="btLr"/>
            <w:vAlign w:val="center"/>
          </w:tcPr>
          <w:p w14:paraId="1DBEC2C3" w14:textId="77777777" w:rsidR="00B23D20" w:rsidRPr="004F16FE" w:rsidRDefault="00B23D20" w:rsidP="00644CDC">
            <w:pPr>
              <w:ind w:left="113" w:right="113"/>
              <w:jc w:val="center"/>
              <w:rPr>
                <w:rFonts w:cs="Arial"/>
                <w:color w:val="FFFFFF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1FC0CA15" w14:textId="3B4DDAF3" w:rsidR="00B23D20" w:rsidRPr="00CD4E13" w:rsidRDefault="00B23D20" w:rsidP="00644CDC">
            <w:pPr>
              <w:jc w:val="center"/>
              <w:rPr>
                <w:rFonts w:cs="Arial"/>
                <w:b/>
                <w:color w:val="003B5C"/>
              </w:rPr>
            </w:pPr>
            <w:r>
              <w:rPr>
                <w:rFonts w:cs="Arial"/>
                <w:b/>
                <w:color w:val="003B5C"/>
              </w:rPr>
              <w:t>11h15</w:t>
            </w:r>
          </w:p>
        </w:tc>
        <w:tc>
          <w:tcPr>
            <w:tcW w:w="4118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0000"/>
            </w:tcBorders>
            <w:shd w:val="clear" w:color="auto" w:fill="auto"/>
            <w:vAlign w:val="center"/>
          </w:tcPr>
          <w:p w14:paraId="42155960" w14:textId="4B93B499" w:rsidR="00B23D20" w:rsidRPr="00CD4E13" w:rsidRDefault="00B23D20" w:rsidP="00644CDC">
            <w:pPr>
              <w:rPr>
                <w:rFonts w:cs="Arial"/>
                <w:b/>
                <w:color w:val="003B5C"/>
              </w:rPr>
            </w:pPr>
            <w:r>
              <w:rPr>
                <w:rFonts w:cs="Arial"/>
                <w:b/>
                <w:color w:val="003B5C"/>
              </w:rPr>
              <w:t>Fin du Module 4</w:t>
            </w:r>
          </w:p>
        </w:tc>
        <w:tc>
          <w:tcPr>
            <w:tcW w:w="1431" w:type="dxa"/>
            <w:tcBorders>
              <w:top w:val="single" w:sz="4" w:space="0" w:color="003B5C"/>
              <w:left w:val="single" w:sz="4" w:space="0" w:color="000000"/>
              <w:bottom w:val="single" w:sz="4" w:space="0" w:color="003B5C"/>
              <w:right w:val="single" w:sz="4" w:space="0" w:color="003B5C"/>
            </w:tcBorders>
            <w:shd w:val="clear" w:color="auto" w:fill="BFBFBF"/>
            <w:vAlign w:val="center"/>
          </w:tcPr>
          <w:p w14:paraId="4812983C" w14:textId="77777777" w:rsidR="00B23D20" w:rsidRPr="00CD4E13" w:rsidRDefault="00B23D20" w:rsidP="00644CDC">
            <w:pPr>
              <w:jc w:val="center"/>
              <w:rPr>
                <w:rFonts w:cs="Arial"/>
                <w:b/>
                <w:color w:val="003B5C"/>
              </w:rPr>
            </w:pPr>
          </w:p>
        </w:tc>
      </w:tr>
      <w:tr w:rsidR="008D7DCF" w:rsidRPr="004F16FE" w14:paraId="76D6C872" w14:textId="77777777" w:rsidTr="00D15AEA">
        <w:trPr>
          <w:cantSplit/>
          <w:trHeight w:val="284"/>
          <w:jc w:val="center"/>
        </w:trPr>
        <w:tc>
          <w:tcPr>
            <w:tcW w:w="1291" w:type="dxa"/>
            <w:vMerge/>
            <w:tcBorders>
              <w:left w:val="single" w:sz="4" w:space="0" w:color="003B5C"/>
              <w:bottom w:val="single" w:sz="4" w:space="0" w:color="auto"/>
              <w:right w:val="single" w:sz="4" w:space="0" w:color="003B5C"/>
            </w:tcBorders>
            <w:shd w:val="clear" w:color="auto" w:fill="003B5C"/>
            <w:textDirection w:val="btLr"/>
            <w:vAlign w:val="center"/>
          </w:tcPr>
          <w:p w14:paraId="0AB1E4BA" w14:textId="77777777" w:rsidR="008D7DCF" w:rsidRPr="004F16FE" w:rsidRDefault="008D7DCF" w:rsidP="008D7DCF">
            <w:pPr>
              <w:ind w:left="113" w:right="113"/>
              <w:jc w:val="center"/>
              <w:rPr>
                <w:rFonts w:cs="Arial"/>
                <w:color w:val="FFFFFF"/>
              </w:rPr>
            </w:pPr>
          </w:p>
        </w:tc>
        <w:tc>
          <w:tcPr>
            <w:tcW w:w="1327" w:type="dxa"/>
            <w:tcBorders>
              <w:top w:val="single" w:sz="4" w:space="0" w:color="003B5C"/>
              <w:left w:val="single" w:sz="4" w:space="0" w:color="003B5C"/>
              <w:bottom w:val="single" w:sz="4" w:space="0" w:color="auto"/>
              <w:right w:val="single" w:sz="4" w:space="0" w:color="000000"/>
            </w:tcBorders>
            <w:vAlign w:val="center"/>
          </w:tcPr>
          <w:p w14:paraId="65A075C4" w14:textId="5CA383E6" w:rsidR="008D7DCF" w:rsidRPr="004F16FE" w:rsidRDefault="008D7DCF" w:rsidP="008D7DCF">
            <w:pPr>
              <w:jc w:val="center"/>
              <w:rPr>
                <w:rFonts w:cs="Arial"/>
              </w:rPr>
            </w:pPr>
            <w:r w:rsidRPr="004F16FE">
              <w:rPr>
                <w:rFonts w:cs="Arial"/>
              </w:rPr>
              <w:t>11h</w:t>
            </w:r>
            <w:r>
              <w:rPr>
                <w:rFonts w:cs="Arial"/>
              </w:rPr>
              <w:t>30</w:t>
            </w:r>
          </w:p>
        </w:tc>
        <w:tc>
          <w:tcPr>
            <w:tcW w:w="1501" w:type="dxa"/>
            <w:tcBorders>
              <w:top w:val="single" w:sz="4" w:space="0" w:color="003B5C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D2DF9E" w14:textId="08080518" w:rsidR="008D7DCF" w:rsidRPr="00CD4E13" w:rsidRDefault="008D7DCF" w:rsidP="008D7DCF">
            <w:pPr>
              <w:jc w:val="center"/>
              <w:rPr>
                <w:rFonts w:cs="Arial"/>
                <w:b/>
                <w:color w:val="003B5C"/>
              </w:rPr>
            </w:pPr>
            <w:r w:rsidRPr="004F16FE">
              <w:rPr>
                <w:rFonts w:cs="Arial"/>
              </w:rPr>
              <w:t>12h</w:t>
            </w:r>
            <w:r>
              <w:rPr>
                <w:rFonts w:cs="Arial"/>
              </w:rPr>
              <w:t>30</w:t>
            </w:r>
          </w:p>
        </w:tc>
        <w:tc>
          <w:tcPr>
            <w:tcW w:w="4118" w:type="dxa"/>
            <w:tcBorders>
              <w:top w:val="single" w:sz="4" w:space="0" w:color="003B5C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D998D9" w14:textId="36B82AD5" w:rsidR="008D7DCF" w:rsidRPr="00CD4E13" w:rsidRDefault="008D7DCF" w:rsidP="008D7DCF">
            <w:pPr>
              <w:rPr>
                <w:rFonts w:cs="Arial"/>
                <w:b/>
                <w:color w:val="003B5C"/>
              </w:rPr>
            </w:pPr>
            <w:r>
              <w:rPr>
                <w:rFonts w:cs="Arial"/>
              </w:rPr>
              <w:t>S</w:t>
            </w:r>
            <w:r w:rsidRPr="004F16FE">
              <w:rPr>
                <w:rFonts w:cs="Arial"/>
              </w:rPr>
              <w:t>ervice du déjeuner</w:t>
            </w:r>
          </w:p>
        </w:tc>
        <w:tc>
          <w:tcPr>
            <w:tcW w:w="1431" w:type="dxa"/>
            <w:tcBorders>
              <w:top w:val="single" w:sz="4" w:space="0" w:color="003B5C"/>
              <w:left w:val="single" w:sz="4" w:space="0" w:color="000000"/>
              <w:bottom w:val="single" w:sz="4" w:space="0" w:color="auto"/>
              <w:right w:val="single" w:sz="4" w:space="0" w:color="003B5C"/>
            </w:tcBorders>
            <w:vAlign w:val="center"/>
          </w:tcPr>
          <w:p w14:paraId="69C99E9C" w14:textId="5250014C" w:rsidR="008D7DCF" w:rsidRPr="00CD4E13" w:rsidRDefault="008D7DCF" w:rsidP="008D7DCF">
            <w:pPr>
              <w:jc w:val="center"/>
              <w:rPr>
                <w:rFonts w:cs="Arial"/>
                <w:b/>
                <w:color w:val="003B5C"/>
              </w:rPr>
            </w:pPr>
            <w:r w:rsidRPr="004F16FE">
              <w:rPr>
                <w:rFonts w:cs="Arial"/>
              </w:rPr>
              <w:t>1h</w:t>
            </w:r>
          </w:p>
        </w:tc>
      </w:tr>
      <w:bookmarkEnd w:id="6"/>
    </w:tbl>
    <w:p w14:paraId="16029F76" w14:textId="1F56B0CE" w:rsidR="00065070" w:rsidRDefault="00065070" w:rsidP="00065070"/>
    <w:p w14:paraId="7DAC293C" w14:textId="77777777" w:rsidR="00644CDC" w:rsidRPr="004F16FE" w:rsidRDefault="00644CDC" w:rsidP="00644CDC">
      <w:pPr>
        <w:pStyle w:val="Titre1"/>
      </w:pPr>
      <w:bookmarkStart w:id="7" w:name="_Toc307477169"/>
      <w:bookmarkStart w:id="8" w:name="_Toc434231933"/>
      <w:bookmarkStart w:id="9" w:name="_Toc86909000"/>
      <w:r w:rsidRPr="004F16FE">
        <w:t>BAR</w:t>
      </w:r>
      <w:r>
        <w:t>Ê</w:t>
      </w:r>
      <w:r w:rsidRPr="004F16FE">
        <w:t>ME DE CORRECTION</w:t>
      </w:r>
      <w:bookmarkEnd w:id="7"/>
      <w:bookmarkEnd w:id="8"/>
      <w:bookmarkEnd w:id="9"/>
    </w:p>
    <w:tbl>
      <w:tblPr>
        <w:tblW w:w="9639" w:type="dxa"/>
        <w:tblInd w:w="70" w:type="dxa"/>
        <w:tblBorders>
          <w:top w:val="single" w:sz="4" w:space="0" w:color="62B5E5"/>
          <w:left w:val="single" w:sz="4" w:space="0" w:color="62B5E5"/>
          <w:bottom w:val="single" w:sz="4" w:space="0" w:color="62B5E5"/>
          <w:right w:val="single" w:sz="4" w:space="0" w:color="62B5E5"/>
          <w:insideH w:val="single" w:sz="4" w:space="0" w:color="62B5E5"/>
          <w:insideV w:val="single" w:sz="4" w:space="0" w:color="62B5E5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4961"/>
        <w:gridCol w:w="1134"/>
        <w:gridCol w:w="1134"/>
      </w:tblGrid>
      <w:tr w:rsidR="00F90BE7" w:rsidRPr="00313576" w14:paraId="5C910B70" w14:textId="77777777" w:rsidTr="005C7299">
        <w:trPr>
          <w:trHeight w:val="1219"/>
        </w:trPr>
        <w:tc>
          <w:tcPr>
            <w:tcW w:w="85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  <w:hideMark/>
          </w:tcPr>
          <w:p w14:paraId="50B6EBEA" w14:textId="77777777" w:rsidR="00F90BE7" w:rsidRPr="00313576" w:rsidRDefault="00F90BE7" w:rsidP="008F6A1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bookmarkStart w:id="10" w:name="_Hlk37400910"/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Critère</w:t>
            </w:r>
          </w:p>
        </w:tc>
        <w:tc>
          <w:tcPr>
            <w:tcW w:w="850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  <w:hideMark/>
          </w:tcPr>
          <w:p w14:paraId="1485596F" w14:textId="77777777" w:rsidR="00F90BE7" w:rsidRPr="00313576" w:rsidRDefault="00F90BE7" w:rsidP="008F6A1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Sous Critère</w:t>
            </w:r>
          </w:p>
        </w:tc>
        <w:tc>
          <w:tcPr>
            <w:tcW w:w="709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  <w:hideMark/>
          </w:tcPr>
          <w:p w14:paraId="5AC4C09A" w14:textId="77777777" w:rsidR="00F90BE7" w:rsidRPr="00313576" w:rsidRDefault="00F90BE7" w:rsidP="008F6A1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Jour</w:t>
            </w:r>
          </w:p>
        </w:tc>
        <w:tc>
          <w:tcPr>
            <w:tcW w:w="496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  <w:hideMark/>
          </w:tcPr>
          <w:p w14:paraId="491DC683" w14:textId="77777777" w:rsidR="00F90BE7" w:rsidRPr="00313576" w:rsidRDefault="00F90BE7" w:rsidP="008F6A1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Intitulé du critère de notation</w:t>
            </w: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  <w:hideMark/>
          </w:tcPr>
          <w:p w14:paraId="16555F04" w14:textId="77777777" w:rsidR="00F90BE7" w:rsidRPr="00313576" w:rsidRDefault="008B5120" w:rsidP="008F6A1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fr-FR"/>
              </w:rPr>
              <w:t>O</w:t>
            </w:r>
            <w:r w:rsidRPr="008B5120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bjectif</w:t>
            </w:r>
            <w:r w:rsidR="00F90BE7"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br/>
              <w:t>ou</w:t>
            </w:r>
            <w:r w:rsidR="00F90BE7"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br/>
            </w:r>
            <w:r w:rsidR="00F90BE7" w:rsidRPr="00313576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fr-FR"/>
              </w:rPr>
              <w:t>J</w:t>
            </w:r>
            <w:r w:rsidR="00F90BE7"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ugement</w:t>
            </w: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textDirection w:val="btLr"/>
            <w:vAlign w:val="center"/>
            <w:hideMark/>
          </w:tcPr>
          <w:p w14:paraId="642AE49B" w14:textId="77777777" w:rsidR="00F90BE7" w:rsidRPr="00313576" w:rsidRDefault="00F90BE7" w:rsidP="008F6A1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313576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Barème</w:t>
            </w:r>
          </w:p>
        </w:tc>
      </w:tr>
      <w:tr w:rsidR="00313576" w:rsidRPr="004F16FE" w14:paraId="1DF7E11F" w14:textId="77777777" w:rsidTr="009F59BF">
        <w:trPr>
          <w:trHeight w:val="313"/>
        </w:trPr>
        <w:tc>
          <w:tcPr>
            <w:tcW w:w="85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003B5C"/>
            <w:noWrap/>
            <w:vAlign w:val="center"/>
            <w:hideMark/>
          </w:tcPr>
          <w:p w14:paraId="4370AE90" w14:textId="62C65137" w:rsidR="00313576" w:rsidRPr="004F16FE" w:rsidRDefault="00CC24EF" w:rsidP="008F6A1A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</w:pPr>
            <w:r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  <w:t>D</w:t>
            </w:r>
          </w:p>
        </w:tc>
        <w:tc>
          <w:tcPr>
            <w:tcW w:w="8788" w:type="dxa"/>
            <w:gridSpan w:val="5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003B5C"/>
            <w:noWrap/>
            <w:vAlign w:val="center"/>
            <w:hideMark/>
          </w:tcPr>
          <w:p w14:paraId="54E5B336" w14:textId="77777777" w:rsidR="00313576" w:rsidRPr="004F16FE" w:rsidRDefault="00313576" w:rsidP="008F6A1A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</w:pPr>
            <w:r w:rsidRPr="004F16FE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  <w:t> </w:t>
            </w:r>
          </w:p>
          <w:p w14:paraId="0B1903D9" w14:textId="409E7305" w:rsidR="00313576" w:rsidRPr="004F16FE" w:rsidRDefault="00CC24EF" w:rsidP="008F6A1A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</w:pPr>
            <w:r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  <w:t>ANIMATION / SIMULATION DE FONCTIONNEMENT</w:t>
            </w:r>
          </w:p>
          <w:p w14:paraId="59B55E84" w14:textId="77777777" w:rsidR="00313576" w:rsidRPr="004F16FE" w:rsidRDefault="00313576" w:rsidP="008F6A1A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</w:pPr>
            <w:r w:rsidRPr="004F16FE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fr-FR"/>
              </w:rPr>
              <w:t> </w:t>
            </w:r>
          </w:p>
        </w:tc>
      </w:tr>
      <w:tr w:rsidR="00D14544" w:rsidRPr="00F90BE7" w14:paraId="6C4E194D" w14:textId="77777777" w:rsidTr="00336D7D">
        <w:trPr>
          <w:trHeight w:val="284"/>
        </w:trPr>
        <w:tc>
          <w:tcPr>
            <w:tcW w:w="9639" w:type="dxa"/>
            <w:gridSpan w:val="6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  <w:hideMark/>
          </w:tcPr>
          <w:p w14:paraId="49841CB5" w14:textId="77777777" w:rsidR="00D14544" w:rsidRPr="00336D7D" w:rsidRDefault="00D14544" w:rsidP="008F6A1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</w:tr>
      <w:tr w:rsidR="00F90BE7" w:rsidRPr="00D14544" w14:paraId="010555EC" w14:textId="77777777" w:rsidTr="005C7299">
        <w:trPr>
          <w:trHeight w:val="313"/>
        </w:trPr>
        <w:tc>
          <w:tcPr>
            <w:tcW w:w="85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0B2D9F1B" w14:textId="4BDF9C3B" w:rsidR="00F90BE7" w:rsidRPr="00D14544" w:rsidRDefault="00CC24EF" w:rsidP="008F6A1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D</w:t>
            </w:r>
          </w:p>
        </w:tc>
        <w:tc>
          <w:tcPr>
            <w:tcW w:w="850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703D734C" w14:textId="3A68D0A8" w:rsidR="00531C93" w:rsidRPr="00D14544" w:rsidRDefault="005C7299" w:rsidP="008F6A1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D1</w:t>
            </w:r>
          </w:p>
        </w:tc>
        <w:tc>
          <w:tcPr>
            <w:tcW w:w="709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007D1610" w14:textId="2CD67D69" w:rsidR="00F90BE7" w:rsidRPr="00D14544" w:rsidRDefault="00CC24EF" w:rsidP="008F6A1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3</w:t>
            </w:r>
          </w:p>
        </w:tc>
        <w:tc>
          <w:tcPr>
            <w:tcW w:w="496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59C40335" w14:textId="20A1239C" w:rsidR="00F90BE7" w:rsidRPr="00D14544" w:rsidRDefault="00CC24EF" w:rsidP="008478FE">
            <w:pPr>
              <w:jc w:val="center"/>
              <w:rPr>
                <w:rFonts w:cs="Arial"/>
                <w:b/>
                <w:bCs/>
                <w:lang w:eastAsia="fr-FR"/>
              </w:rPr>
            </w:pPr>
            <w:r>
              <w:rPr>
                <w:rFonts w:cs="Arial"/>
                <w:b/>
                <w:bCs/>
                <w:lang w:eastAsia="fr-FR"/>
              </w:rPr>
              <w:t>MODELISATION DU CHASSIS</w:t>
            </w: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  <w:hideMark/>
          </w:tcPr>
          <w:p w14:paraId="4FBBE637" w14:textId="37671D18" w:rsidR="00F90BE7" w:rsidRPr="00D14544" w:rsidRDefault="005C7299" w:rsidP="008F6A1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O</w:t>
            </w: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  <w:hideMark/>
          </w:tcPr>
          <w:p w14:paraId="767BA8BD" w14:textId="38774519" w:rsidR="00F90BE7" w:rsidRPr="00D14544" w:rsidRDefault="00F874F9" w:rsidP="008F6A1A">
            <w:pPr>
              <w:jc w:val="center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3</w:t>
            </w:r>
          </w:p>
        </w:tc>
      </w:tr>
      <w:tr w:rsidR="005C7299" w:rsidRPr="00D14544" w14:paraId="011B76F7" w14:textId="77777777" w:rsidTr="004C02A2">
        <w:trPr>
          <w:trHeight w:val="313"/>
        </w:trPr>
        <w:tc>
          <w:tcPr>
            <w:tcW w:w="9639" w:type="dxa"/>
            <w:gridSpan w:val="6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75A61FB6" w14:textId="4F58FFB7" w:rsidR="005C7299" w:rsidRPr="00D14544" w:rsidRDefault="005C7299" w:rsidP="008478FE">
            <w:pPr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A14FF0" w:rsidRPr="00D14544" w14:paraId="4D38D33C" w14:textId="77777777" w:rsidTr="005C7299">
        <w:trPr>
          <w:trHeight w:val="313"/>
        </w:trPr>
        <w:tc>
          <w:tcPr>
            <w:tcW w:w="85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7A98C52F" w14:textId="4F3C002D" w:rsidR="00A14FF0" w:rsidRPr="005C7299" w:rsidRDefault="00CC24EF" w:rsidP="008F6A1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 w:rsidRPr="005C7299">
              <w:rPr>
                <w:rFonts w:eastAsia="Times New Roman" w:cs="Arial"/>
                <w:b/>
                <w:bCs/>
                <w:lang w:eastAsia="fr-FR"/>
              </w:rPr>
              <w:t>D</w:t>
            </w:r>
          </w:p>
        </w:tc>
        <w:tc>
          <w:tcPr>
            <w:tcW w:w="850" w:type="dxa"/>
            <w:tcBorders>
              <w:top w:val="single" w:sz="4" w:space="0" w:color="003B5C"/>
              <w:left w:val="single" w:sz="4" w:space="0" w:color="003B5C"/>
              <w:bottom w:val="single" w:sz="4" w:space="0" w:color="auto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51D1868C" w14:textId="0C084BD1" w:rsidR="00A14FF0" w:rsidRPr="005C7299" w:rsidRDefault="005C7299" w:rsidP="00A14FF0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 w:rsidRPr="005C7299">
              <w:rPr>
                <w:rFonts w:eastAsia="Times New Roman" w:cs="Arial"/>
                <w:b/>
                <w:bCs/>
                <w:lang w:eastAsia="fr-FR"/>
              </w:rPr>
              <w:t>D2</w:t>
            </w:r>
          </w:p>
        </w:tc>
        <w:tc>
          <w:tcPr>
            <w:tcW w:w="709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6E23870B" w14:textId="502AB08D" w:rsidR="00A14FF0" w:rsidRPr="005C7299" w:rsidRDefault="00CC24EF" w:rsidP="008F6A1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 w:rsidRPr="005C7299">
              <w:rPr>
                <w:rFonts w:eastAsia="Times New Roman" w:cs="Arial"/>
                <w:b/>
                <w:bCs/>
                <w:lang w:eastAsia="fr-FR"/>
              </w:rPr>
              <w:t>3</w:t>
            </w:r>
          </w:p>
        </w:tc>
        <w:tc>
          <w:tcPr>
            <w:tcW w:w="496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64009732" w14:textId="04BE37E2" w:rsidR="00A14FF0" w:rsidRPr="00D14544" w:rsidRDefault="00CC24EF" w:rsidP="00CC24EF">
            <w:pPr>
              <w:jc w:val="center"/>
              <w:rPr>
                <w:rFonts w:cs="Arial"/>
                <w:sz w:val="20"/>
                <w:szCs w:val="20"/>
                <w:lang w:eastAsia="fr-FR"/>
              </w:rPr>
            </w:pPr>
            <w:r>
              <w:rPr>
                <w:rFonts w:cs="Arial"/>
                <w:b/>
                <w:bCs/>
                <w:lang w:eastAsia="fr-FR"/>
              </w:rPr>
              <w:t>MODELISATION DES SUPPORTS</w:t>
            </w:r>
            <w:r w:rsidR="005C7299">
              <w:rPr>
                <w:rFonts w:cs="Arial"/>
                <w:b/>
                <w:bCs/>
                <w:lang w:eastAsia="fr-FR"/>
              </w:rPr>
              <w:t xml:space="preserve"> PEDALES</w:t>
            </w: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05B55014" w14:textId="5DAFAC05" w:rsidR="00A14FF0" w:rsidRPr="00D14544" w:rsidRDefault="005C7299" w:rsidP="008F6A1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O</w:t>
            </w: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17CDCCDC" w14:textId="4238B89E" w:rsidR="00CC24EF" w:rsidRPr="00D14544" w:rsidRDefault="00CC24EF" w:rsidP="00CC24E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2.</w:t>
            </w:r>
            <w:r w:rsidR="00F874F9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5C7299" w:rsidRPr="00D14544" w14:paraId="11CDBCA0" w14:textId="77777777" w:rsidTr="008738AF">
        <w:trPr>
          <w:trHeight w:val="313"/>
        </w:trPr>
        <w:tc>
          <w:tcPr>
            <w:tcW w:w="9639" w:type="dxa"/>
            <w:gridSpan w:val="6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2F2DF99D" w14:textId="11122ECA" w:rsidR="005C7299" w:rsidRPr="00D14544" w:rsidRDefault="005C7299" w:rsidP="008478FE">
            <w:pPr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72362" w:rsidRPr="00D14544" w14:paraId="0CCAB271" w14:textId="77777777" w:rsidTr="005C7299">
        <w:trPr>
          <w:trHeight w:val="291"/>
        </w:trPr>
        <w:tc>
          <w:tcPr>
            <w:tcW w:w="85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469D18C2" w14:textId="79586588" w:rsidR="00372362" w:rsidRPr="00D14544" w:rsidRDefault="00372362" w:rsidP="00B7611D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D</w:t>
            </w:r>
          </w:p>
        </w:tc>
        <w:tc>
          <w:tcPr>
            <w:tcW w:w="850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13CBAA2A" w14:textId="77777777" w:rsidR="00372362" w:rsidRPr="00D14544" w:rsidRDefault="00372362" w:rsidP="00B7611D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074BBF04" w14:textId="77777777" w:rsidR="00372362" w:rsidRPr="00D14544" w:rsidRDefault="00372362" w:rsidP="00B7611D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>
              <w:rPr>
                <w:rFonts w:eastAsia="Times New Roman" w:cs="Arial"/>
                <w:b/>
                <w:bCs/>
                <w:lang w:eastAsia="fr-FR"/>
              </w:rPr>
              <w:t>4</w:t>
            </w:r>
          </w:p>
        </w:tc>
        <w:tc>
          <w:tcPr>
            <w:tcW w:w="496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7FEBA0F1" w14:textId="77777777" w:rsidR="00372362" w:rsidRPr="00D14544" w:rsidRDefault="00372362" w:rsidP="00B7611D">
            <w:pPr>
              <w:jc w:val="center"/>
              <w:rPr>
                <w:rFonts w:cs="Arial"/>
                <w:b/>
                <w:bCs/>
                <w:lang w:eastAsia="fr-FR"/>
              </w:rPr>
            </w:pPr>
            <w:r>
              <w:rPr>
                <w:rFonts w:cs="Arial"/>
                <w:b/>
                <w:bCs/>
                <w:lang w:eastAsia="fr-FR"/>
              </w:rPr>
              <w:t>ANIMATION DU FONCTIONNEMENT</w:t>
            </w: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  <w:hideMark/>
          </w:tcPr>
          <w:p w14:paraId="0D8A2900" w14:textId="77777777" w:rsidR="00372362" w:rsidRPr="00D14544" w:rsidRDefault="00372362" w:rsidP="00B7611D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  <w:hideMark/>
          </w:tcPr>
          <w:p w14:paraId="0853AAC3" w14:textId="27276A75" w:rsidR="00F874F9" w:rsidRPr="00D14544" w:rsidRDefault="00372362" w:rsidP="00B7611D">
            <w:pPr>
              <w:jc w:val="center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4</w:t>
            </w:r>
            <w:r w:rsidR="00F874F9">
              <w:rPr>
                <w:b/>
                <w:bCs/>
                <w:lang w:eastAsia="fr-FR"/>
              </w:rPr>
              <w:t>.5</w:t>
            </w:r>
          </w:p>
        </w:tc>
      </w:tr>
      <w:tr w:rsidR="00F90BE7" w:rsidRPr="00D14544" w14:paraId="0F069968" w14:textId="77777777" w:rsidTr="005C7299">
        <w:trPr>
          <w:trHeight w:val="313"/>
        </w:trPr>
        <w:tc>
          <w:tcPr>
            <w:tcW w:w="85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29352607" w14:textId="036E336E" w:rsidR="00F90BE7" w:rsidRPr="00D14544" w:rsidRDefault="00F90BE7" w:rsidP="008F6A1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7700AB63" w14:textId="2142FE8A" w:rsidR="00F90BE7" w:rsidRPr="005C7299" w:rsidRDefault="00650BC8" w:rsidP="008F6A1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5C7299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D3</w:t>
            </w:r>
          </w:p>
        </w:tc>
        <w:tc>
          <w:tcPr>
            <w:tcW w:w="709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6FBBF4CA" w14:textId="200F3B9A" w:rsidR="00F90BE7" w:rsidRPr="00D14544" w:rsidRDefault="00F90BE7" w:rsidP="008F6A1A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496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18AAE518" w14:textId="257BF914" w:rsidR="00F90BE7" w:rsidRPr="005C7299" w:rsidRDefault="00F90BE7" w:rsidP="008478F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6F2378FF" w14:textId="0BF5544C" w:rsidR="00F90BE7" w:rsidRPr="005C7299" w:rsidRDefault="005C7299" w:rsidP="008F6A1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5C7299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J</w:t>
            </w: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3EE5C014" w14:textId="7E658566" w:rsidR="00F90BE7" w:rsidRPr="005C7299" w:rsidRDefault="005C7299" w:rsidP="005C7299">
            <w:pPr>
              <w:jc w:val="right"/>
              <w:rPr>
                <w:b/>
                <w:bCs/>
                <w:sz w:val="20"/>
                <w:szCs w:val="20"/>
                <w:lang w:eastAsia="fr-FR"/>
              </w:rPr>
            </w:pPr>
            <w:r>
              <w:rPr>
                <w:b/>
                <w:bCs/>
                <w:sz w:val="20"/>
                <w:szCs w:val="20"/>
                <w:lang w:eastAsia="fr-FR"/>
              </w:rPr>
              <w:t>(</w:t>
            </w:r>
            <w:r w:rsidRPr="005C7299">
              <w:rPr>
                <w:b/>
                <w:bCs/>
                <w:sz w:val="20"/>
                <w:szCs w:val="20"/>
                <w:lang w:eastAsia="fr-FR"/>
              </w:rPr>
              <w:t>1.5</w:t>
            </w:r>
            <w:r>
              <w:rPr>
                <w:b/>
                <w:bCs/>
                <w:sz w:val="20"/>
                <w:szCs w:val="20"/>
                <w:lang w:eastAsia="fr-FR"/>
              </w:rPr>
              <w:t>)</w:t>
            </w:r>
          </w:p>
        </w:tc>
      </w:tr>
      <w:tr w:rsidR="00336D7D" w:rsidRPr="00D14544" w14:paraId="61BCBFD0" w14:textId="77777777" w:rsidTr="005C7299">
        <w:trPr>
          <w:trHeight w:val="291"/>
        </w:trPr>
        <w:tc>
          <w:tcPr>
            <w:tcW w:w="85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3C942BDC" w14:textId="77777777" w:rsidR="00336D7D" w:rsidRPr="00D14544" w:rsidRDefault="00336D7D" w:rsidP="00313576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1B635950" w14:textId="3BFA229D" w:rsidR="00336D7D" w:rsidRPr="005C7299" w:rsidRDefault="00650BC8" w:rsidP="00313576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5C7299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D4</w:t>
            </w:r>
          </w:p>
        </w:tc>
        <w:tc>
          <w:tcPr>
            <w:tcW w:w="709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4D6602FD" w14:textId="77777777" w:rsidR="00336D7D" w:rsidRPr="00D14544" w:rsidRDefault="00336D7D" w:rsidP="00313576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5D8D9533" w14:textId="1781DCF1" w:rsidR="00336D7D" w:rsidRPr="005C7299" w:rsidRDefault="00336D7D" w:rsidP="008478FE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1BA1B7F2" w14:textId="00099DBF" w:rsidR="00336D7D" w:rsidRPr="005C7299" w:rsidRDefault="005C7299" w:rsidP="00313576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5C7299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O</w:t>
            </w: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261A8067" w14:textId="17BBA204" w:rsidR="00336D7D" w:rsidRPr="005C7299" w:rsidRDefault="005C7299" w:rsidP="005C7299">
            <w:pPr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(</w:t>
            </w:r>
            <w:r w:rsidRPr="005C7299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2.5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)</w:t>
            </w:r>
          </w:p>
        </w:tc>
      </w:tr>
      <w:tr w:rsidR="00D14544" w:rsidRPr="00313576" w14:paraId="67C2AF5C" w14:textId="77777777" w:rsidTr="009F59BF">
        <w:trPr>
          <w:trHeight w:val="291"/>
        </w:trPr>
        <w:tc>
          <w:tcPr>
            <w:tcW w:w="9639" w:type="dxa"/>
            <w:gridSpan w:val="6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3E51EB75" w14:textId="77777777" w:rsidR="00D14544" w:rsidRDefault="00D14544" w:rsidP="00313576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8B5120" w:rsidRPr="00D14544" w14:paraId="5BE21414" w14:textId="77777777" w:rsidTr="005C7299">
        <w:trPr>
          <w:trHeight w:val="291"/>
        </w:trPr>
        <w:tc>
          <w:tcPr>
            <w:tcW w:w="85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32CE3DAE" w14:textId="77242A7C" w:rsidR="008B5120" w:rsidRPr="00D14544" w:rsidRDefault="008B5120" w:rsidP="00313576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2D210D36" w14:textId="77777777" w:rsidR="008B5120" w:rsidRPr="00D14544" w:rsidRDefault="008B5120" w:rsidP="00313576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680491A7" w14:textId="77777777" w:rsidR="008B5120" w:rsidRPr="00D14544" w:rsidRDefault="008B5120" w:rsidP="00313576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4961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vAlign w:val="center"/>
          </w:tcPr>
          <w:p w14:paraId="1254A6FC" w14:textId="21E56B76" w:rsidR="008B5120" w:rsidRPr="00D14544" w:rsidRDefault="008B5120" w:rsidP="008B5120">
            <w:pPr>
              <w:jc w:val="left"/>
              <w:rPr>
                <w:rFonts w:eastAsia="Times New Roman" w:cs="Arial"/>
                <w:b/>
                <w:bCs/>
                <w:color w:val="000000"/>
                <w:lang w:eastAsia="fr-FR"/>
              </w:rPr>
            </w:pPr>
            <w:r w:rsidRPr="00D14544">
              <w:rPr>
                <w:rFonts w:eastAsia="Times New Roman" w:cs="Arial"/>
                <w:b/>
                <w:bCs/>
                <w:color w:val="000000"/>
                <w:lang w:eastAsia="fr-FR"/>
              </w:rPr>
              <w:t>TOTAL Critère</w:t>
            </w:r>
            <w:r w:rsidR="005C7299">
              <w:rPr>
                <w:rFonts w:eastAsia="Times New Roman" w:cs="Arial"/>
                <w:b/>
                <w:bCs/>
                <w:color w:val="000000"/>
                <w:lang w:eastAsia="fr-FR"/>
              </w:rPr>
              <w:t xml:space="preserve"> D</w:t>
            </w: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auto"/>
            <w:noWrap/>
            <w:vAlign w:val="center"/>
          </w:tcPr>
          <w:p w14:paraId="5496D9ED" w14:textId="77777777" w:rsidR="008B5120" w:rsidRPr="00D14544" w:rsidRDefault="008B5120" w:rsidP="00313576">
            <w:pPr>
              <w:jc w:val="center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003B5C"/>
              <w:left w:val="single" w:sz="4" w:space="0" w:color="003B5C"/>
              <w:bottom w:val="single" w:sz="4" w:space="0" w:color="003B5C"/>
              <w:right w:val="single" w:sz="4" w:space="0" w:color="003B5C"/>
            </w:tcBorders>
            <w:shd w:val="clear" w:color="auto" w:fill="003B5C"/>
            <w:vAlign w:val="center"/>
          </w:tcPr>
          <w:p w14:paraId="3A3344C5" w14:textId="609F86C8" w:rsidR="008B5120" w:rsidRPr="00D14544" w:rsidRDefault="00A50BF3" w:rsidP="00313576">
            <w:pPr>
              <w:jc w:val="center"/>
              <w:rPr>
                <w:rFonts w:eastAsia="Times New Roman" w:cs="Arial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Arial"/>
                <w:b/>
                <w:bCs/>
                <w:color w:val="FFFFFF"/>
                <w:lang w:eastAsia="fr-FR"/>
              </w:rPr>
              <w:t>9.</w:t>
            </w:r>
            <w:r w:rsidR="00F874F9">
              <w:rPr>
                <w:rFonts w:eastAsia="Times New Roman" w:cs="Arial"/>
                <w:b/>
                <w:bCs/>
                <w:color w:val="FFFFFF"/>
                <w:lang w:eastAsia="fr-FR"/>
              </w:rPr>
              <w:t>8</w:t>
            </w:r>
          </w:p>
        </w:tc>
      </w:tr>
      <w:bookmarkEnd w:id="10"/>
    </w:tbl>
    <w:p w14:paraId="365C90ED" w14:textId="77777777" w:rsidR="00A05873" w:rsidRPr="00921E0A" w:rsidRDefault="00A05873" w:rsidP="001640C0"/>
    <w:sectPr w:rsidR="00A05873" w:rsidRPr="00921E0A" w:rsidSect="009F59BF">
      <w:headerReference w:type="default" r:id="rId12"/>
      <w:footerReference w:type="default" r:id="rId13"/>
      <w:pgSz w:w="11907" w:h="16839" w:code="9"/>
      <w:pgMar w:top="1276" w:right="850" w:bottom="1276" w:left="1418" w:header="454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CAC0A" w14:textId="77777777" w:rsidR="00490BC1" w:rsidRDefault="00490BC1" w:rsidP="00A11118">
      <w:r>
        <w:separator/>
      </w:r>
    </w:p>
  </w:endnote>
  <w:endnote w:type="continuationSeparator" w:id="0">
    <w:p w14:paraId="742A3FD2" w14:textId="77777777" w:rsidR="00490BC1" w:rsidRDefault="00490BC1" w:rsidP="00A1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quare721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32B8" w14:textId="77777777" w:rsidR="009812F0" w:rsidRPr="003A16A3" w:rsidRDefault="009812F0" w:rsidP="007B7F17">
    <w:pPr>
      <w:ind w:right="2126"/>
      <w:rPr>
        <w:sz w:val="16"/>
        <w:szCs w:val="16"/>
      </w:rPr>
    </w:pPr>
    <w:r w:rsidRPr="003A16A3">
      <w:rPr>
        <w:sz w:val="16"/>
        <w:szCs w:val="16"/>
      </w:rPr>
      <w:t xml:space="preserve">© </w:t>
    </w:r>
    <w:proofErr w:type="spellStart"/>
    <w:r w:rsidRPr="003A16A3">
      <w:rPr>
        <w:sz w:val="16"/>
        <w:szCs w:val="16"/>
      </w:rPr>
      <w:t>Worldskills</w:t>
    </w:r>
    <w:proofErr w:type="spellEnd"/>
    <w:r w:rsidRPr="003A16A3">
      <w:rPr>
        <w:sz w:val="16"/>
        <w:szCs w:val="16"/>
      </w:rPr>
      <w:t xml:space="preserve"> France (WSFR) se réserve tous les droits</w:t>
    </w:r>
    <w:r>
      <w:rPr>
        <w:sz w:val="16"/>
        <w:szCs w:val="16"/>
      </w:rPr>
      <w:t xml:space="preserve"> relatifs aux documents rédigés </w:t>
    </w:r>
    <w:r w:rsidRPr="003A16A3">
      <w:rPr>
        <w:sz w:val="16"/>
        <w:szCs w:val="16"/>
      </w:rPr>
      <w:t>pour ou au nom de WSFR et comprenant leur traduction et leur envoi par v</w:t>
    </w:r>
    <w:r>
      <w:rPr>
        <w:sz w:val="16"/>
        <w:szCs w:val="16"/>
      </w:rPr>
      <w:t xml:space="preserve">oie électronique. </w:t>
    </w:r>
    <w:r w:rsidRPr="003A16A3">
      <w:rPr>
        <w:sz w:val="16"/>
        <w:szCs w:val="16"/>
      </w:rPr>
      <w:t>Ce matériel peut être reproduit</w:t>
    </w:r>
    <w:r w:rsidR="007B7F17">
      <w:rPr>
        <w:sz w:val="16"/>
        <w:szCs w:val="16"/>
      </w:rPr>
      <w:t xml:space="preserve"> </w:t>
    </w:r>
    <w:r w:rsidRPr="003A16A3">
      <w:rPr>
        <w:sz w:val="16"/>
        <w:szCs w:val="16"/>
      </w:rPr>
      <w:t>à des fins professionnelles et</w:t>
    </w:r>
    <w:r>
      <w:rPr>
        <w:sz w:val="16"/>
        <w:szCs w:val="16"/>
      </w:rPr>
      <w:t xml:space="preserve"> pédagogiques non commerciales, </w:t>
    </w:r>
    <w:r w:rsidRPr="003A16A3">
      <w:rPr>
        <w:sz w:val="16"/>
        <w:szCs w:val="16"/>
      </w:rPr>
      <w:t xml:space="preserve">à la condition que le logo de </w:t>
    </w:r>
    <w:proofErr w:type="spellStart"/>
    <w:r w:rsidRPr="003A16A3">
      <w:rPr>
        <w:sz w:val="16"/>
        <w:szCs w:val="16"/>
      </w:rPr>
      <w:t>Worldskills</w:t>
    </w:r>
    <w:proofErr w:type="spellEnd"/>
    <w:r w:rsidRPr="003A16A3">
      <w:rPr>
        <w:sz w:val="16"/>
        <w:szCs w:val="16"/>
      </w:rPr>
      <w:t xml:space="preserve"> France et la déclaration concernant les droits d’auteur restent en place.</w:t>
    </w:r>
  </w:p>
  <w:p w14:paraId="5EC7739D" w14:textId="77777777" w:rsidR="00644CDC" w:rsidRPr="009812F0" w:rsidRDefault="00644CDC" w:rsidP="009812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07A72" w14:textId="77777777" w:rsidR="009812F0" w:rsidRDefault="009812F0" w:rsidP="009812F0">
    <w:pPr>
      <w:rPr>
        <w:sz w:val="16"/>
        <w:szCs w:val="16"/>
      </w:rPr>
    </w:pPr>
    <w:r w:rsidRPr="003A16A3">
      <w:rPr>
        <w:sz w:val="16"/>
        <w:szCs w:val="16"/>
      </w:rPr>
      <w:t xml:space="preserve">© </w:t>
    </w:r>
    <w:proofErr w:type="spellStart"/>
    <w:r w:rsidRPr="003A16A3">
      <w:rPr>
        <w:sz w:val="16"/>
        <w:szCs w:val="16"/>
      </w:rPr>
      <w:t>Worldskills</w:t>
    </w:r>
    <w:proofErr w:type="spellEnd"/>
    <w:r w:rsidRPr="003A16A3">
      <w:rPr>
        <w:sz w:val="16"/>
        <w:szCs w:val="16"/>
      </w:rPr>
      <w:t xml:space="preserve"> France (WSFR) se réserve tous les droits</w:t>
    </w:r>
    <w:r>
      <w:rPr>
        <w:sz w:val="16"/>
        <w:szCs w:val="16"/>
      </w:rPr>
      <w:t xml:space="preserve"> relatifs aux documents rédigés </w:t>
    </w:r>
    <w:r w:rsidRPr="003A16A3">
      <w:rPr>
        <w:sz w:val="16"/>
        <w:szCs w:val="16"/>
      </w:rPr>
      <w:t xml:space="preserve">pour ou au nom </w:t>
    </w:r>
  </w:p>
  <w:p w14:paraId="7C86461F" w14:textId="77777777" w:rsidR="009812F0" w:rsidRDefault="009812F0" w:rsidP="009812F0">
    <w:pPr>
      <w:rPr>
        <w:sz w:val="16"/>
        <w:szCs w:val="16"/>
      </w:rPr>
    </w:pPr>
    <w:proofErr w:type="gramStart"/>
    <w:r w:rsidRPr="003A16A3">
      <w:rPr>
        <w:sz w:val="16"/>
        <w:szCs w:val="16"/>
      </w:rPr>
      <w:t>de</w:t>
    </w:r>
    <w:proofErr w:type="gramEnd"/>
    <w:r w:rsidRPr="003A16A3">
      <w:rPr>
        <w:sz w:val="16"/>
        <w:szCs w:val="16"/>
      </w:rPr>
      <w:t xml:space="preserve"> WSFR et comprenant leur traduction et leur envoi par v</w:t>
    </w:r>
    <w:r>
      <w:rPr>
        <w:sz w:val="16"/>
        <w:szCs w:val="16"/>
      </w:rPr>
      <w:t xml:space="preserve">oie électronique. </w:t>
    </w:r>
    <w:r w:rsidRPr="003A16A3">
      <w:rPr>
        <w:sz w:val="16"/>
        <w:szCs w:val="16"/>
      </w:rPr>
      <w:t xml:space="preserve">Ce matériel peut être reproduit </w:t>
    </w:r>
  </w:p>
  <w:p w14:paraId="463D03E1" w14:textId="77777777" w:rsidR="009812F0" w:rsidRDefault="009812F0" w:rsidP="009812F0">
    <w:pPr>
      <w:rPr>
        <w:sz w:val="16"/>
        <w:szCs w:val="16"/>
      </w:rPr>
    </w:pPr>
    <w:proofErr w:type="gramStart"/>
    <w:r w:rsidRPr="003A16A3">
      <w:rPr>
        <w:sz w:val="16"/>
        <w:szCs w:val="16"/>
      </w:rPr>
      <w:t>à</w:t>
    </w:r>
    <w:proofErr w:type="gramEnd"/>
    <w:r w:rsidRPr="003A16A3">
      <w:rPr>
        <w:sz w:val="16"/>
        <w:szCs w:val="16"/>
      </w:rPr>
      <w:t xml:space="preserve"> des fins professionnelles et</w:t>
    </w:r>
    <w:r>
      <w:rPr>
        <w:sz w:val="16"/>
        <w:szCs w:val="16"/>
      </w:rPr>
      <w:t xml:space="preserve"> pédagogiques non commerciales, </w:t>
    </w:r>
    <w:r w:rsidRPr="003A16A3">
      <w:rPr>
        <w:sz w:val="16"/>
        <w:szCs w:val="16"/>
      </w:rPr>
      <w:t xml:space="preserve">à la condition que le logo de </w:t>
    </w:r>
    <w:proofErr w:type="spellStart"/>
    <w:r w:rsidRPr="003A16A3">
      <w:rPr>
        <w:sz w:val="16"/>
        <w:szCs w:val="16"/>
      </w:rPr>
      <w:t>Worldskills</w:t>
    </w:r>
    <w:proofErr w:type="spellEnd"/>
    <w:r w:rsidRPr="003A16A3">
      <w:rPr>
        <w:sz w:val="16"/>
        <w:szCs w:val="16"/>
      </w:rPr>
      <w:t xml:space="preserve"> </w:t>
    </w:r>
  </w:p>
  <w:p w14:paraId="2DCAA8E1" w14:textId="77777777" w:rsidR="009812F0" w:rsidRPr="003A16A3" w:rsidRDefault="009812F0" w:rsidP="009812F0">
    <w:pPr>
      <w:rPr>
        <w:sz w:val="16"/>
        <w:szCs w:val="16"/>
      </w:rPr>
    </w:pPr>
    <w:r w:rsidRPr="003A16A3">
      <w:rPr>
        <w:sz w:val="16"/>
        <w:szCs w:val="16"/>
      </w:rPr>
      <w:t>France et la déclaration concernant les droits d’auteur restent en place.</w:t>
    </w:r>
  </w:p>
  <w:p w14:paraId="52BD86EB" w14:textId="77777777" w:rsidR="009812F0" w:rsidRPr="009812F0" w:rsidRDefault="009812F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8" w:type="dxa"/>
      <w:jc w:val="center"/>
      <w:tblLook w:val="04A0" w:firstRow="1" w:lastRow="0" w:firstColumn="1" w:lastColumn="0" w:noHBand="0" w:noVBand="1"/>
    </w:tblPr>
    <w:tblGrid>
      <w:gridCol w:w="3308"/>
      <w:gridCol w:w="3310"/>
      <w:gridCol w:w="3310"/>
    </w:tblGrid>
    <w:tr w:rsidR="009812F0" w:rsidRPr="00343349" w14:paraId="6AECA960" w14:textId="77777777" w:rsidTr="009812F0">
      <w:trPr>
        <w:jc w:val="center"/>
      </w:trPr>
      <w:tc>
        <w:tcPr>
          <w:tcW w:w="3020" w:type="dxa"/>
          <w:shd w:val="clear" w:color="auto" w:fill="auto"/>
          <w:tcMar>
            <w:top w:w="170" w:type="dxa"/>
          </w:tcMar>
        </w:tcPr>
        <w:p w14:paraId="5FF7C1B8" w14:textId="2210EB2E" w:rsidR="009812F0" w:rsidRPr="00A06F68" w:rsidRDefault="009812F0" w:rsidP="00225505">
          <w:pPr>
            <w:pStyle w:val="Pieddepage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Finales Nationales</w:t>
          </w:r>
          <w:r w:rsidR="005C47DE">
            <w:rPr>
              <w:rFonts w:cs="Arial"/>
              <w:sz w:val="16"/>
            </w:rPr>
            <w:t xml:space="preserve"> – Phase </w:t>
          </w:r>
          <w:r w:rsidR="005B6371">
            <w:rPr>
              <w:rFonts w:cs="Arial"/>
              <w:sz w:val="16"/>
            </w:rPr>
            <w:t>2</w:t>
          </w:r>
        </w:p>
        <w:p w14:paraId="3ECF9F30" w14:textId="77777777" w:rsidR="009812F0" w:rsidRPr="00641164" w:rsidRDefault="009812F0" w:rsidP="00225505">
          <w:pPr>
            <w:pStyle w:val="Pieddepage"/>
            <w:rPr>
              <w:rFonts w:cs="Arial"/>
              <w:b/>
              <w:sz w:val="16"/>
            </w:rPr>
          </w:pPr>
          <w:r w:rsidRPr="00641164">
            <w:rPr>
              <w:rFonts w:cs="Arial"/>
              <w:b/>
              <w:sz w:val="16"/>
            </w:rPr>
            <w:t>4</w:t>
          </w:r>
          <w:r>
            <w:rPr>
              <w:rFonts w:cs="Arial"/>
              <w:b/>
              <w:sz w:val="16"/>
            </w:rPr>
            <w:t>6</w:t>
          </w:r>
          <w:r w:rsidRPr="00641164">
            <w:rPr>
              <w:rFonts w:cs="Arial"/>
              <w:b/>
              <w:sz w:val="16"/>
              <w:vertAlign w:val="superscript"/>
            </w:rPr>
            <w:t>es</w:t>
          </w:r>
          <w:r w:rsidRPr="00641164">
            <w:rPr>
              <w:rFonts w:cs="Arial"/>
              <w:b/>
              <w:sz w:val="16"/>
            </w:rPr>
            <w:t xml:space="preserve"> </w:t>
          </w:r>
          <w:proofErr w:type="spellStart"/>
          <w:r>
            <w:rPr>
              <w:rFonts w:cs="Arial"/>
              <w:b/>
              <w:sz w:val="16"/>
            </w:rPr>
            <w:t>WorldSkills</w:t>
          </w:r>
          <w:proofErr w:type="spellEnd"/>
          <w:r>
            <w:rPr>
              <w:rFonts w:cs="Arial"/>
              <w:b/>
              <w:sz w:val="16"/>
            </w:rPr>
            <w:t xml:space="preserve"> Compétition</w:t>
          </w:r>
        </w:p>
        <w:p w14:paraId="3E1ACB21" w14:textId="12CF5B9D" w:rsidR="009812F0" w:rsidRDefault="00A50BF3" w:rsidP="00553508">
          <w:pPr>
            <w:pStyle w:val="Pieddepage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Ly</w:t>
          </w:r>
          <w:r w:rsidR="00400FBB">
            <w:rPr>
              <w:rFonts w:cs="Arial"/>
              <w:sz w:val="16"/>
            </w:rPr>
            <w:t>on</w:t>
          </w:r>
          <w:r w:rsidR="009812F0">
            <w:rPr>
              <w:rFonts w:cs="Arial"/>
              <w:sz w:val="16"/>
            </w:rPr>
            <w:t xml:space="preserve"> 202</w:t>
          </w:r>
          <w:r>
            <w:rPr>
              <w:rFonts w:cs="Arial"/>
              <w:sz w:val="16"/>
            </w:rPr>
            <w:t>2</w:t>
          </w:r>
        </w:p>
        <w:p w14:paraId="24EF90E6" w14:textId="77777777" w:rsidR="009812F0" w:rsidRDefault="009812F0" w:rsidP="00553508">
          <w:pPr>
            <w:pStyle w:val="Pieddepage"/>
            <w:rPr>
              <w:rFonts w:cs="Arial"/>
              <w:sz w:val="16"/>
            </w:rPr>
          </w:pPr>
        </w:p>
        <w:p w14:paraId="15968E37" w14:textId="1FC8844A" w:rsidR="009812F0" w:rsidRDefault="009812F0" w:rsidP="00553508">
          <w:pPr>
            <w:pStyle w:val="Pieddepage"/>
            <w:rPr>
              <w:rFonts w:cs="Arial"/>
              <w:sz w:val="16"/>
            </w:rPr>
          </w:pPr>
          <w:r w:rsidRPr="00A06F68">
            <w:rPr>
              <w:rFonts w:cs="Arial"/>
              <w:sz w:val="16"/>
            </w:rPr>
            <w:fldChar w:fldCharType="begin"/>
          </w:r>
          <w:r w:rsidRPr="00A06F68">
            <w:rPr>
              <w:rFonts w:cs="Arial"/>
              <w:sz w:val="16"/>
            </w:rPr>
            <w:instrText xml:space="preserve"> </w:instrText>
          </w:r>
          <w:r>
            <w:rPr>
              <w:rFonts w:cs="Arial"/>
              <w:sz w:val="16"/>
            </w:rPr>
            <w:instrText>PAGE</w:instrText>
          </w:r>
          <w:r w:rsidRPr="00A06F68">
            <w:rPr>
              <w:rFonts w:cs="Arial"/>
              <w:sz w:val="16"/>
            </w:rPr>
            <w:instrText xml:space="preserve">  \* Arabic  \* MERGEFORMAT </w:instrText>
          </w:r>
          <w:r w:rsidRPr="00A06F68">
            <w:rPr>
              <w:rFonts w:cs="Arial"/>
              <w:sz w:val="16"/>
            </w:rPr>
            <w:fldChar w:fldCharType="separate"/>
          </w:r>
          <w:r w:rsidR="00650BC8">
            <w:rPr>
              <w:rFonts w:cs="Arial"/>
              <w:noProof/>
              <w:sz w:val="16"/>
            </w:rPr>
            <w:t>4</w:t>
          </w:r>
          <w:r w:rsidRPr="00A06F68">
            <w:rPr>
              <w:rFonts w:cs="Arial"/>
              <w:sz w:val="16"/>
            </w:rPr>
            <w:fldChar w:fldCharType="end"/>
          </w:r>
          <w:r w:rsidRPr="00A06F68">
            <w:rPr>
              <w:rFonts w:cs="Arial"/>
              <w:sz w:val="16"/>
            </w:rPr>
            <w:t xml:space="preserve"> / </w:t>
          </w:r>
          <w:r w:rsidRPr="00A06F68">
            <w:rPr>
              <w:rFonts w:cs="Arial"/>
              <w:sz w:val="16"/>
            </w:rPr>
            <w:fldChar w:fldCharType="begin"/>
          </w:r>
          <w:r w:rsidRPr="00A06F68">
            <w:rPr>
              <w:rFonts w:cs="Arial"/>
              <w:sz w:val="16"/>
            </w:rPr>
            <w:instrText xml:space="preserve"> </w:instrText>
          </w:r>
          <w:r>
            <w:rPr>
              <w:rFonts w:cs="Arial"/>
              <w:sz w:val="16"/>
            </w:rPr>
            <w:instrText>NUMPAGES</w:instrText>
          </w:r>
          <w:r w:rsidRPr="00A06F68">
            <w:rPr>
              <w:rFonts w:cs="Arial"/>
              <w:sz w:val="16"/>
            </w:rPr>
            <w:instrText xml:space="preserve">  \* Arabic  \* MERGEFORMAT </w:instrText>
          </w:r>
          <w:r w:rsidRPr="00A06F68">
            <w:rPr>
              <w:rFonts w:cs="Arial"/>
              <w:sz w:val="16"/>
            </w:rPr>
            <w:fldChar w:fldCharType="separate"/>
          </w:r>
          <w:r w:rsidR="00650BC8">
            <w:rPr>
              <w:rFonts w:cs="Arial"/>
              <w:noProof/>
              <w:sz w:val="16"/>
            </w:rPr>
            <w:t>5</w:t>
          </w:r>
          <w:r w:rsidRPr="00A06F68">
            <w:rPr>
              <w:rFonts w:cs="Arial"/>
              <w:sz w:val="16"/>
            </w:rPr>
            <w:fldChar w:fldCharType="end"/>
          </w:r>
        </w:p>
        <w:p w14:paraId="4BDA9278" w14:textId="77777777" w:rsidR="009812F0" w:rsidRPr="00A06F68" w:rsidRDefault="009812F0" w:rsidP="00203F41">
          <w:pPr>
            <w:pStyle w:val="Pieddepage"/>
            <w:rPr>
              <w:sz w:val="16"/>
              <w:szCs w:val="16"/>
            </w:rPr>
          </w:pPr>
        </w:p>
      </w:tc>
      <w:tc>
        <w:tcPr>
          <w:tcW w:w="3021" w:type="dxa"/>
          <w:shd w:val="clear" w:color="auto" w:fill="auto"/>
          <w:tcMar>
            <w:top w:w="170" w:type="dxa"/>
          </w:tcMar>
        </w:tcPr>
        <w:p w14:paraId="1B31F22B" w14:textId="77777777" w:rsidR="009812F0" w:rsidRPr="00A06F68" w:rsidRDefault="009812F0" w:rsidP="00A10E3D">
          <w:pPr>
            <w:pStyle w:val="Pieddepage"/>
            <w:jc w:val="center"/>
            <w:rPr>
              <w:rFonts w:cs="Arial"/>
              <w:color w:val="0070C0"/>
              <w:sz w:val="16"/>
            </w:rPr>
          </w:pPr>
          <w:r w:rsidRPr="00A06F68">
            <w:rPr>
              <w:rFonts w:cs="Arial"/>
              <w:sz w:val="16"/>
            </w:rPr>
            <w:t>Métier N</w:t>
          </w:r>
          <w:r>
            <w:rPr>
              <w:rFonts w:cs="Arial"/>
              <w:sz w:val="16"/>
            </w:rPr>
            <w:t>°</w:t>
          </w:r>
          <w:r>
            <w:rPr>
              <w:rFonts w:cs="Arial"/>
              <w:b/>
              <w:color w:val="00A7E1"/>
              <w:sz w:val="16"/>
            </w:rPr>
            <w:t>05</w:t>
          </w:r>
        </w:p>
        <w:p w14:paraId="662416AA" w14:textId="77777777" w:rsidR="009812F0" w:rsidRPr="00264F87" w:rsidRDefault="009812F0" w:rsidP="00A10E3D">
          <w:pPr>
            <w:pStyle w:val="Pieddepage"/>
            <w:jc w:val="center"/>
            <w:rPr>
              <w:rFonts w:cs="Arial"/>
              <w:b/>
              <w:color w:val="00A7E1"/>
              <w:sz w:val="16"/>
            </w:rPr>
          </w:pPr>
          <w:r>
            <w:rPr>
              <w:rFonts w:cs="Arial"/>
              <w:b/>
              <w:color w:val="00A7E1"/>
              <w:sz w:val="16"/>
            </w:rPr>
            <w:t>DAO – Dessin industriel</w:t>
          </w:r>
        </w:p>
        <w:p w14:paraId="118656B2" w14:textId="77777777" w:rsidR="009812F0" w:rsidRPr="003058A1" w:rsidRDefault="009812F0" w:rsidP="003058A1">
          <w:pPr>
            <w:pStyle w:val="Pieddepage"/>
            <w:jc w:val="center"/>
            <w:rPr>
              <w:rFonts w:cs="Arial"/>
              <w:color w:val="D20A01"/>
              <w:sz w:val="16"/>
            </w:rPr>
          </w:pPr>
          <w:r w:rsidRPr="00A06F68">
            <w:rPr>
              <w:rFonts w:cs="Arial"/>
              <w:sz w:val="16"/>
            </w:rPr>
            <w:t xml:space="preserve">Version : </w:t>
          </w:r>
          <w:r w:rsidRPr="00264F87">
            <w:rPr>
              <w:rFonts w:cs="Arial"/>
              <w:color w:val="00A7E1"/>
              <w:sz w:val="16"/>
            </w:rPr>
            <w:t>1.0</w:t>
          </w:r>
        </w:p>
      </w:tc>
      <w:tc>
        <w:tcPr>
          <w:tcW w:w="3021" w:type="dxa"/>
          <w:shd w:val="clear" w:color="auto" w:fill="auto"/>
          <w:tcMar>
            <w:top w:w="170" w:type="dxa"/>
          </w:tcMar>
        </w:tcPr>
        <w:p w14:paraId="69B8A375" w14:textId="77777777" w:rsidR="009812F0" w:rsidRPr="00F41FEF" w:rsidRDefault="009812F0" w:rsidP="00134629">
          <w:pPr>
            <w:pStyle w:val="Pieddepage"/>
            <w:jc w:val="right"/>
            <w:rPr>
              <w:rFonts w:cs="Arial"/>
              <w:sz w:val="16"/>
            </w:rPr>
          </w:pPr>
        </w:p>
        <w:p w14:paraId="6B63B391" w14:textId="77777777" w:rsidR="009812F0" w:rsidRPr="00F41FEF" w:rsidRDefault="009812F0" w:rsidP="00134629">
          <w:pPr>
            <w:pStyle w:val="Pieddepage"/>
            <w:jc w:val="right"/>
            <w:rPr>
              <w:rFonts w:cs="Arial"/>
              <w:sz w:val="16"/>
            </w:rPr>
          </w:pPr>
        </w:p>
      </w:tc>
    </w:tr>
  </w:tbl>
  <w:p w14:paraId="142AB0B4" w14:textId="77777777" w:rsidR="009812F0" w:rsidRPr="00F41FEF" w:rsidRDefault="009812F0" w:rsidP="00A11118">
    <w:pPr>
      <w:pStyle w:val="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BED87" w14:textId="77777777" w:rsidR="00490BC1" w:rsidRDefault="00490BC1" w:rsidP="00A11118">
      <w:r>
        <w:separator/>
      </w:r>
    </w:p>
  </w:footnote>
  <w:footnote w:type="continuationSeparator" w:id="0">
    <w:p w14:paraId="4759892D" w14:textId="77777777" w:rsidR="00490BC1" w:rsidRDefault="00490BC1" w:rsidP="00A11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8D89" w14:textId="77777777" w:rsidR="00644CDC" w:rsidRDefault="00490BC1" w:rsidP="00A11118">
    <w:pPr>
      <w:pStyle w:val="En-tte"/>
      <w:jc w:val="right"/>
    </w:pPr>
    <w:r>
      <w:rPr>
        <w:noProof/>
        <w:lang w:val="en-US"/>
      </w:rPr>
      <w:pict w14:anchorId="69136E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1037" type="#_x0000_t75" style="position:absolute;left:0;text-align:left;margin-left:-65pt;margin-top:-34.7pt;width:605pt;height:855.75pt;z-index:-2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3674C" w14:textId="77777777" w:rsidR="009812F0" w:rsidRDefault="00490BC1" w:rsidP="00A11118">
    <w:pPr>
      <w:pStyle w:val="En-tte"/>
      <w:jc w:val="right"/>
    </w:pPr>
    <w:r>
      <w:rPr>
        <w:noProof/>
        <w:lang w:val="en-US"/>
      </w:rPr>
      <w:pict w14:anchorId="298788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9" type="#_x0000_t75" style="position:absolute;left:0;text-align:left;margin-left:-65pt;margin-top:-34.7pt;width:605pt;height:855.75pt;z-index:-1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15427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77671"/>
    <w:multiLevelType w:val="hybridMultilevel"/>
    <w:tmpl w:val="6A84B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E48B4"/>
    <w:multiLevelType w:val="hybridMultilevel"/>
    <w:tmpl w:val="C706C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5A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FE716E"/>
    <w:multiLevelType w:val="hybridMultilevel"/>
    <w:tmpl w:val="D35615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16778"/>
    <w:multiLevelType w:val="hybridMultilevel"/>
    <w:tmpl w:val="8CFAE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6785B"/>
    <w:multiLevelType w:val="hybridMultilevel"/>
    <w:tmpl w:val="74848E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521D9"/>
    <w:multiLevelType w:val="hybridMultilevel"/>
    <w:tmpl w:val="9B92BD6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86745"/>
    <w:multiLevelType w:val="hybridMultilevel"/>
    <w:tmpl w:val="06763D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CD9"/>
    <w:multiLevelType w:val="hybridMultilevel"/>
    <w:tmpl w:val="3AA2CB4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47256"/>
    <w:multiLevelType w:val="hybridMultilevel"/>
    <w:tmpl w:val="3ACE6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91F0D"/>
    <w:multiLevelType w:val="hybridMultilevel"/>
    <w:tmpl w:val="CFF8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46E15"/>
    <w:multiLevelType w:val="hybridMultilevel"/>
    <w:tmpl w:val="CAE683EC"/>
    <w:lvl w:ilvl="0" w:tplc="88FED76E">
      <w:start w:val="1"/>
      <w:numFmt w:val="bullet"/>
      <w:pStyle w:val="tablesub-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Listepuces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Listepuces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Listepuces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4" w15:restartNumberingAfterBreak="0">
    <w:nsid w:val="2A7E5014"/>
    <w:multiLevelType w:val="multilevel"/>
    <w:tmpl w:val="10862F6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D40CFD"/>
    <w:multiLevelType w:val="hybridMultilevel"/>
    <w:tmpl w:val="D8084D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74AEB"/>
    <w:multiLevelType w:val="hybridMultilevel"/>
    <w:tmpl w:val="AAAE509E"/>
    <w:lvl w:ilvl="0" w:tplc="8EAE1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620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B2FF5"/>
    <w:multiLevelType w:val="multilevel"/>
    <w:tmpl w:val="DFA4352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12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47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6691DD5"/>
    <w:multiLevelType w:val="hybridMultilevel"/>
    <w:tmpl w:val="468A9A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8062B"/>
    <w:multiLevelType w:val="hybridMultilevel"/>
    <w:tmpl w:val="AB5A3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D524D"/>
    <w:multiLevelType w:val="hybridMultilevel"/>
    <w:tmpl w:val="3F66AA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64493"/>
    <w:multiLevelType w:val="hybridMultilevel"/>
    <w:tmpl w:val="E87A3BEE"/>
    <w:lvl w:ilvl="0" w:tplc="A7B8B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03D89"/>
    <w:multiLevelType w:val="hybridMultilevel"/>
    <w:tmpl w:val="8402A6A6"/>
    <w:lvl w:ilvl="0" w:tplc="A90CBDDE">
      <w:start w:val="1"/>
      <w:numFmt w:val="low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215D3"/>
    <w:multiLevelType w:val="multilevel"/>
    <w:tmpl w:val="0409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24" w15:restartNumberingAfterBreak="0">
    <w:nsid w:val="422F40D9"/>
    <w:multiLevelType w:val="hybridMultilevel"/>
    <w:tmpl w:val="28547F42"/>
    <w:lvl w:ilvl="0" w:tplc="F9BAF04C">
      <w:start w:val="1"/>
      <w:numFmt w:val="decimal"/>
      <w:lvlText w:val="%1."/>
      <w:lvlJc w:val="left"/>
      <w:pPr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42365BAC"/>
    <w:multiLevelType w:val="hybridMultilevel"/>
    <w:tmpl w:val="1BE69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F3BE5"/>
    <w:multiLevelType w:val="hybridMultilevel"/>
    <w:tmpl w:val="100039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907C0"/>
    <w:multiLevelType w:val="hybridMultilevel"/>
    <w:tmpl w:val="F0DE15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D117FE"/>
    <w:multiLevelType w:val="hybridMultilevel"/>
    <w:tmpl w:val="8D1CD25A"/>
    <w:lvl w:ilvl="0" w:tplc="B77CAA8E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80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6E1D04"/>
    <w:multiLevelType w:val="hybridMultilevel"/>
    <w:tmpl w:val="8D9CFC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922D83"/>
    <w:multiLevelType w:val="multilevel"/>
    <w:tmpl w:val="FEC6797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Subsectionheading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sub-subsectionheading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CDD6FE8"/>
    <w:multiLevelType w:val="hybridMultilevel"/>
    <w:tmpl w:val="AF4C94EA"/>
    <w:lvl w:ilvl="0" w:tplc="F1C6F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34344C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D3BEB6BE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7802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0ED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FAD1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7C85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20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38FC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C11A74"/>
    <w:multiLevelType w:val="hybridMultilevel"/>
    <w:tmpl w:val="06100B68"/>
    <w:lvl w:ilvl="0" w:tplc="74DEE56A">
      <w:start w:val="1"/>
      <w:numFmt w:val="bullet"/>
      <w:pStyle w:val="Subpointbullets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</w:rPr>
    </w:lvl>
    <w:lvl w:ilvl="1" w:tplc="BA90982C">
      <w:start w:val="1"/>
      <w:numFmt w:val="decimal"/>
      <w:lvlText w:val="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 w:tplc="BA90982C">
      <w:start w:val="1"/>
      <w:numFmt w:val="decimal"/>
      <w:lvlText w:val="1.%3"/>
      <w:lvlJc w:val="left"/>
      <w:pPr>
        <w:tabs>
          <w:tab w:val="num" w:pos="3274"/>
        </w:tabs>
        <w:ind w:left="3274" w:hanging="567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4" w15:restartNumberingAfterBreak="0">
    <w:nsid w:val="55E15C3B"/>
    <w:multiLevelType w:val="hybridMultilevel"/>
    <w:tmpl w:val="E0C2FC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680A8B"/>
    <w:multiLevelType w:val="hybridMultilevel"/>
    <w:tmpl w:val="425C2A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BA6641"/>
    <w:multiLevelType w:val="hybridMultilevel"/>
    <w:tmpl w:val="2D14CA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CA5F13"/>
    <w:multiLevelType w:val="multilevel"/>
    <w:tmpl w:val="2354A75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A021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AFB5DB3"/>
    <w:multiLevelType w:val="hybridMultilevel"/>
    <w:tmpl w:val="9888124E"/>
    <w:lvl w:ilvl="0" w:tplc="8EAE1CF0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F606CA48" w:tentative="1">
      <w:start w:val="1"/>
      <w:numFmt w:val="lowerLetter"/>
      <w:lvlText w:val="%2."/>
      <w:lvlJc w:val="left"/>
      <w:pPr>
        <w:ind w:left="1440" w:hanging="360"/>
      </w:pPr>
    </w:lvl>
    <w:lvl w:ilvl="2" w:tplc="64AA5BE8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C00424"/>
    <w:multiLevelType w:val="hybridMultilevel"/>
    <w:tmpl w:val="3AA2CB4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190729"/>
    <w:multiLevelType w:val="hybridMultilevel"/>
    <w:tmpl w:val="E1C28D30"/>
    <w:lvl w:ilvl="0" w:tplc="EFB69C5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268AB"/>
    <w:multiLevelType w:val="hybridMultilevel"/>
    <w:tmpl w:val="8A0A40C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4043B"/>
    <w:multiLevelType w:val="hybridMultilevel"/>
    <w:tmpl w:val="F28ECC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32"/>
  </w:num>
  <w:num w:numId="4">
    <w:abstractNumId w:val="39"/>
  </w:num>
  <w:num w:numId="5">
    <w:abstractNumId w:val="22"/>
  </w:num>
  <w:num w:numId="6">
    <w:abstractNumId w:val="17"/>
  </w:num>
  <w:num w:numId="7">
    <w:abstractNumId w:val="23"/>
  </w:num>
  <w:num w:numId="8">
    <w:abstractNumId w:val="38"/>
  </w:num>
  <w:num w:numId="9">
    <w:abstractNumId w:val="3"/>
  </w:num>
  <w:num w:numId="10">
    <w:abstractNumId w:val="14"/>
  </w:num>
  <w:num w:numId="11">
    <w:abstractNumId w:val="31"/>
  </w:num>
  <w:num w:numId="12">
    <w:abstractNumId w:val="28"/>
  </w:num>
  <w:num w:numId="13">
    <w:abstractNumId w:val="12"/>
  </w:num>
  <w:num w:numId="14">
    <w:abstractNumId w:val="33"/>
  </w:num>
  <w:num w:numId="15">
    <w:abstractNumId w:val="43"/>
  </w:num>
  <w:num w:numId="16">
    <w:abstractNumId w:val="5"/>
  </w:num>
  <w:num w:numId="17">
    <w:abstractNumId w:val="10"/>
  </w:num>
  <w:num w:numId="18">
    <w:abstractNumId w:val="13"/>
  </w:num>
  <w:num w:numId="19">
    <w:abstractNumId w:val="41"/>
  </w:num>
  <w:num w:numId="20">
    <w:abstractNumId w:val="24"/>
  </w:num>
  <w:num w:numId="21">
    <w:abstractNumId w:val="4"/>
  </w:num>
  <w:num w:numId="22">
    <w:abstractNumId w:val="29"/>
  </w:num>
  <w:num w:numId="23">
    <w:abstractNumId w:val="21"/>
  </w:num>
  <w:num w:numId="24">
    <w:abstractNumId w:val="0"/>
  </w:num>
  <w:num w:numId="25">
    <w:abstractNumId w:val="42"/>
  </w:num>
  <w:num w:numId="26">
    <w:abstractNumId w:val="36"/>
  </w:num>
  <w:num w:numId="27">
    <w:abstractNumId w:val="9"/>
  </w:num>
  <w:num w:numId="28">
    <w:abstractNumId w:val="34"/>
  </w:num>
  <w:num w:numId="29">
    <w:abstractNumId w:val="7"/>
  </w:num>
  <w:num w:numId="30">
    <w:abstractNumId w:val="40"/>
  </w:num>
  <w:num w:numId="31">
    <w:abstractNumId w:val="11"/>
  </w:num>
  <w:num w:numId="32">
    <w:abstractNumId w:val="20"/>
  </w:num>
  <w:num w:numId="33">
    <w:abstractNumId w:val="37"/>
  </w:num>
  <w:num w:numId="34">
    <w:abstractNumId w:val="26"/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37"/>
  </w:num>
  <w:num w:numId="38">
    <w:abstractNumId w:val="37"/>
  </w:num>
  <w:num w:numId="39">
    <w:abstractNumId w:val="35"/>
  </w:num>
  <w:num w:numId="40">
    <w:abstractNumId w:val="8"/>
  </w:num>
  <w:num w:numId="41">
    <w:abstractNumId w:val="27"/>
  </w:num>
  <w:num w:numId="42">
    <w:abstractNumId w:val="15"/>
  </w:num>
  <w:num w:numId="43">
    <w:abstractNumId w:val="25"/>
  </w:num>
  <w:num w:numId="44">
    <w:abstractNumId w:val="18"/>
  </w:num>
  <w:num w:numId="45">
    <w:abstractNumId w:val="19"/>
  </w:num>
  <w:num w:numId="46">
    <w:abstractNumId w:val="1"/>
  </w:num>
  <w:num w:numId="47">
    <w:abstractNumId w:val="6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0"/>
  <w:proofState w:spelling="clean" w:grammar="clean"/>
  <w:attachedTemplate r:id="rId1"/>
  <w:doNotTrackMove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1">
      <o:colormru v:ext="edit" colors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186A"/>
    <w:rsid w:val="00000440"/>
    <w:rsid w:val="00004C40"/>
    <w:rsid w:val="00006719"/>
    <w:rsid w:val="000149B8"/>
    <w:rsid w:val="00015C6C"/>
    <w:rsid w:val="000161E7"/>
    <w:rsid w:val="000367E7"/>
    <w:rsid w:val="00037CC4"/>
    <w:rsid w:val="00040C4E"/>
    <w:rsid w:val="0004547C"/>
    <w:rsid w:val="00052827"/>
    <w:rsid w:val="00065070"/>
    <w:rsid w:val="00077928"/>
    <w:rsid w:val="00080685"/>
    <w:rsid w:val="0008339E"/>
    <w:rsid w:val="0008673F"/>
    <w:rsid w:val="0008779D"/>
    <w:rsid w:val="000938D0"/>
    <w:rsid w:val="000A160D"/>
    <w:rsid w:val="000A35AF"/>
    <w:rsid w:val="000A51EA"/>
    <w:rsid w:val="000B089F"/>
    <w:rsid w:val="000B1DCC"/>
    <w:rsid w:val="000B4206"/>
    <w:rsid w:val="000B602E"/>
    <w:rsid w:val="000D53CD"/>
    <w:rsid w:val="000D790D"/>
    <w:rsid w:val="000E0EC5"/>
    <w:rsid w:val="000E5425"/>
    <w:rsid w:val="000E7E43"/>
    <w:rsid w:val="000F3D11"/>
    <w:rsid w:val="00100555"/>
    <w:rsid w:val="0010066C"/>
    <w:rsid w:val="00103EA1"/>
    <w:rsid w:val="00110754"/>
    <w:rsid w:val="0011241F"/>
    <w:rsid w:val="00112713"/>
    <w:rsid w:val="00113080"/>
    <w:rsid w:val="001168DB"/>
    <w:rsid w:val="001225E4"/>
    <w:rsid w:val="00131F40"/>
    <w:rsid w:val="00132E48"/>
    <w:rsid w:val="00133997"/>
    <w:rsid w:val="00134629"/>
    <w:rsid w:val="00144BDC"/>
    <w:rsid w:val="0015124E"/>
    <w:rsid w:val="00153348"/>
    <w:rsid w:val="0015371B"/>
    <w:rsid w:val="00164042"/>
    <w:rsid w:val="001640C0"/>
    <w:rsid w:val="001662F1"/>
    <w:rsid w:val="00185A27"/>
    <w:rsid w:val="00193406"/>
    <w:rsid w:val="001952A9"/>
    <w:rsid w:val="001957A8"/>
    <w:rsid w:val="001A30C2"/>
    <w:rsid w:val="001B3AC2"/>
    <w:rsid w:val="001B5B51"/>
    <w:rsid w:val="001C3B21"/>
    <w:rsid w:val="001C43AD"/>
    <w:rsid w:val="001D39FF"/>
    <w:rsid w:val="001D5CD5"/>
    <w:rsid w:val="001D5EA7"/>
    <w:rsid w:val="001D7D3F"/>
    <w:rsid w:val="001E261D"/>
    <w:rsid w:val="001E72CF"/>
    <w:rsid w:val="001F358C"/>
    <w:rsid w:val="001F36D7"/>
    <w:rsid w:val="001F5CB5"/>
    <w:rsid w:val="001F72C7"/>
    <w:rsid w:val="002021EA"/>
    <w:rsid w:val="00203F41"/>
    <w:rsid w:val="002048B8"/>
    <w:rsid w:val="002074D3"/>
    <w:rsid w:val="0021063C"/>
    <w:rsid w:val="00212E14"/>
    <w:rsid w:val="0022481E"/>
    <w:rsid w:val="00225505"/>
    <w:rsid w:val="00226926"/>
    <w:rsid w:val="002304B0"/>
    <w:rsid w:val="00231B94"/>
    <w:rsid w:val="002321BA"/>
    <w:rsid w:val="0023436B"/>
    <w:rsid w:val="00236B91"/>
    <w:rsid w:val="002377F9"/>
    <w:rsid w:val="00245E34"/>
    <w:rsid w:val="00246145"/>
    <w:rsid w:val="00264F87"/>
    <w:rsid w:val="00272056"/>
    <w:rsid w:val="00285E45"/>
    <w:rsid w:val="00287305"/>
    <w:rsid w:val="00296F66"/>
    <w:rsid w:val="002A1F6A"/>
    <w:rsid w:val="002A339C"/>
    <w:rsid w:val="002A40F8"/>
    <w:rsid w:val="002A6093"/>
    <w:rsid w:val="002B01A0"/>
    <w:rsid w:val="002B22B9"/>
    <w:rsid w:val="002B260D"/>
    <w:rsid w:val="002B57DA"/>
    <w:rsid w:val="002D3236"/>
    <w:rsid w:val="002D73E9"/>
    <w:rsid w:val="002E193D"/>
    <w:rsid w:val="002E4D1F"/>
    <w:rsid w:val="002E4EA5"/>
    <w:rsid w:val="002F2296"/>
    <w:rsid w:val="002F3239"/>
    <w:rsid w:val="002F56FB"/>
    <w:rsid w:val="002F5FD7"/>
    <w:rsid w:val="00301173"/>
    <w:rsid w:val="003058A1"/>
    <w:rsid w:val="003122CB"/>
    <w:rsid w:val="00313576"/>
    <w:rsid w:val="0031527D"/>
    <w:rsid w:val="00327031"/>
    <w:rsid w:val="00336D7D"/>
    <w:rsid w:val="00341EEF"/>
    <w:rsid w:val="0034328E"/>
    <w:rsid w:val="00343349"/>
    <w:rsid w:val="003472AF"/>
    <w:rsid w:val="0035740A"/>
    <w:rsid w:val="003577CE"/>
    <w:rsid w:val="00360608"/>
    <w:rsid w:val="003612B7"/>
    <w:rsid w:val="00363CFC"/>
    <w:rsid w:val="00364CAC"/>
    <w:rsid w:val="00372362"/>
    <w:rsid w:val="00372602"/>
    <w:rsid w:val="00373CB7"/>
    <w:rsid w:val="00382A34"/>
    <w:rsid w:val="00382FF6"/>
    <w:rsid w:val="00390223"/>
    <w:rsid w:val="003A1253"/>
    <w:rsid w:val="003A16A3"/>
    <w:rsid w:val="003A5B76"/>
    <w:rsid w:val="003A6952"/>
    <w:rsid w:val="003B1519"/>
    <w:rsid w:val="003B6712"/>
    <w:rsid w:val="003C0A5A"/>
    <w:rsid w:val="003D438E"/>
    <w:rsid w:val="003E6408"/>
    <w:rsid w:val="003E7395"/>
    <w:rsid w:val="003F1B71"/>
    <w:rsid w:val="003F1EED"/>
    <w:rsid w:val="003F2AFC"/>
    <w:rsid w:val="003F3096"/>
    <w:rsid w:val="00400FBB"/>
    <w:rsid w:val="0040128A"/>
    <w:rsid w:val="00401926"/>
    <w:rsid w:val="0040554C"/>
    <w:rsid w:val="00413B08"/>
    <w:rsid w:val="00416B5C"/>
    <w:rsid w:val="004172BF"/>
    <w:rsid w:val="00417FC3"/>
    <w:rsid w:val="004214DC"/>
    <w:rsid w:val="00424564"/>
    <w:rsid w:val="00426C75"/>
    <w:rsid w:val="004329F6"/>
    <w:rsid w:val="004361C4"/>
    <w:rsid w:val="00442D74"/>
    <w:rsid w:val="0044784A"/>
    <w:rsid w:val="00456326"/>
    <w:rsid w:val="004564EB"/>
    <w:rsid w:val="00466FEA"/>
    <w:rsid w:val="004743EC"/>
    <w:rsid w:val="00474462"/>
    <w:rsid w:val="00477158"/>
    <w:rsid w:val="00481A0A"/>
    <w:rsid w:val="00483A3F"/>
    <w:rsid w:val="004904E9"/>
    <w:rsid w:val="00490BC1"/>
    <w:rsid w:val="004932D4"/>
    <w:rsid w:val="00496DB1"/>
    <w:rsid w:val="004A0D9D"/>
    <w:rsid w:val="004B0CD2"/>
    <w:rsid w:val="004C72CA"/>
    <w:rsid w:val="004D22BC"/>
    <w:rsid w:val="004D29D0"/>
    <w:rsid w:val="004D5377"/>
    <w:rsid w:val="004D5AC3"/>
    <w:rsid w:val="004E1AEE"/>
    <w:rsid w:val="00501618"/>
    <w:rsid w:val="00506BA9"/>
    <w:rsid w:val="00511F87"/>
    <w:rsid w:val="00513E75"/>
    <w:rsid w:val="00515306"/>
    <w:rsid w:val="00524627"/>
    <w:rsid w:val="00527CFE"/>
    <w:rsid w:val="00531C93"/>
    <w:rsid w:val="0053320B"/>
    <w:rsid w:val="005339CE"/>
    <w:rsid w:val="00535196"/>
    <w:rsid w:val="00536F48"/>
    <w:rsid w:val="00543F6C"/>
    <w:rsid w:val="00544BE0"/>
    <w:rsid w:val="00547016"/>
    <w:rsid w:val="00550950"/>
    <w:rsid w:val="00553508"/>
    <w:rsid w:val="005545CD"/>
    <w:rsid w:val="005548B9"/>
    <w:rsid w:val="00555B69"/>
    <w:rsid w:val="00560FD5"/>
    <w:rsid w:val="0056224F"/>
    <w:rsid w:val="00565657"/>
    <w:rsid w:val="0057164A"/>
    <w:rsid w:val="00572993"/>
    <w:rsid w:val="0058376C"/>
    <w:rsid w:val="005844B5"/>
    <w:rsid w:val="00586AED"/>
    <w:rsid w:val="0059086A"/>
    <w:rsid w:val="00594106"/>
    <w:rsid w:val="005943DD"/>
    <w:rsid w:val="00594C14"/>
    <w:rsid w:val="005A1826"/>
    <w:rsid w:val="005A1FD1"/>
    <w:rsid w:val="005A2A3D"/>
    <w:rsid w:val="005A3AE3"/>
    <w:rsid w:val="005A7230"/>
    <w:rsid w:val="005A7BA6"/>
    <w:rsid w:val="005B5A6D"/>
    <w:rsid w:val="005B6371"/>
    <w:rsid w:val="005C0118"/>
    <w:rsid w:val="005C3B32"/>
    <w:rsid w:val="005C45EB"/>
    <w:rsid w:val="005C47DE"/>
    <w:rsid w:val="005C7299"/>
    <w:rsid w:val="005D302E"/>
    <w:rsid w:val="005D3CD8"/>
    <w:rsid w:val="005E0328"/>
    <w:rsid w:val="005E2B8B"/>
    <w:rsid w:val="005F2A1F"/>
    <w:rsid w:val="005F3AC6"/>
    <w:rsid w:val="005F6C5B"/>
    <w:rsid w:val="00612416"/>
    <w:rsid w:val="006138E2"/>
    <w:rsid w:val="00615DEF"/>
    <w:rsid w:val="00621982"/>
    <w:rsid w:val="006248B8"/>
    <w:rsid w:val="0062539A"/>
    <w:rsid w:val="006404BF"/>
    <w:rsid w:val="00640FF3"/>
    <w:rsid w:val="00641164"/>
    <w:rsid w:val="006445A4"/>
    <w:rsid w:val="00644CDC"/>
    <w:rsid w:val="00650BC8"/>
    <w:rsid w:val="0065258F"/>
    <w:rsid w:val="0065718F"/>
    <w:rsid w:val="00661AA9"/>
    <w:rsid w:val="00664B2F"/>
    <w:rsid w:val="0066530E"/>
    <w:rsid w:val="006802A3"/>
    <w:rsid w:val="00680DE2"/>
    <w:rsid w:val="00690FC8"/>
    <w:rsid w:val="00692F72"/>
    <w:rsid w:val="006A01C3"/>
    <w:rsid w:val="006A0A3A"/>
    <w:rsid w:val="006A1E87"/>
    <w:rsid w:val="006A539E"/>
    <w:rsid w:val="006A63BB"/>
    <w:rsid w:val="006B5E4C"/>
    <w:rsid w:val="006B6F3E"/>
    <w:rsid w:val="006B7209"/>
    <w:rsid w:val="006C3D8D"/>
    <w:rsid w:val="006C6DA0"/>
    <w:rsid w:val="006C789E"/>
    <w:rsid w:val="006D348B"/>
    <w:rsid w:val="006E10A1"/>
    <w:rsid w:val="006E216E"/>
    <w:rsid w:val="006E7566"/>
    <w:rsid w:val="006F25D6"/>
    <w:rsid w:val="006F6D68"/>
    <w:rsid w:val="00700D40"/>
    <w:rsid w:val="007011B3"/>
    <w:rsid w:val="007019CD"/>
    <w:rsid w:val="007038DD"/>
    <w:rsid w:val="00713E41"/>
    <w:rsid w:val="00716CF5"/>
    <w:rsid w:val="00720804"/>
    <w:rsid w:val="00720B65"/>
    <w:rsid w:val="007215C4"/>
    <w:rsid w:val="007433D6"/>
    <w:rsid w:val="0075237A"/>
    <w:rsid w:val="0075523F"/>
    <w:rsid w:val="00772E0D"/>
    <w:rsid w:val="00775CAA"/>
    <w:rsid w:val="007855C5"/>
    <w:rsid w:val="00790DF8"/>
    <w:rsid w:val="007A03AD"/>
    <w:rsid w:val="007A129E"/>
    <w:rsid w:val="007A372D"/>
    <w:rsid w:val="007A4225"/>
    <w:rsid w:val="007A5654"/>
    <w:rsid w:val="007A602C"/>
    <w:rsid w:val="007A7A32"/>
    <w:rsid w:val="007B1825"/>
    <w:rsid w:val="007B2D17"/>
    <w:rsid w:val="007B546D"/>
    <w:rsid w:val="007B7F17"/>
    <w:rsid w:val="007C08DF"/>
    <w:rsid w:val="007C158B"/>
    <w:rsid w:val="007C3C31"/>
    <w:rsid w:val="007D1813"/>
    <w:rsid w:val="007E486E"/>
    <w:rsid w:val="007E50C5"/>
    <w:rsid w:val="007F3526"/>
    <w:rsid w:val="007F5CF4"/>
    <w:rsid w:val="00803FD9"/>
    <w:rsid w:val="00806D11"/>
    <w:rsid w:val="00814643"/>
    <w:rsid w:val="008241C7"/>
    <w:rsid w:val="00830C21"/>
    <w:rsid w:val="00835FAC"/>
    <w:rsid w:val="00837264"/>
    <w:rsid w:val="008379D8"/>
    <w:rsid w:val="00843243"/>
    <w:rsid w:val="008478FE"/>
    <w:rsid w:val="00850C9F"/>
    <w:rsid w:val="0085717F"/>
    <w:rsid w:val="00857EA2"/>
    <w:rsid w:val="008639AB"/>
    <w:rsid w:val="00863AB3"/>
    <w:rsid w:val="00872C5D"/>
    <w:rsid w:val="0088373F"/>
    <w:rsid w:val="008871AE"/>
    <w:rsid w:val="008963BD"/>
    <w:rsid w:val="008A6352"/>
    <w:rsid w:val="008B01F6"/>
    <w:rsid w:val="008B5120"/>
    <w:rsid w:val="008C4593"/>
    <w:rsid w:val="008D376D"/>
    <w:rsid w:val="008D7B2B"/>
    <w:rsid w:val="008D7DCF"/>
    <w:rsid w:val="008E46E0"/>
    <w:rsid w:val="008F6A1A"/>
    <w:rsid w:val="009007D5"/>
    <w:rsid w:val="00912393"/>
    <w:rsid w:val="00912677"/>
    <w:rsid w:val="009179DE"/>
    <w:rsid w:val="00921E0A"/>
    <w:rsid w:val="009273FB"/>
    <w:rsid w:val="00944ADD"/>
    <w:rsid w:val="00950D88"/>
    <w:rsid w:val="00950F5C"/>
    <w:rsid w:val="00960B97"/>
    <w:rsid w:val="00963161"/>
    <w:rsid w:val="0096424B"/>
    <w:rsid w:val="00964FEF"/>
    <w:rsid w:val="009658EC"/>
    <w:rsid w:val="009670A7"/>
    <w:rsid w:val="009726B4"/>
    <w:rsid w:val="009812F0"/>
    <w:rsid w:val="00986BDF"/>
    <w:rsid w:val="00993622"/>
    <w:rsid w:val="00994E7F"/>
    <w:rsid w:val="00994FD0"/>
    <w:rsid w:val="009956BB"/>
    <w:rsid w:val="009A0969"/>
    <w:rsid w:val="009A1525"/>
    <w:rsid w:val="009A50D2"/>
    <w:rsid w:val="009B2358"/>
    <w:rsid w:val="009D1BD7"/>
    <w:rsid w:val="009E16EA"/>
    <w:rsid w:val="009E1CE0"/>
    <w:rsid w:val="009F0CC6"/>
    <w:rsid w:val="009F3A44"/>
    <w:rsid w:val="009F3FF5"/>
    <w:rsid w:val="009F4000"/>
    <w:rsid w:val="009F571E"/>
    <w:rsid w:val="009F59BF"/>
    <w:rsid w:val="00A02EED"/>
    <w:rsid w:val="00A05873"/>
    <w:rsid w:val="00A06F68"/>
    <w:rsid w:val="00A10E3D"/>
    <w:rsid w:val="00A11118"/>
    <w:rsid w:val="00A14FF0"/>
    <w:rsid w:val="00A22991"/>
    <w:rsid w:val="00A24F46"/>
    <w:rsid w:val="00A25F0E"/>
    <w:rsid w:val="00A306D2"/>
    <w:rsid w:val="00A3575C"/>
    <w:rsid w:val="00A4283E"/>
    <w:rsid w:val="00A43DED"/>
    <w:rsid w:val="00A451AF"/>
    <w:rsid w:val="00A45DAC"/>
    <w:rsid w:val="00A46638"/>
    <w:rsid w:val="00A46BF7"/>
    <w:rsid w:val="00A50BF3"/>
    <w:rsid w:val="00A5158C"/>
    <w:rsid w:val="00A71FE7"/>
    <w:rsid w:val="00A7232A"/>
    <w:rsid w:val="00A7642C"/>
    <w:rsid w:val="00A824F1"/>
    <w:rsid w:val="00A835ED"/>
    <w:rsid w:val="00A8654B"/>
    <w:rsid w:val="00A97A27"/>
    <w:rsid w:val="00AA2E9F"/>
    <w:rsid w:val="00AA6F4E"/>
    <w:rsid w:val="00AB1806"/>
    <w:rsid w:val="00AD309E"/>
    <w:rsid w:val="00AD3B34"/>
    <w:rsid w:val="00AF0293"/>
    <w:rsid w:val="00AF095A"/>
    <w:rsid w:val="00B01F9A"/>
    <w:rsid w:val="00B078B1"/>
    <w:rsid w:val="00B079D3"/>
    <w:rsid w:val="00B101AE"/>
    <w:rsid w:val="00B11D6A"/>
    <w:rsid w:val="00B12F79"/>
    <w:rsid w:val="00B14EB0"/>
    <w:rsid w:val="00B168A1"/>
    <w:rsid w:val="00B2172C"/>
    <w:rsid w:val="00B21B9F"/>
    <w:rsid w:val="00B221BE"/>
    <w:rsid w:val="00B23C6C"/>
    <w:rsid w:val="00B23D20"/>
    <w:rsid w:val="00B3059D"/>
    <w:rsid w:val="00B336EB"/>
    <w:rsid w:val="00B3578D"/>
    <w:rsid w:val="00B404CF"/>
    <w:rsid w:val="00B4157B"/>
    <w:rsid w:val="00B6673F"/>
    <w:rsid w:val="00B66B42"/>
    <w:rsid w:val="00B70DB9"/>
    <w:rsid w:val="00B73180"/>
    <w:rsid w:val="00B74E63"/>
    <w:rsid w:val="00B75DCA"/>
    <w:rsid w:val="00B8096E"/>
    <w:rsid w:val="00B91351"/>
    <w:rsid w:val="00B91869"/>
    <w:rsid w:val="00BA6B2D"/>
    <w:rsid w:val="00BA78E9"/>
    <w:rsid w:val="00BA7FCD"/>
    <w:rsid w:val="00BB146A"/>
    <w:rsid w:val="00BB16E1"/>
    <w:rsid w:val="00BB22F3"/>
    <w:rsid w:val="00BB5EC4"/>
    <w:rsid w:val="00BC39B7"/>
    <w:rsid w:val="00BC3A68"/>
    <w:rsid w:val="00BC52F0"/>
    <w:rsid w:val="00BC5E2E"/>
    <w:rsid w:val="00BC6E2C"/>
    <w:rsid w:val="00BE07C8"/>
    <w:rsid w:val="00C023CB"/>
    <w:rsid w:val="00C02E8D"/>
    <w:rsid w:val="00C04150"/>
    <w:rsid w:val="00C066BD"/>
    <w:rsid w:val="00C10E09"/>
    <w:rsid w:val="00C2027F"/>
    <w:rsid w:val="00C2229A"/>
    <w:rsid w:val="00C24467"/>
    <w:rsid w:val="00C24CEF"/>
    <w:rsid w:val="00C3214B"/>
    <w:rsid w:val="00C42607"/>
    <w:rsid w:val="00C44E62"/>
    <w:rsid w:val="00C46F42"/>
    <w:rsid w:val="00C70564"/>
    <w:rsid w:val="00C779E3"/>
    <w:rsid w:val="00C837E4"/>
    <w:rsid w:val="00C85F22"/>
    <w:rsid w:val="00C91D1F"/>
    <w:rsid w:val="00C94013"/>
    <w:rsid w:val="00CA0412"/>
    <w:rsid w:val="00CA0543"/>
    <w:rsid w:val="00CA5A98"/>
    <w:rsid w:val="00CA7856"/>
    <w:rsid w:val="00CB0604"/>
    <w:rsid w:val="00CB258B"/>
    <w:rsid w:val="00CB644B"/>
    <w:rsid w:val="00CB66CE"/>
    <w:rsid w:val="00CC0109"/>
    <w:rsid w:val="00CC24EF"/>
    <w:rsid w:val="00CC27CF"/>
    <w:rsid w:val="00CC3E3A"/>
    <w:rsid w:val="00CC7DB5"/>
    <w:rsid w:val="00CD4E13"/>
    <w:rsid w:val="00CD69D0"/>
    <w:rsid w:val="00CE287C"/>
    <w:rsid w:val="00CE2E7C"/>
    <w:rsid w:val="00CE77F6"/>
    <w:rsid w:val="00CF143F"/>
    <w:rsid w:val="00CF293E"/>
    <w:rsid w:val="00D01366"/>
    <w:rsid w:val="00D0186A"/>
    <w:rsid w:val="00D04755"/>
    <w:rsid w:val="00D133AD"/>
    <w:rsid w:val="00D135C9"/>
    <w:rsid w:val="00D14544"/>
    <w:rsid w:val="00D15AEA"/>
    <w:rsid w:val="00D21968"/>
    <w:rsid w:val="00D234B0"/>
    <w:rsid w:val="00D26D27"/>
    <w:rsid w:val="00D30B1F"/>
    <w:rsid w:val="00D36D4D"/>
    <w:rsid w:val="00D508C4"/>
    <w:rsid w:val="00D53326"/>
    <w:rsid w:val="00D53FFB"/>
    <w:rsid w:val="00D57AEC"/>
    <w:rsid w:val="00D65F78"/>
    <w:rsid w:val="00D67FAC"/>
    <w:rsid w:val="00D80C51"/>
    <w:rsid w:val="00D83174"/>
    <w:rsid w:val="00D8577F"/>
    <w:rsid w:val="00D875E2"/>
    <w:rsid w:val="00D965E7"/>
    <w:rsid w:val="00DA01B0"/>
    <w:rsid w:val="00DA19AD"/>
    <w:rsid w:val="00DB0BB5"/>
    <w:rsid w:val="00DB304F"/>
    <w:rsid w:val="00DC2B2F"/>
    <w:rsid w:val="00DC5A35"/>
    <w:rsid w:val="00DD116A"/>
    <w:rsid w:val="00DD33CE"/>
    <w:rsid w:val="00DD479D"/>
    <w:rsid w:val="00DE120F"/>
    <w:rsid w:val="00DE6F07"/>
    <w:rsid w:val="00DF26D2"/>
    <w:rsid w:val="00DF4C8F"/>
    <w:rsid w:val="00DF52BD"/>
    <w:rsid w:val="00DF7698"/>
    <w:rsid w:val="00E01394"/>
    <w:rsid w:val="00E12D21"/>
    <w:rsid w:val="00E176F2"/>
    <w:rsid w:val="00E21779"/>
    <w:rsid w:val="00E23BEE"/>
    <w:rsid w:val="00E254A0"/>
    <w:rsid w:val="00E30560"/>
    <w:rsid w:val="00E36FE2"/>
    <w:rsid w:val="00E4100D"/>
    <w:rsid w:val="00E41C30"/>
    <w:rsid w:val="00E41CF2"/>
    <w:rsid w:val="00E57286"/>
    <w:rsid w:val="00E576F0"/>
    <w:rsid w:val="00E60873"/>
    <w:rsid w:val="00E642F7"/>
    <w:rsid w:val="00E64754"/>
    <w:rsid w:val="00E6588C"/>
    <w:rsid w:val="00E66E2A"/>
    <w:rsid w:val="00E81A10"/>
    <w:rsid w:val="00E83621"/>
    <w:rsid w:val="00E94019"/>
    <w:rsid w:val="00EB5ACC"/>
    <w:rsid w:val="00EC5A79"/>
    <w:rsid w:val="00EC7B1E"/>
    <w:rsid w:val="00ED2FF6"/>
    <w:rsid w:val="00ED5D12"/>
    <w:rsid w:val="00ED5D87"/>
    <w:rsid w:val="00ED62CF"/>
    <w:rsid w:val="00EE10C7"/>
    <w:rsid w:val="00EE2B57"/>
    <w:rsid w:val="00EE4B9D"/>
    <w:rsid w:val="00EE634C"/>
    <w:rsid w:val="00EF7576"/>
    <w:rsid w:val="00F110D7"/>
    <w:rsid w:val="00F111E3"/>
    <w:rsid w:val="00F11D09"/>
    <w:rsid w:val="00F14588"/>
    <w:rsid w:val="00F17BCC"/>
    <w:rsid w:val="00F2742F"/>
    <w:rsid w:val="00F3073E"/>
    <w:rsid w:val="00F32446"/>
    <w:rsid w:val="00F35BEE"/>
    <w:rsid w:val="00F41FEF"/>
    <w:rsid w:val="00F42C31"/>
    <w:rsid w:val="00F42C6D"/>
    <w:rsid w:val="00F4305B"/>
    <w:rsid w:val="00F50DA8"/>
    <w:rsid w:val="00F51852"/>
    <w:rsid w:val="00F56128"/>
    <w:rsid w:val="00F636B8"/>
    <w:rsid w:val="00F64BDD"/>
    <w:rsid w:val="00F65AC1"/>
    <w:rsid w:val="00F70BC3"/>
    <w:rsid w:val="00F77527"/>
    <w:rsid w:val="00F80AD0"/>
    <w:rsid w:val="00F81976"/>
    <w:rsid w:val="00F874F9"/>
    <w:rsid w:val="00F87E54"/>
    <w:rsid w:val="00F90BE7"/>
    <w:rsid w:val="00F92B61"/>
    <w:rsid w:val="00F97BF5"/>
    <w:rsid w:val="00FA412F"/>
    <w:rsid w:val="00FB1CBF"/>
    <w:rsid w:val="00FB281E"/>
    <w:rsid w:val="00FB2E03"/>
    <w:rsid w:val="00FC5586"/>
    <w:rsid w:val="00FC6636"/>
    <w:rsid w:val="00FC7A11"/>
    <w:rsid w:val="00FD0B2B"/>
    <w:rsid w:val="00FD1792"/>
    <w:rsid w:val="00FD1C48"/>
    <w:rsid w:val="00FD53D4"/>
    <w:rsid w:val="00FD68ED"/>
    <w:rsid w:val="00FD69F2"/>
    <w:rsid w:val="00FD7250"/>
    <w:rsid w:val="00FE50C4"/>
    <w:rsid w:val="00F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white"/>
    </o:shapedefaults>
    <o:shapelayout v:ext="edit">
      <o:idmap v:ext="edit" data="2"/>
    </o:shapelayout>
  </w:shapeDefaults>
  <w:decimalSymbol w:val=","/>
  <w:listSeparator w:val=";"/>
  <w14:docId w14:val="110A3822"/>
  <w15:chartTrackingRefBased/>
  <w15:docId w15:val="{FC7A8202-2927-4BAD-B958-A819D0C6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4D3"/>
    <w:pPr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553508"/>
    <w:pPr>
      <w:keepNext/>
      <w:widowControl w:val="0"/>
      <w:numPr>
        <w:numId w:val="33"/>
      </w:numPr>
      <w:spacing w:before="600" w:after="240"/>
      <w:outlineLvl w:val="0"/>
    </w:pPr>
    <w:rPr>
      <w:rFonts w:eastAsia="Times New Roman"/>
      <w:b/>
      <w:bCs/>
      <w:caps/>
      <w:sz w:val="32"/>
      <w:szCs w:val="24"/>
    </w:rPr>
  </w:style>
  <w:style w:type="paragraph" w:styleId="Titre2">
    <w:name w:val="heading 2"/>
    <w:basedOn w:val="Normal"/>
    <w:next w:val="Normal"/>
    <w:link w:val="Titre2Car"/>
    <w:uiPriority w:val="9"/>
    <w:qFormat/>
    <w:locked/>
    <w:rsid w:val="00E21779"/>
    <w:pPr>
      <w:keepNext/>
      <w:keepLines/>
      <w:numPr>
        <w:ilvl w:val="1"/>
        <w:numId w:val="33"/>
      </w:numPr>
      <w:spacing w:after="180"/>
      <w:outlineLvl w:val="1"/>
    </w:pPr>
    <w:rPr>
      <w:rFonts w:eastAsia="Times New Roman"/>
      <w:b/>
      <w:bCs/>
      <w:caps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locked/>
    <w:rsid w:val="00390223"/>
    <w:pPr>
      <w:keepNext/>
      <w:keepLines/>
      <w:numPr>
        <w:ilvl w:val="2"/>
        <w:numId w:val="33"/>
      </w:numPr>
      <w:spacing w:after="60"/>
      <w:outlineLvl w:val="2"/>
    </w:pPr>
    <w:rPr>
      <w:rFonts w:eastAsia="Times New Roman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C0A5A"/>
    <w:pPr>
      <w:keepNext/>
      <w:numPr>
        <w:ilvl w:val="3"/>
        <w:numId w:val="3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C0A5A"/>
    <w:pPr>
      <w:numPr>
        <w:ilvl w:val="4"/>
        <w:numId w:val="3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C0A5A"/>
    <w:pPr>
      <w:numPr>
        <w:ilvl w:val="5"/>
        <w:numId w:val="33"/>
      </w:num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C0A5A"/>
    <w:pPr>
      <w:numPr>
        <w:ilvl w:val="6"/>
        <w:numId w:val="33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C0A5A"/>
    <w:pPr>
      <w:numPr>
        <w:ilvl w:val="7"/>
        <w:numId w:val="33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C0A5A"/>
    <w:pPr>
      <w:numPr>
        <w:ilvl w:val="8"/>
        <w:numId w:val="33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553508"/>
    <w:rPr>
      <w:rFonts w:ascii="Arial" w:eastAsia="Times New Roman" w:hAnsi="Arial" w:cs="Times New Roman"/>
      <w:b/>
      <w:bCs/>
      <w:caps/>
      <w:sz w:val="32"/>
      <w:szCs w:val="24"/>
      <w:lang w:val="fr-FR"/>
    </w:rPr>
  </w:style>
  <w:style w:type="character" w:customStyle="1" w:styleId="Titre2Car">
    <w:name w:val="Titre 2 Car"/>
    <w:link w:val="Titre2"/>
    <w:uiPriority w:val="9"/>
    <w:rsid w:val="00E21779"/>
    <w:rPr>
      <w:rFonts w:ascii="Arial" w:eastAsia="Times New Roman" w:hAnsi="Arial"/>
      <w:b/>
      <w:bCs/>
      <w:caps/>
      <w:sz w:val="24"/>
      <w:szCs w:val="26"/>
      <w:lang w:eastAsia="en-US"/>
    </w:rPr>
  </w:style>
  <w:style w:type="character" w:customStyle="1" w:styleId="Titre3Car">
    <w:name w:val="Titre 3 Car"/>
    <w:link w:val="Titre3"/>
    <w:uiPriority w:val="9"/>
    <w:rsid w:val="00390223"/>
    <w:rPr>
      <w:rFonts w:ascii="Arial" w:eastAsia="Times New Roman" w:hAnsi="Arial" w:cs="Times New Roman"/>
      <w:b/>
      <w:bCs/>
      <w:sz w:val="20"/>
    </w:rPr>
  </w:style>
  <w:style w:type="character" w:styleId="Accentuation">
    <w:name w:val="Emphasis"/>
    <w:uiPriority w:val="20"/>
    <w:qFormat/>
    <w:rsid w:val="00113080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En-tteCar">
    <w:name w:val="En-tête Car"/>
    <w:link w:val="En-tte"/>
    <w:uiPriority w:val="99"/>
    <w:rsid w:val="00F56128"/>
    <w:rPr>
      <w:rFonts w:ascii="Square721 BT" w:hAnsi="Square721 BT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link w:val="Pieddepage"/>
    <w:uiPriority w:val="99"/>
    <w:rsid w:val="00F56128"/>
    <w:rPr>
      <w:rFonts w:ascii="Square721 BT" w:hAnsi="Square721 BT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5612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F561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erleft">
    <w:name w:val="footer left"/>
    <w:basedOn w:val="En-tte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En-tte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Pieddepage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spacing w:after="60"/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41C30"/>
    <w:pPr>
      <w:numPr>
        <w:numId w:val="4"/>
      </w:numPr>
      <w:ind w:left="568" w:hanging="284"/>
      <w:contextualSpacing/>
    </w:pPr>
  </w:style>
  <w:style w:type="character" w:customStyle="1" w:styleId="bullet-subChar">
    <w:name w:val="bullet-sub 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link w:val="numberedlist"/>
    <w:rsid w:val="00E41C30"/>
    <w:rPr>
      <w:rFonts w:ascii="Arial" w:hAnsi="Arial"/>
      <w:sz w:val="20"/>
    </w:rPr>
  </w:style>
  <w:style w:type="character" w:customStyle="1" w:styleId="imagetextChar">
    <w:name w:val="image text Char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link w:val="signaturetext"/>
    <w:rsid w:val="00E41C30"/>
    <w:rPr>
      <w:rFonts w:ascii="Arial" w:hAnsi="Arial"/>
      <w:i/>
      <w:sz w:val="20"/>
    </w:rPr>
  </w:style>
  <w:style w:type="paragraph" w:customStyle="1" w:styleId="Listemoyenne2-Accent41">
    <w:name w:val="Liste moyenne 2 - Accent 41"/>
    <w:basedOn w:val="Normal"/>
    <w:link w:val="Listemoyenne2-Accent4Car"/>
    <w:uiPriority w:val="34"/>
    <w:qFormat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Listemoyenne2-Accent41"/>
    <w:link w:val="sub-subsectionheadingChar"/>
    <w:rsid w:val="007B1825"/>
    <w:pPr>
      <w:numPr>
        <w:ilvl w:val="2"/>
        <w:numId w:val="11"/>
      </w:numPr>
      <w:spacing w:after="60"/>
      <w:ind w:left="1248" w:hanging="794"/>
    </w:pPr>
  </w:style>
  <w:style w:type="character" w:customStyle="1" w:styleId="Listemoyenne2-Accent4Car">
    <w:name w:val="Liste moyenne 2 - Accent 4 Car"/>
    <w:link w:val="Listemoyenne2-Accent41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link w:val="Docsubtitle1"/>
    <w:rsid w:val="006B7209"/>
    <w:rPr>
      <w:rFonts w:ascii="Arial" w:hAnsi="Arial"/>
      <w:b/>
      <w:sz w:val="28"/>
      <w:szCs w:val="28"/>
    </w:rPr>
  </w:style>
  <w:style w:type="paragraph" w:styleId="TM2">
    <w:name w:val="toc 2"/>
    <w:basedOn w:val="Normal"/>
    <w:next w:val="Normal"/>
    <w:autoRedefine/>
    <w:semiHidden/>
    <w:rsid w:val="005A2A3D"/>
    <w:pPr>
      <w:ind w:left="180"/>
    </w:pPr>
    <w:rPr>
      <w:rFonts w:eastAsia="Times New Roman"/>
      <w:szCs w:val="24"/>
    </w:rPr>
  </w:style>
  <w:style w:type="character" w:customStyle="1" w:styleId="Docsubtitle2Char">
    <w:name w:val="Doc subtitle2 Char"/>
    <w:link w:val="Docsubtitle2"/>
    <w:rsid w:val="006B7209"/>
    <w:rPr>
      <w:rFonts w:ascii="Arial" w:hAnsi="Arial"/>
      <w:sz w:val="28"/>
      <w:szCs w:val="28"/>
    </w:rPr>
  </w:style>
  <w:style w:type="character" w:styleId="Lienhypertexte">
    <w:name w:val="Hyperlink"/>
    <w:uiPriority w:val="99"/>
    <w:rsid w:val="005A2A3D"/>
    <w:rPr>
      <w:color w:val="0000FF"/>
      <w:u w:val="single"/>
    </w:rPr>
  </w:style>
  <w:style w:type="table" w:customStyle="1" w:styleId="WSITable">
    <w:name w:val="WSI Table"/>
    <w:basedOn w:val="TableauNormal"/>
    <w:uiPriority w:val="61"/>
    <w:rsid w:val="00D234B0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</w:tcPr>
    </w:tblStylePr>
  </w:style>
  <w:style w:type="table" w:customStyle="1" w:styleId="LightList1">
    <w:name w:val="Light List1"/>
    <w:basedOn w:val="TableauNormal"/>
    <w:uiPriority w:val="61"/>
    <w:rsid w:val="00D234B0"/>
    <w:rPr>
      <w:rFonts w:ascii="Arial" w:hAnsi="Arial"/>
      <w:color w:val="00000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Listemoyenne2-Accent41"/>
    <w:link w:val="tablebulletChar"/>
    <w:qFormat/>
    <w:rsid w:val="00110754"/>
    <w:pPr>
      <w:numPr>
        <w:numId w:val="12"/>
      </w:numPr>
      <w:ind w:left="284" w:hanging="284"/>
    </w:pPr>
    <w:rPr>
      <w:color w:val="000000"/>
    </w:rPr>
  </w:style>
  <w:style w:type="character" w:customStyle="1" w:styleId="tablebulletChar">
    <w:name w:val="table bullet Char"/>
    <w:link w:val="tablebullet"/>
    <w:rsid w:val="00110754"/>
    <w:rPr>
      <w:rFonts w:ascii="Arial" w:hAnsi="Arial"/>
      <w:color w:val="000000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link w:val="tablesub-bullet"/>
    <w:rsid w:val="00B8096E"/>
    <w:rPr>
      <w:rFonts w:ascii="Arial" w:hAnsi="Arial"/>
      <w:color w:val="000000"/>
      <w:sz w:val="20"/>
    </w:rPr>
  </w:style>
  <w:style w:type="paragraph" w:styleId="TM1">
    <w:name w:val="toc 1"/>
    <w:basedOn w:val="Normal"/>
    <w:next w:val="Normal"/>
    <w:autoRedefine/>
    <w:uiPriority w:val="39"/>
    <w:rsid w:val="00ED62CF"/>
    <w:pPr>
      <w:spacing w:before="240"/>
    </w:pPr>
    <w:rPr>
      <w:rFonts w:eastAsia="Times New Roman"/>
      <w:b/>
      <w:caps/>
      <w:sz w:val="32"/>
      <w:szCs w:val="24"/>
    </w:rPr>
  </w:style>
  <w:style w:type="paragraph" w:customStyle="1" w:styleId="Doctitle0">
    <w:name w:val="Doc title"/>
    <w:basedOn w:val="Normal"/>
    <w:rsid w:val="00D0186A"/>
    <w:rPr>
      <w:rFonts w:eastAsia="Times New Roman"/>
      <w:b/>
      <w:sz w:val="40"/>
      <w:szCs w:val="24"/>
    </w:rPr>
  </w:style>
  <w:style w:type="character" w:styleId="Numrodepage">
    <w:name w:val="page number"/>
    <w:rsid w:val="00D0186A"/>
    <w:rPr>
      <w:rFonts w:ascii="Arial" w:hAnsi="Arial"/>
      <w:sz w:val="16"/>
    </w:rPr>
  </w:style>
  <w:style w:type="paragraph" w:customStyle="1" w:styleId="Subpointbullets">
    <w:name w:val="Subpoint bullets"/>
    <w:basedOn w:val="Normal"/>
    <w:rsid w:val="00D0186A"/>
    <w:pPr>
      <w:numPr>
        <w:numId w:val="14"/>
      </w:numPr>
      <w:tabs>
        <w:tab w:val="clear" w:pos="1267"/>
        <w:tab w:val="left" w:pos="1531"/>
      </w:tabs>
      <w:ind w:left="1531" w:hanging="284"/>
    </w:pPr>
    <w:rPr>
      <w:rFonts w:eastAsia="Times New Roman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A30C2"/>
    <w:pPr>
      <w:spacing w:line="1000" w:lineRule="exact"/>
      <w:contextualSpacing/>
    </w:pPr>
    <w:rPr>
      <w:rFonts w:eastAsia="Times New Roman"/>
      <w:b/>
      <w:caps/>
      <w:color w:val="FFFFFF"/>
      <w:spacing w:val="-10"/>
      <w:kern w:val="28"/>
      <w:sz w:val="108"/>
      <w:szCs w:val="56"/>
      <w:lang w:val="en-AU"/>
    </w:rPr>
  </w:style>
  <w:style w:type="character" w:customStyle="1" w:styleId="TitreCar">
    <w:name w:val="Titre Car"/>
    <w:link w:val="Titre"/>
    <w:uiPriority w:val="10"/>
    <w:rsid w:val="001A30C2"/>
    <w:rPr>
      <w:rFonts w:ascii="Arial" w:eastAsia="Times New Roman" w:hAnsi="Arial" w:cs="Times New Roman"/>
      <w:b/>
      <w:caps/>
      <w:color w:val="FFFFFF"/>
      <w:spacing w:val="-10"/>
      <w:kern w:val="28"/>
      <w:sz w:val="108"/>
      <w:szCs w:val="56"/>
      <w:lang w:val="en-AU"/>
    </w:rPr>
  </w:style>
  <w:style w:type="numbering" w:customStyle="1" w:styleId="ListBullets">
    <w:name w:val="ListBullets"/>
    <w:uiPriority w:val="99"/>
    <w:rsid w:val="001A30C2"/>
    <w:pPr>
      <w:numPr>
        <w:numId w:val="18"/>
      </w:numPr>
    </w:pPr>
  </w:style>
  <w:style w:type="paragraph" w:styleId="Listepuces">
    <w:name w:val="List Bullet"/>
    <w:basedOn w:val="Normal"/>
    <w:uiPriority w:val="99"/>
    <w:unhideWhenUsed/>
    <w:qFormat/>
    <w:rsid w:val="001A30C2"/>
    <w:pPr>
      <w:numPr>
        <w:numId w:val="18"/>
      </w:numPr>
      <w:spacing w:after="80" w:line="259" w:lineRule="auto"/>
      <w:contextualSpacing/>
    </w:pPr>
  </w:style>
  <w:style w:type="paragraph" w:styleId="Listepuces2">
    <w:name w:val="List Bullet 2"/>
    <w:basedOn w:val="Normal"/>
    <w:uiPriority w:val="99"/>
    <w:unhideWhenUsed/>
    <w:rsid w:val="001A30C2"/>
    <w:pPr>
      <w:numPr>
        <w:ilvl w:val="1"/>
        <w:numId w:val="18"/>
      </w:numPr>
      <w:spacing w:after="80" w:line="259" w:lineRule="auto"/>
      <w:contextualSpacing/>
    </w:pPr>
  </w:style>
  <w:style w:type="paragraph" w:styleId="Listepuces3">
    <w:name w:val="List Bullet 3"/>
    <w:basedOn w:val="Normal"/>
    <w:uiPriority w:val="99"/>
    <w:unhideWhenUsed/>
    <w:rsid w:val="001A30C2"/>
    <w:pPr>
      <w:numPr>
        <w:ilvl w:val="2"/>
        <w:numId w:val="18"/>
      </w:numPr>
      <w:spacing w:after="80" w:line="259" w:lineRule="auto"/>
      <w:ind w:left="851"/>
      <w:contextualSpacing/>
    </w:pPr>
  </w:style>
  <w:style w:type="paragraph" w:styleId="Listepuces4">
    <w:name w:val="List Bullet 4"/>
    <w:basedOn w:val="Normal"/>
    <w:uiPriority w:val="99"/>
    <w:unhideWhenUsed/>
    <w:rsid w:val="001A30C2"/>
    <w:pPr>
      <w:numPr>
        <w:ilvl w:val="3"/>
        <w:numId w:val="18"/>
      </w:numPr>
      <w:spacing w:after="80" w:line="259" w:lineRule="auto"/>
      <w:ind w:left="1135"/>
      <w:contextualSpacing/>
    </w:pPr>
  </w:style>
  <w:style w:type="paragraph" w:styleId="Listepuces5">
    <w:name w:val="List Bullet 5"/>
    <w:basedOn w:val="Normal"/>
    <w:uiPriority w:val="99"/>
    <w:unhideWhenUsed/>
    <w:rsid w:val="001A30C2"/>
    <w:pPr>
      <w:numPr>
        <w:ilvl w:val="4"/>
        <w:numId w:val="18"/>
      </w:numPr>
      <w:spacing w:after="80" w:line="259" w:lineRule="auto"/>
      <w:ind w:left="1418"/>
      <w:contextualSpacing/>
    </w:pPr>
  </w:style>
  <w:style w:type="paragraph" w:customStyle="1" w:styleId="titres">
    <w:name w:val="titres"/>
    <w:basedOn w:val="Normal"/>
    <w:uiPriority w:val="99"/>
    <w:rsid w:val="005C45EB"/>
    <w:pPr>
      <w:tabs>
        <w:tab w:val="left" w:pos="283"/>
      </w:tabs>
      <w:autoSpaceDE w:val="0"/>
      <w:autoSpaceDN w:val="0"/>
      <w:adjustRightInd w:val="0"/>
      <w:spacing w:after="170" w:line="288" w:lineRule="auto"/>
      <w:textAlignment w:val="center"/>
    </w:pPr>
    <w:rPr>
      <w:rFonts w:cs="Arial"/>
      <w:b/>
      <w:bCs/>
      <w:color w:val="000000"/>
      <w:sz w:val="24"/>
      <w:szCs w:val="24"/>
      <w:lang w:eastAsia="fr-FR"/>
    </w:rPr>
  </w:style>
  <w:style w:type="paragraph" w:customStyle="1" w:styleId="sommairepointills">
    <w:name w:val="sommaire pointillés"/>
    <w:basedOn w:val="Normal"/>
    <w:uiPriority w:val="99"/>
    <w:rsid w:val="0031527D"/>
    <w:pPr>
      <w:tabs>
        <w:tab w:val="left" w:pos="283"/>
        <w:tab w:val="right" w:leader="dot" w:pos="9600"/>
        <w:tab w:val="right" w:pos="9840"/>
      </w:tabs>
      <w:autoSpaceDE w:val="0"/>
      <w:autoSpaceDN w:val="0"/>
      <w:adjustRightInd w:val="0"/>
      <w:spacing w:after="170" w:line="288" w:lineRule="auto"/>
      <w:textAlignment w:val="center"/>
    </w:pPr>
    <w:rPr>
      <w:rFonts w:cs="Arial"/>
      <w:b/>
      <w:bCs/>
      <w:color w:val="000000"/>
      <w:szCs w:val="20"/>
      <w:lang w:eastAsia="fr-FR"/>
    </w:rPr>
  </w:style>
  <w:style w:type="paragraph" w:customStyle="1" w:styleId="Tramecouleur-Accent31">
    <w:name w:val="Trame couleur - Accent 31"/>
    <w:basedOn w:val="Normal"/>
    <w:link w:val="Tramecouleur-Accent3Car"/>
    <w:uiPriority w:val="34"/>
    <w:qFormat/>
    <w:rsid w:val="00FC6636"/>
    <w:pPr>
      <w:ind w:left="720"/>
      <w:contextualSpacing/>
    </w:pPr>
  </w:style>
  <w:style w:type="character" w:customStyle="1" w:styleId="Tramecouleur-Accent3Car">
    <w:name w:val="Trame couleur - Accent 3 Car"/>
    <w:link w:val="Tramecouleur-Accent31"/>
    <w:uiPriority w:val="34"/>
    <w:rsid w:val="00FC6636"/>
    <w:rPr>
      <w:rFonts w:ascii="Arial" w:hAnsi="Arial"/>
      <w:szCs w:val="22"/>
      <w:lang w:val="en-GB" w:eastAsia="en-US"/>
    </w:rPr>
  </w:style>
  <w:style w:type="paragraph" w:customStyle="1" w:styleId="Textes">
    <w:name w:val="Textes"/>
    <w:basedOn w:val="titres"/>
    <w:uiPriority w:val="99"/>
    <w:rsid w:val="00644CDC"/>
    <w:rPr>
      <w:sz w:val="20"/>
      <w:szCs w:val="20"/>
    </w:rPr>
  </w:style>
  <w:style w:type="paragraph" w:customStyle="1" w:styleId="Grilleclaire-Accent31">
    <w:name w:val="Grille claire - Accent 31"/>
    <w:basedOn w:val="Normal"/>
    <w:uiPriority w:val="34"/>
    <w:qFormat/>
    <w:rsid w:val="000D790D"/>
    <w:pPr>
      <w:ind w:left="708"/>
    </w:pPr>
  </w:style>
  <w:style w:type="paragraph" w:customStyle="1" w:styleId="Tramemoyenne1-Accent11">
    <w:name w:val="Trame moyenne 1 - Accent 11"/>
    <w:uiPriority w:val="1"/>
    <w:qFormat/>
    <w:rsid w:val="00EB5ACC"/>
    <w:rPr>
      <w:rFonts w:ascii="Arial" w:hAnsi="Arial"/>
      <w:szCs w:val="22"/>
      <w:lang w:val="en-GB" w:eastAsia="en-US"/>
    </w:rPr>
  </w:style>
  <w:style w:type="character" w:customStyle="1" w:styleId="Titre4Car">
    <w:name w:val="Titre 4 Car"/>
    <w:link w:val="Titre4"/>
    <w:uiPriority w:val="9"/>
    <w:semiHidden/>
    <w:rsid w:val="003C0A5A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Titre5Car">
    <w:name w:val="Titre 5 Car"/>
    <w:link w:val="Titre5"/>
    <w:uiPriority w:val="9"/>
    <w:semiHidden/>
    <w:rsid w:val="003C0A5A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Titre6Car">
    <w:name w:val="Titre 6 Car"/>
    <w:link w:val="Titre6"/>
    <w:uiPriority w:val="9"/>
    <w:semiHidden/>
    <w:rsid w:val="003C0A5A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Titre7Car">
    <w:name w:val="Titre 7 Car"/>
    <w:link w:val="Titre7"/>
    <w:uiPriority w:val="9"/>
    <w:semiHidden/>
    <w:rsid w:val="003C0A5A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Titre8Car">
    <w:name w:val="Titre 8 Car"/>
    <w:link w:val="Titre8"/>
    <w:uiPriority w:val="9"/>
    <w:semiHidden/>
    <w:rsid w:val="003C0A5A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Titre9Car">
    <w:name w:val="Titre 9 Car"/>
    <w:link w:val="Titre9"/>
    <w:uiPriority w:val="9"/>
    <w:semiHidden/>
    <w:rsid w:val="003C0A5A"/>
    <w:rPr>
      <w:rFonts w:ascii="Calibri Light" w:eastAsia="Times New Roman" w:hAnsi="Calibri Light" w:cs="Times New Roman"/>
      <w:sz w:val="22"/>
      <w:szCs w:val="22"/>
      <w:lang w:val="en-GB" w:eastAsia="en-U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343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link w:val="PrformatHTML"/>
    <w:uiPriority w:val="99"/>
    <w:semiHidden/>
    <w:rsid w:val="00343349"/>
    <w:rPr>
      <w:rFonts w:ascii="Courier New" w:eastAsia="Times New Roman" w:hAnsi="Courier New" w:cs="Courier New"/>
    </w:rPr>
  </w:style>
  <w:style w:type="character" w:customStyle="1" w:styleId="y2iqfc">
    <w:name w:val="y2iqfc"/>
    <w:basedOn w:val="Policepardfaut"/>
    <w:rsid w:val="00343349"/>
  </w:style>
  <w:style w:type="character" w:styleId="Marquedecommentaire">
    <w:name w:val="annotation reference"/>
    <w:uiPriority w:val="99"/>
    <w:semiHidden/>
    <w:unhideWhenUsed/>
    <w:rsid w:val="00C10E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0E09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10E09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0E0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10E09"/>
    <w:rPr>
      <w:rFonts w:ascii="Arial" w:hAnsi="Arial"/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E30560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\Documents\WSI_A\13_Visual_Identity\WSI_templates_2010\WSI_doc_wcover_wonum_v1.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765C6-551E-427F-9DF2-9D95D7162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WSI_doc_wcover_wonum_v1.2.dotx</Template>
  <TotalTime>2304</TotalTime>
  <Pages>5</Pages>
  <Words>561</Words>
  <Characters>3087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WorldSkills International Secretariat</Company>
  <LinksUpToDate>false</LinksUpToDate>
  <CharactersWithSpaces>3641</CharactersWithSpaces>
  <SharedDoc>false</SharedDoc>
  <HLinks>
    <vt:vector size="42" baseType="variant"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_Toc27576586</vt:lpwstr>
      </vt:variant>
      <vt:variant>
        <vt:i4>1507385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_Toc27576585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_Toc27576584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_Toc27576583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_Toc27576582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_Toc27576581</vt:lpwstr>
      </vt:variant>
      <vt:variant>
        <vt:i4>2555997</vt:i4>
      </vt:variant>
      <vt:variant>
        <vt:i4>-1</vt:i4>
      </vt:variant>
      <vt:variant>
        <vt:i4>1055</vt:i4>
      </vt:variant>
      <vt:variant>
        <vt:i4>1</vt:i4>
      </vt:variant>
      <vt:variant>
        <vt:lpwstr>https://cdn.manomano.com/ruban-adhesif-de-fermeture-de-caisse-carton-scotch-3739-50-mm-x-66-m-0056-mm-chocolat-6-pack-P-8310884-14718088_1.jpg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</dc:creator>
  <cp:keywords/>
  <cp:lastModifiedBy>Philippe JEANNEROD</cp:lastModifiedBy>
  <cp:revision>78</cp:revision>
  <cp:lastPrinted>2017-12-20T11:38:00Z</cp:lastPrinted>
  <dcterms:created xsi:type="dcterms:W3CDTF">2020-04-06T13:28:00Z</dcterms:created>
  <dcterms:modified xsi:type="dcterms:W3CDTF">2021-11-15T21:46:00Z</dcterms:modified>
</cp:coreProperties>
</file>